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A6A" w:rsidRDefault="003C3A6A" w:rsidP="005B298E">
      <w:pPr>
        <w:jc w:val="center"/>
        <w:rPr>
          <w:rFonts w:ascii="Times New Roman" w:hAnsi="Times New Roman"/>
          <w:b/>
          <w:sz w:val="40"/>
        </w:rPr>
      </w:pPr>
      <w:r w:rsidRPr="00162F14">
        <w:rPr>
          <w:rFonts w:ascii="Times New Roman" w:hAnsi="Times New Roman"/>
          <w:b/>
          <w:sz w:val="40"/>
        </w:rPr>
        <w:t xml:space="preserve">Сессия </w:t>
      </w:r>
      <w:r>
        <w:rPr>
          <w:rFonts w:ascii="Times New Roman" w:hAnsi="Times New Roman"/>
          <w:b/>
          <w:sz w:val="40"/>
        </w:rPr>
        <w:t>28.04.2018</w:t>
      </w:r>
      <w:r w:rsidRPr="00162F14">
        <w:rPr>
          <w:rFonts w:ascii="Times New Roman" w:hAnsi="Times New Roman"/>
          <w:b/>
          <w:sz w:val="40"/>
        </w:rPr>
        <w:t xml:space="preserve"> года</w:t>
      </w:r>
    </w:p>
    <w:p w:rsidR="003C3A6A" w:rsidRDefault="003C3A6A" w:rsidP="004A273D">
      <w:pPr>
        <w:jc w:val="both"/>
        <w:rPr>
          <w:rFonts w:ascii="Times New Roman" w:hAnsi="Times New Roman"/>
          <w:b/>
          <w:sz w:val="40"/>
        </w:rPr>
      </w:pPr>
    </w:p>
    <w:p w:rsidR="003C3A6A" w:rsidRPr="002D5011" w:rsidRDefault="003C3A6A" w:rsidP="00162F14">
      <w:pPr>
        <w:jc w:val="center"/>
        <w:rPr>
          <w:rFonts w:ascii="Times New Roman" w:hAnsi="Times New Roman"/>
          <w:sz w:val="32"/>
          <w:szCs w:val="32"/>
        </w:rPr>
      </w:pPr>
    </w:p>
    <w:p w:rsidR="003C3A6A" w:rsidRDefault="003C3A6A" w:rsidP="00162F14">
      <w:pPr>
        <w:rPr>
          <w:rFonts w:ascii="Times New Roman" w:hAnsi="Times New Roman"/>
          <w:b/>
          <w:i/>
          <w:sz w:val="32"/>
        </w:rPr>
      </w:pPr>
      <w:r w:rsidRPr="00162F14">
        <w:rPr>
          <w:rFonts w:ascii="Times New Roman" w:hAnsi="Times New Roman"/>
          <w:b/>
          <w:i/>
          <w:sz w:val="32"/>
        </w:rPr>
        <w:t>Добавлено в расходы:</w:t>
      </w:r>
    </w:p>
    <w:p w:rsidR="003C3A6A" w:rsidRDefault="003C3A6A" w:rsidP="00D16505">
      <w:pPr>
        <w:spacing w:after="0" w:line="240" w:lineRule="auto"/>
        <w:rPr>
          <w:rFonts w:ascii="Times New Roman" w:hAnsi="Times New Roman"/>
          <w:sz w:val="32"/>
        </w:rPr>
      </w:pPr>
    </w:p>
    <w:p w:rsidR="003C3A6A" w:rsidRDefault="003C3A6A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  <w:r>
        <w:rPr>
          <w:rFonts w:ascii="Times New Roman" w:hAnsi="Times New Roman"/>
          <w:b/>
          <w:sz w:val="32"/>
          <w:u w:val="single"/>
        </w:rPr>
        <w:t>1)</w:t>
      </w:r>
      <w:r w:rsidRPr="00654566">
        <w:rPr>
          <w:rFonts w:ascii="Times New Roman" w:hAnsi="Times New Roman"/>
          <w:b/>
          <w:sz w:val="32"/>
          <w:u w:val="single"/>
        </w:rPr>
        <w:t xml:space="preserve">Культура (992 0801 6410100590 </w:t>
      </w:r>
      <w:r>
        <w:rPr>
          <w:rFonts w:ascii="Times New Roman" w:hAnsi="Times New Roman"/>
          <w:b/>
          <w:sz w:val="32"/>
          <w:u w:val="single"/>
        </w:rPr>
        <w:t>611</w:t>
      </w:r>
      <w:r>
        <w:rPr>
          <w:rFonts w:ascii="Times New Roman" w:hAnsi="Times New Roman"/>
          <w:sz w:val="32"/>
        </w:rPr>
        <w:t>) – 80 000,0 – оформление</w:t>
      </w:r>
    </w:p>
    <w:p w:rsidR="003C3A6A" w:rsidRDefault="003C3A6A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</w:p>
    <w:p w:rsidR="003C3A6A" w:rsidRDefault="003C3A6A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2)</w:t>
      </w:r>
      <w:r>
        <w:rPr>
          <w:rFonts w:ascii="Times New Roman" w:hAnsi="Times New Roman"/>
          <w:b/>
          <w:sz w:val="32"/>
          <w:u w:val="single"/>
        </w:rPr>
        <w:t>Дороги</w:t>
      </w:r>
      <w:r w:rsidRPr="00654566">
        <w:rPr>
          <w:rFonts w:ascii="Times New Roman" w:hAnsi="Times New Roman"/>
          <w:b/>
          <w:sz w:val="32"/>
          <w:u w:val="single"/>
        </w:rPr>
        <w:t xml:space="preserve"> (</w:t>
      </w:r>
      <w:r>
        <w:rPr>
          <w:rFonts w:ascii="Times New Roman" w:hAnsi="Times New Roman"/>
          <w:b/>
          <w:sz w:val="32"/>
          <w:u w:val="single"/>
        </w:rPr>
        <w:t>992 0409 5920110140 244</w:t>
      </w:r>
      <w:r>
        <w:rPr>
          <w:rFonts w:ascii="Times New Roman" w:hAnsi="Times New Roman"/>
          <w:sz w:val="32"/>
        </w:rPr>
        <w:t>) – 425 998,0   - ремонт внутрипоселковых дорог</w:t>
      </w:r>
    </w:p>
    <w:p w:rsidR="003C3A6A" w:rsidRDefault="003C3A6A" w:rsidP="006D4686">
      <w:pPr>
        <w:spacing w:after="0" w:line="240" w:lineRule="auto"/>
        <w:rPr>
          <w:rFonts w:ascii="Times New Roman" w:hAnsi="Times New Roman"/>
          <w:sz w:val="32"/>
        </w:rPr>
      </w:pPr>
    </w:p>
    <w:p w:rsidR="003C3A6A" w:rsidRDefault="003C3A6A" w:rsidP="005B58FB">
      <w:pPr>
        <w:spacing w:after="0" w:line="240" w:lineRule="auto"/>
        <w:ind w:left="75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3)</w:t>
      </w:r>
      <w:r>
        <w:rPr>
          <w:rFonts w:ascii="Times New Roman" w:hAnsi="Times New Roman"/>
          <w:b/>
          <w:sz w:val="32"/>
          <w:u w:val="single"/>
        </w:rPr>
        <w:t>Жилищно-коммунальное хозяйство</w:t>
      </w:r>
      <w:r w:rsidRPr="00654566">
        <w:rPr>
          <w:rFonts w:ascii="Times New Roman" w:hAnsi="Times New Roman"/>
          <w:b/>
          <w:sz w:val="32"/>
          <w:u w:val="single"/>
        </w:rPr>
        <w:t xml:space="preserve"> (</w:t>
      </w:r>
      <w:r>
        <w:rPr>
          <w:rFonts w:ascii="Times New Roman" w:hAnsi="Times New Roman"/>
          <w:b/>
          <w:sz w:val="32"/>
          <w:u w:val="single"/>
        </w:rPr>
        <w:t>992 0503 62301</w:t>
      </w:r>
      <w:r>
        <w:rPr>
          <w:rFonts w:ascii="Times New Roman" w:hAnsi="Times New Roman"/>
          <w:b/>
          <w:sz w:val="32"/>
          <w:u w:val="single"/>
          <w:lang w:val="en-US"/>
        </w:rPr>
        <w:t>S</w:t>
      </w:r>
      <w:r w:rsidRPr="005B58FB">
        <w:rPr>
          <w:rFonts w:ascii="Times New Roman" w:hAnsi="Times New Roman"/>
          <w:b/>
          <w:sz w:val="32"/>
          <w:u w:val="single"/>
        </w:rPr>
        <w:t>0120</w:t>
      </w:r>
      <w:r>
        <w:rPr>
          <w:rFonts w:ascii="Times New Roman" w:hAnsi="Times New Roman"/>
          <w:b/>
          <w:sz w:val="32"/>
          <w:u w:val="single"/>
        </w:rPr>
        <w:t xml:space="preserve"> 244</w:t>
      </w:r>
      <w:r>
        <w:rPr>
          <w:rFonts w:ascii="Times New Roman" w:hAnsi="Times New Roman"/>
          <w:sz w:val="32"/>
        </w:rPr>
        <w:t>) – 58,7  - софинансирование</w:t>
      </w:r>
    </w:p>
    <w:p w:rsidR="003C3A6A" w:rsidRPr="005B58FB" w:rsidRDefault="003C3A6A" w:rsidP="005B58FB">
      <w:pPr>
        <w:spacing w:after="0" w:line="240" w:lineRule="auto"/>
        <w:ind w:firstLine="540"/>
        <w:rPr>
          <w:rFonts w:ascii="Times New Roman" w:hAnsi="Times New Roman"/>
          <w:sz w:val="32"/>
        </w:rPr>
      </w:pPr>
      <w:r w:rsidRPr="005B58FB">
        <w:rPr>
          <w:rFonts w:ascii="Times New Roman" w:hAnsi="Times New Roman"/>
          <w:b/>
          <w:sz w:val="32"/>
        </w:rPr>
        <w:t>992 0502 62301</w:t>
      </w:r>
      <w:r w:rsidRPr="005B58FB">
        <w:rPr>
          <w:rFonts w:ascii="Times New Roman" w:hAnsi="Times New Roman"/>
          <w:b/>
          <w:sz w:val="32"/>
          <w:lang w:val="en-US"/>
        </w:rPr>
        <w:t>S</w:t>
      </w:r>
      <w:r w:rsidRPr="005B58FB">
        <w:rPr>
          <w:rFonts w:ascii="Times New Roman" w:hAnsi="Times New Roman"/>
          <w:b/>
          <w:sz w:val="32"/>
        </w:rPr>
        <w:t>0220 244</w:t>
      </w:r>
      <w:r w:rsidRPr="005B58FB">
        <w:rPr>
          <w:rFonts w:ascii="Times New Roman" w:hAnsi="Times New Roman"/>
          <w:sz w:val="32"/>
        </w:rPr>
        <w:t xml:space="preserve"> – 58</w:t>
      </w:r>
      <w:r>
        <w:rPr>
          <w:rFonts w:ascii="Times New Roman" w:hAnsi="Times New Roman"/>
          <w:sz w:val="32"/>
        </w:rPr>
        <w:t>,0 софинансирование</w:t>
      </w:r>
    </w:p>
    <w:p w:rsidR="003C3A6A" w:rsidRDefault="003C3A6A" w:rsidP="00D97379">
      <w:pPr>
        <w:spacing w:after="0" w:line="240" w:lineRule="auto"/>
        <w:rPr>
          <w:rFonts w:ascii="Times New Roman" w:hAnsi="Times New Roman"/>
          <w:sz w:val="32"/>
        </w:rPr>
      </w:pPr>
    </w:p>
    <w:p w:rsidR="003C3A6A" w:rsidRDefault="003C3A6A" w:rsidP="00D97379">
      <w:pPr>
        <w:spacing w:after="0" w:line="240" w:lineRule="auto"/>
        <w:rPr>
          <w:rFonts w:ascii="Times New Roman" w:hAnsi="Times New Roman"/>
          <w:sz w:val="32"/>
        </w:rPr>
      </w:pPr>
    </w:p>
    <w:p w:rsidR="003C3A6A" w:rsidRDefault="003C3A6A" w:rsidP="00D97379">
      <w:pPr>
        <w:spacing w:after="0" w:line="240" w:lineRule="auto"/>
        <w:rPr>
          <w:rFonts w:ascii="Times New Roman" w:hAnsi="Times New Roman"/>
          <w:sz w:val="32"/>
        </w:rPr>
      </w:pPr>
    </w:p>
    <w:p w:rsidR="003C3A6A" w:rsidRPr="006D4686" w:rsidRDefault="003C3A6A" w:rsidP="00D97379">
      <w:pPr>
        <w:spacing w:after="0" w:line="240" w:lineRule="auto"/>
        <w:rPr>
          <w:rFonts w:ascii="Times New Roman" w:hAnsi="Times New Roman"/>
          <w:sz w:val="32"/>
        </w:rPr>
      </w:pPr>
    </w:p>
    <w:p w:rsidR="003C3A6A" w:rsidRPr="005B58FB" w:rsidRDefault="003C3A6A" w:rsidP="00D97379">
      <w:pPr>
        <w:spacing w:after="0" w:line="240" w:lineRule="auto"/>
        <w:rPr>
          <w:rFonts w:ascii="Times New Roman" w:hAnsi="Times New Roman"/>
          <w:sz w:val="32"/>
        </w:rPr>
      </w:pPr>
      <w:r w:rsidRPr="006D4686">
        <w:rPr>
          <w:rFonts w:ascii="Times New Roman" w:hAnsi="Times New Roman"/>
          <w:sz w:val="32"/>
        </w:rPr>
        <w:t>ИТОГО добавлено по сессии –</w:t>
      </w:r>
      <w:r w:rsidRPr="005B58FB"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b/>
          <w:sz w:val="32"/>
        </w:rPr>
        <w:t>506114,7</w:t>
      </w:r>
    </w:p>
    <w:sectPr w:rsidR="003C3A6A" w:rsidRPr="005B58FB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1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7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204B5"/>
    <w:rsid w:val="00060960"/>
    <w:rsid w:val="00064B57"/>
    <w:rsid w:val="00080063"/>
    <w:rsid w:val="00085A98"/>
    <w:rsid w:val="00086313"/>
    <w:rsid w:val="000B3333"/>
    <w:rsid w:val="000B47CF"/>
    <w:rsid w:val="000B63FB"/>
    <w:rsid w:val="000B67C6"/>
    <w:rsid w:val="000B7D83"/>
    <w:rsid w:val="000E447E"/>
    <w:rsid w:val="000E5630"/>
    <w:rsid w:val="00107B2C"/>
    <w:rsid w:val="00146B8D"/>
    <w:rsid w:val="00162F14"/>
    <w:rsid w:val="00167CFD"/>
    <w:rsid w:val="00173074"/>
    <w:rsid w:val="001A6DA1"/>
    <w:rsid w:val="001F011E"/>
    <w:rsid w:val="001F0D3D"/>
    <w:rsid w:val="002006BD"/>
    <w:rsid w:val="002274E3"/>
    <w:rsid w:val="00231424"/>
    <w:rsid w:val="00242B5A"/>
    <w:rsid w:val="0024543F"/>
    <w:rsid w:val="0026211B"/>
    <w:rsid w:val="00267ABC"/>
    <w:rsid w:val="002901FE"/>
    <w:rsid w:val="002914FB"/>
    <w:rsid w:val="002A1202"/>
    <w:rsid w:val="002B234A"/>
    <w:rsid w:val="002B365B"/>
    <w:rsid w:val="002D2367"/>
    <w:rsid w:val="002D26F9"/>
    <w:rsid w:val="002D5011"/>
    <w:rsid w:val="0032781D"/>
    <w:rsid w:val="00327883"/>
    <w:rsid w:val="00331A1C"/>
    <w:rsid w:val="00331AB8"/>
    <w:rsid w:val="003733B3"/>
    <w:rsid w:val="003A6FA5"/>
    <w:rsid w:val="003C3A6A"/>
    <w:rsid w:val="003D3C16"/>
    <w:rsid w:val="003E3E67"/>
    <w:rsid w:val="003F0738"/>
    <w:rsid w:val="003F1C3D"/>
    <w:rsid w:val="00400802"/>
    <w:rsid w:val="00404AC8"/>
    <w:rsid w:val="00411753"/>
    <w:rsid w:val="00412C24"/>
    <w:rsid w:val="00430D38"/>
    <w:rsid w:val="0043495F"/>
    <w:rsid w:val="004404A7"/>
    <w:rsid w:val="00443CFD"/>
    <w:rsid w:val="004440A7"/>
    <w:rsid w:val="00452EFD"/>
    <w:rsid w:val="00457697"/>
    <w:rsid w:val="0046245B"/>
    <w:rsid w:val="0047406D"/>
    <w:rsid w:val="004953D2"/>
    <w:rsid w:val="004956A6"/>
    <w:rsid w:val="004A273D"/>
    <w:rsid w:val="004B33C6"/>
    <w:rsid w:val="004B4E0D"/>
    <w:rsid w:val="004C6F95"/>
    <w:rsid w:val="005043F1"/>
    <w:rsid w:val="00513980"/>
    <w:rsid w:val="005247DD"/>
    <w:rsid w:val="00534EAF"/>
    <w:rsid w:val="005434F3"/>
    <w:rsid w:val="00567AE3"/>
    <w:rsid w:val="005725D2"/>
    <w:rsid w:val="005A7C44"/>
    <w:rsid w:val="005B298E"/>
    <w:rsid w:val="005B58FB"/>
    <w:rsid w:val="005C30DC"/>
    <w:rsid w:val="005E63E9"/>
    <w:rsid w:val="00654566"/>
    <w:rsid w:val="00671024"/>
    <w:rsid w:val="00671270"/>
    <w:rsid w:val="006A0441"/>
    <w:rsid w:val="006A04F8"/>
    <w:rsid w:val="006B6AD9"/>
    <w:rsid w:val="006C5681"/>
    <w:rsid w:val="006C7878"/>
    <w:rsid w:val="006D4686"/>
    <w:rsid w:val="006F393E"/>
    <w:rsid w:val="006F3BF5"/>
    <w:rsid w:val="00710A4D"/>
    <w:rsid w:val="00790EF6"/>
    <w:rsid w:val="007967D5"/>
    <w:rsid w:val="007A0BB6"/>
    <w:rsid w:val="007A0C33"/>
    <w:rsid w:val="007A4659"/>
    <w:rsid w:val="007A611A"/>
    <w:rsid w:val="007C701E"/>
    <w:rsid w:val="007C7C9C"/>
    <w:rsid w:val="007D4379"/>
    <w:rsid w:val="00812D3A"/>
    <w:rsid w:val="00812D9F"/>
    <w:rsid w:val="00870A3B"/>
    <w:rsid w:val="00874F40"/>
    <w:rsid w:val="00883445"/>
    <w:rsid w:val="008A3A0C"/>
    <w:rsid w:val="008D162A"/>
    <w:rsid w:val="008E2AA3"/>
    <w:rsid w:val="008E3B48"/>
    <w:rsid w:val="008F1388"/>
    <w:rsid w:val="008F5021"/>
    <w:rsid w:val="0090743F"/>
    <w:rsid w:val="0093253D"/>
    <w:rsid w:val="00941AEC"/>
    <w:rsid w:val="0095531C"/>
    <w:rsid w:val="009643B6"/>
    <w:rsid w:val="00983E7A"/>
    <w:rsid w:val="009A0CCB"/>
    <w:rsid w:val="009D7B8B"/>
    <w:rsid w:val="009F3645"/>
    <w:rsid w:val="00A01BBB"/>
    <w:rsid w:val="00A0322A"/>
    <w:rsid w:val="00A116D6"/>
    <w:rsid w:val="00A25B9B"/>
    <w:rsid w:val="00A3578A"/>
    <w:rsid w:val="00A400BB"/>
    <w:rsid w:val="00A45361"/>
    <w:rsid w:val="00A52BD2"/>
    <w:rsid w:val="00A86FC1"/>
    <w:rsid w:val="00A92382"/>
    <w:rsid w:val="00AA0A53"/>
    <w:rsid w:val="00AD41CA"/>
    <w:rsid w:val="00AE0CA3"/>
    <w:rsid w:val="00B00086"/>
    <w:rsid w:val="00B177A6"/>
    <w:rsid w:val="00B51A71"/>
    <w:rsid w:val="00B57259"/>
    <w:rsid w:val="00B7686C"/>
    <w:rsid w:val="00B86180"/>
    <w:rsid w:val="00B95575"/>
    <w:rsid w:val="00BC13C4"/>
    <w:rsid w:val="00BD5260"/>
    <w:rsid w:val="00BD6B85"/>
    <w:rsid w:val="00BE379E"/>
    <w:rsid w:val="00BE7EEC"/>
    <w:rsid w:val="00BF3461"/>
    <w:rsid w:val="00BF46CB"/>
    <w:rsid w:val="00BF4B9F"/>
    <w:rsid w:val="00BF4BE0"/>
    <w:rsid w:val="00BF5A05"/>
    <w:rsid w:val="00C03309"/>
    <w:rsid w:val="00C315C3"/>
    <w:rsid w:val="00C355B4"/>
    <w:rsid w:val="00C51F38"/>
    <w:rsid w:val="00C56AF6"/>
    <w:rsid w:val="00C642D0"/>
    <w:rsid w:val="00C775FA"/>
    <w:rsid w:val="00C81EBF"/>
    <w:rsid w:val="00C8286F"/>
    <w:rsid w:val="00CA0106"/>
    <w:rsid w:val="00CC2863"/>
    <w:rsid w:val="00CD59D9"/>
    <w:rsid w:val="00CF3887"/>
    <w:rsid w:val="00CF5EBB"/>
    <w:rsid w:val="00CF7F90"/>
    <w:rsid w:val="00D01CC2"/>
    <w:rsid w:val="00D04C53"/>
    <w:rsid w:val="00D16505"/>
    <w:rsid w:val="00D1714F"/>
    <w:rsid w:val="00D27121"/>
    <w:rsid w:val="00D34A83"/>
    <w:rsid w:val="00D37A4D"/>
    <w:rsid w:val="00D43C74"/>
    <w:rsid w:val="00D46B7A"/>
    <w:rsid w:val="00D9205F"/>
    <w:rsid w:val="00D949A1"/>
    <w:rsid w:val="00D97379"/>
    <w:rsid w:val="00D976B5"/>
    <w:rsid w:val="00DA1E43"/>
    <w:rsid w:val="00DA344F"/>
    <w:rsid w:val="00DB5B7B"/>
    <w:rsid w:val="00DC518B"/>
    <w:rsid w:val="00DC5916"/>
    <w:rsid w:val="00DD7A41"/>
    <w:rsid w:val="00DE01B7"/>
    <w:rsid w:val="00DF39D0"/>
    <w:rsid w:val="00E041F2"/>
    <w:rsid w:val="00E611D1"/>
    <w:rsid w:val="00E838DE"/>
    <w:rsid w:val="00E91D5F"/>
    <w:rsid w:val="00EA72D4"/>
    <w:rsid w:val="00EC5F47"/>
    <w:rsid w:val="00ED5FE0"/>
    <w:rsid w:val="00F150F1"/>
    <w:rsid w:val="00F768E0"/>
    <w:rsid w:val="00F800DB"/>
    <w:rsid w:val="00FA088A"/>
    <w:rsid w:val="00FA6A2D"/>
    <w:rsid w:val="00FE159D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1C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62F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5575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839</TotalTime>
  <Pages>1</Pages>
  <Words>54</Words>
  <Characters>312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68</cp:revision>
  <cp:lastPrinted>2018-04-19T07:20:00Z</cp:lastPrinted>
  <dcterms:created xsi:type="dcterms:W3CDTF">2017-04-13T12:24:00Z</dcterms:created>
  <dcterms:modified xsi:type="dcterms:W3CDTF">2018-04-27T06:54:00Z</dcterms:modified>
</cp:coreProperties>
</file>