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6A3" w:rsidRDefault="00A546A3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21.12</w:t>
      </w:r>
      <w:r w:rsidRPr="00162F14">
        <w:rPr>
          <w:rFonts w:ascii="Times New Roman" w:hAnsi="Times New Roman"/>
          <w:b/>
          <w:sz w:val="40"/>
        </w:rPr>
        <w:t>.2017 года</w:t>
      </w:r>
    </w:p>
    <w:p w:rsidR="00A546A3" w:rsidRDefault="00A546A3" w:rsidP="004A273D">
      <w:pPr>
        <w:jc w:val="both"/>
        <w:rPr>
          <w:rFonts w:ascii="Times New Roman" w:hAnsi="Times New Roman"/>
          <w:b/>
          <w:sz w:val="40"/>
        </w:rPr>
      </w:pPr>
    </w:p>
    <w:p w:rsidR="00A546A3" w:rsidRPr="002D5011" w:rsidRDefault="00A546A3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A546A3" w:rsidRDefault="00A546A3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A546A3" w:rsidRDefault="00A546A3" w:rsidP="0046245B">
      <w:pPr>
        <w:pStyle w:val="ListParagraph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sz w:val="32"/>
        </w:rPr>
      </w:pPr>
      <w:r w:rsidRPr="00D97379">
        <w:rPr>
          <w:rFonts w:ascii="Times New Roman" w:hAnsi="Times New Roman"/>
          <w:b/>
          <w:sz w:val="32"/>
        </w:rPr>
        <w:t>ПЭЦ</w:t>
      </w:r>
      <w:r w:rsidRPr="00D97379">
        <w:rPr>
          <w:rFonts w:ascii="Times New Roman" w:hAnsi="Times New Roman"/>
          <w:sz w:val="32"/>
        </w:rPr>
        <w:t xml:space="preserve"> </w:t>
      </w:r>
      <w:r w:rsidRPr="005B298E">
        <w:rPr>
          <w:rFonts w:ascii="Times New Roman" w:hAnsi="Times New Roman"/>
          <w:b/>
          <w:sz w:val="32"/>
        </w:rPr>
        <w:t xml:space="preserve">( 992 0113 </w:t>
      </w:r>
      <w:r>
        <w:rPr>
          <w:rFonts w:ascii="Times New Roman" w:hAnsi="Times New Roman"/>
          <w:b/>
          <w:sz w:val="32"/>
        </w:rPr>
        <w:t>5620100590 211</w:t>
      </w:r>
      <w:r w:rsidRPr="00D97379">
        <w:rPr>
          <w:rFonts w:ascii="Times New Roman" w:hAnsi="Times New Roman"/>
          <w:sz w:val="32"/>
        </w:rPr>
        <w:t xml:space="preserve">) </w:t>
      </w:r>
      <w:r>
        <w:rPr>
          <w:rFonts w:ascii="Times New Roman" w:hAnsi="Times New Roman"/>
          <w:sz w:val="32"/>
        </w:rPr>
        <w:t>– 78 000,0</w:t>
      </w:r>
    </w:p>
    <w:p w:rsidR="00A546A3" w:rsidRDefault="00A546A3" w:rsidP="005B298E">
      <w:pPr>
        <w:pStyle w:val="ListParagraph"/>
        <w:spacing w:after="0" w:line="240" w:lineRule="auto"/>
        <w:ind w:left="142"/>
        <w:rPr>
          <w:rFonts w:ascii="Times New Roman" w:hAnsi="Times New Roman"/>
          <w:sz w:val="32"/>
        </w:rPr>
      </w:pPr>
    </w:p>
    <w:p w:rsidR="00A546A3" w:rsidRPr="00411753" w:rsidRDefault="00A546A3" w:rsidP="00D16505">
      <w:pPr>
        <w:pStyle w:val="ListParagraph"/>
        <w:spacing w:after="0" w:line="240" w:lineRule="auto"/>
        <w:ind w:left="50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992 0113 5620100590 129 – 80 000,0</w:t>
      </w:r>
    </w:p>
    <w:p w:rsidR="00A546A3" w:rsidRPr="00400802" w:rsidRDefault="00A546A3" w:rsidP="004A22E5">
      <w:pPr>
        <w:rPr>
          <w:rFonts w:ascii="Times New Roman" w:hAnsi="Times New Roman"/>
          <w:sz w:val="32"/>
        </w:rPr>
      </w:pPr>
    </w:p>
    <w:p w:rsidR="00A546A3" w:rsidRDefault="00A546A3" w:rsidP="0046245B">
      <w:pPr>
        <w:numPr>
          <w:ilvl w:val="0"/>
          <w:numId w:val="1"/>
        </w:numPr>
        <w:ind w:hanging="720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 xml:space="preserve">Глава (992 0102 5010000190 121)  - </w:t>
      </w:r>
      <w:r>
        <w:rPr>
          <w:rFonts w:ascii="Times New Roman" w:hAnsi="Times New Roman"/>
          <w:sz w:val="32"/>
        </w:rPr>
        <w:t>13696,34</w:t>
      </w:r>
    </w:p>
    <w:p w:rsidR="00A546A3" w:rsidRDefault="00A546A3" w:rsidP="004A22E5">
      <w:pPr>
        <w:ind w:left="900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992 0102 5010000190 129 – 3400,0</w:t>
      </w:r>
    </w:p>
    <w:p w:rsidR="00A546A3" w:rsidRDefault="00A546A3" w:rsidP="004A273D">
      <w:pPr>
        <w:ind w:left="14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3) 992 1001 6310040010 313 – 3700,0</w:t>
      </w:r>
    </w:p>
    <w:p w:rsidR="00A546A3" w:rsidRDefault="00A546A3" w:rsidP="004A273D">
      <w:pPr>
        <w:ind w:left="14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4)992 0203</w:t>
      </w:r>
    </w:p>
    <w:p w:rsidR="00A546A3" w:rsidRDefault="00A546A3" w:rsidP="000E447E">
      <w:pPr>
        <w:pStyle w:val="ListParagraph"/>
        <w:ind w:left="644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</w:t>
      </w:r>
    </w:p>
    <w:p w:rsidR="00A546A3" w:rsidRPr="00D16505" w:rsidRDefault="00A546A3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A546A3" w:rsidRDefault="00A546A3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546A3" w:rsidRPr="00006EF9" w:rsidRDefault="00A546A3" w:rsidP="00D97379">
      <w:pPr>
        <w:spacing w:after="0" w:line="240" w:lineRule="auto"/>
        <w:rPr>
          <w:rFonts w:ascii="Times New Roman" w:hAnsi="Times New Roman"/>
          <w:b/>
          <w:sz w:val="32"/>
        </w:rPr>
      </w:pPr>
      <w:r w:rsidRPr="00006EF9">
        <w:rPr>
          <w:rFonts w:ascii="Times New Roman" w:hAnsi="Times New Roman"/>
          <w:b/>
          <w:sz w:val="32"/>
        </w:rPr>
        <w:t>ИТОГО добавлено по сессии</w:t>
      </w:r>
      <w:r>
        <w:rPr>
          <w:rFonts w:ascii="Times New Roman" w:hAnsi="Times New Roman"/>
          <w:b/>
          <w:sz w:val="32"/>
        </w:rPr>
        <w:t xml:space="preserve">  </w:t>
      </w:r>
    </w:p>
    <w:sectPr w:rsidR="00A546A3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21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51FA1DF1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80063"/>
    <w:rsid w:val="000B3333"/>
    <w:rsid w:val="000B47CF"/>
    <w:rsid w:val="000B63FB"/>
    <w:rsid w:val="000B67C6"/>
    <w:rsid w:val="000E447E"/>
    <w:rsid w:val="000E5630"/>
    <w:rsid w:val="00107B2C"/>
    <w:rsid w:val="00162F14"/>
    <w:rsid w:val="00173074"/>
    <w:rsid w:val="001F011E"/>
    <w:rsid w:val="0024543F"/>
    <w:rsid w:val="00267ABC"/>
    <w:rsid w:val="002A1202"/>
    <w:rsid w:val="002B365B"/>
    <w:rsid w:val="002D2367"/>
    <w:rsid w:val="002D26F9"/>
    <w:rsid w:val="002D5011"/>
    <w:rsid w:val="00331A1C"/>
    <w:rsid w:val="003733B3"/>
    <w:rsid w:val="003A6FA5"/>
    <w:rsid w:val="003E3E67"/>
    <w:rsid w:val="003F0738"/>
    <w:rsid w:val="00400802"/>
    <w:rsid w:val="00404AC8"/>
    <w:rsid w:val="00411753"/>
    <w:rsid w:val="0043495F"/>
    <w:rsid w:val="004440A7"/>
    <w:rsid w:val="00457697"/>
    <w:rsid w:val="0046245B"/>
    <w:rsid w:val="0047406D"/>
    <w:rsid w:val="004A22E5"/>
    <w:rsid w:val="004A273D"/>
    <w:rsid w:val="004B33C6"/>
    <w:rsid w:val="004B4E0D"/>
    <w:rsid w:val="005043F1"/>
    <w:rsid w:val="00513980"/>
    <w:rsid w:val="005434F3"/>
    <w:rsid w:val="005725D2"/>
    <w:rsid w:val="005A7C44"/>
    <w:rsid w:val="005B298E"/>
    <w:rsid w:val="005E63E9"/>
    <w:rsid w:val="00671024"/>
    <w:rsid w:val="00671270"/>
    <w:rsid w:val="006A0441"/>
    <w:rsid w:val="006C7878"/>
    <w:rsid w:val="006F393E"/>
    <w:rsid w:val="007076BC"/>
    <w:rsid w:val="00710A4D"/>
    <w:rsid w:val="007967D5"/>
    <w:rsid w:val="007A0C33"/>
    <w:rsid w:val="007A4659"/>
    <w:rsid w:val="007A611A"/>
    <w:rsid w:val="007C7C9C"/>
    <w:rsid w:val="00812D3A"/>
    <w:rsid w:val="00874F40"/>
    <w:rsid w:val="00883445"/>
    <w:rsid w:val="008E2AA3"/>
    <w:rsid w:val="008E3B48"/>
    <w:rsid w:val="008F5021"/>
    <w:rsid w:val="0095210B"/>
    <w:rsid w:val="0095531C"/>
    <w:rsid w:val="00983E7A"/>
    <w:rsid w:val="00993F41"/>
    <w:rsid w:val="009A0CCB"/>
    <w:rsid w:val="009F3645"/>
    <w:rsid w:val="00A01BBB"/>
    <w:rsid w:val="00A116D6"/>
    <w:rsid w:val="00A25B9B"/>
    <w:rsid w:val="00A400BB"/>
    <w:rsid w:val="00A45361"/>
    <w:rsid w:val="00A546A3"/>
    <w:rsid w:val="00A75EBA"/>
    <w:rsid w:val="00AA0A53"/>
    <w:rsid w:val="00AD41CA"/>
    <w:rsid w:val="00B00086"/>
    <w:rsid w:val="00B51A71"/>
    <w:rsid w:val="00B57259"/>
    <w:rsid w:val="00BD6B85"/>
    <w:rsid w:val="00BE379E"/>
    <w:rsid w:val="00BF46CB"/>
    <w:rsid w:val="00BF4B9F"/>
    <w:rsid w:val="00BF4BE0"/>
    <w:rsid w:val="00BF5A05"/>
    <w:rsid w:val="00C355B4"/>
    <w:rsid w:val="00C36502"/>
    <w:rsid w:val="00C775FA"/>
    <w:rsid w:val="00C81EBF"/>
    <w:rsid w:val="00C8286F"/>
    <w:rsid w:val="00CA0106"/>
    <w:rsid w:val="00CC2863"/>
    <w:rsid w:val="00CF3887"/>
    <w:rsid w:val="00CF5EBB"/>
    <w:rsid w:val="00CF7F90"/>
    <w:rsid w:val="00D01CC2"/>
    <w:rsid w:val="00D16505"/>
    <w:rsid w:val="00D27121"/>
    <w:rsid w:val="00D37A4D"/>
    <w:rsid w:val="00D949A1"/>
    <w:rsid w:val="00D97379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838DE"/>
    <w:rsid w:val="00EA72D4"/>
    <w:rsid w:val="00EE5AFD"/>
    <w:rsid w:val="00F150F1"/>
    <w:rsid w:val="00F800DB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408</TotalTime>
  <Pages>1</Pages>
  <Words>50</Words>
  <Characters>286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50</cp:revision>
  <cp:lastPrinted>2017-12-13T14:25:00Z</cp:lastPrinted>
  <dcterms:created xsi:type="dcterms:W3CDTF">2017-04-13T12:24:00Z</dcterms:created>
  <dcterms:modified xsi:type="dcterms:W3CDTF">2017-12-20T05:21:00Z</dcterms:modified>
</cp:coreProperties>
</file>