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087" w:rsidRPr="005742A8" w:rsidRDefault="00372087" w:rsidP="00C117F7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5742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</w:p>
    <w:p w:rsidR="00372087" w:rsidRPr="005742A8" w:rsidRDefault="00372087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5742A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5742A8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372087" w:rsidRPr="005742A8" w:rsidRDefault="00372087" w:rsidP="003F6C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 w:rsidRPr="00017E48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Pr="00FA3653">
        <w:rPr>
          <w:rFonts w:ascii="Times New Roman" w:hAnsi="Times New Roman"/>
          <w:sz w:val="28"/>
          <w:szCs w:val="28"/>
        </w:rPr>
        <w:t>Предоставление жилого помещения муниципального жилищного фонда по договору социального найма</w:t>
      </w:r>
      <w:r>
        <w:rPr>
          <w:rFonts w:ascii="Times New Roman" w:hAnsi="Times New Roman"/>
          <w:sz w:val="28"/>
          <w:szCs w:val="28"/>
        </w:rPr>
        <w:t>»</w:t>
      </w:r>
    </w:p>
    <w:p w:rsidR="00372087" w:rsidRDefault="00372087" w:rsidP="007B7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087" w:rsidRPr="005742A8" w:rsidRDefault="00372087" w:rsidP="004F1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087" w:rsidRDefault="00372087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bookmarkStart w:id="0" w:name="Par264"/>
      <w:bookmarkEnd w:id="0"/>
      <w:r>
        <w:rPr>
          <w:rFonts w:ascii="Times New Roman" w:hAnsi="Times New Roman" w:cs="Times New Roman"/>
          <w:sz w:val="28"/>
          <w:szCs w:val="28"/>
        </w:rPr>
        <w:t xml:space="preserve">Главе Вышестеблиевского </w:t>
      </w:r>
    </w:p>
    <w:p w:rsidR="00372087" w:rsidRPr="00BA275E" w:rsidRDefault="00372087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</w:t>
      </w:r>
      <w:r w:rsidRPr="00BA275E">
        <w:rPr>
          <w:rFonts w:ascii="Times New Roman" w:hAnsi="Times New Roman" w:cs="Times New Roman"/>
          <w:sz w:val="28"/>
          <w:szCs w:val="28"/>
        </w:rPr>
        <w:t>ского поселения</w:t>
      </w:r>
    </w:p>
    <w:p w:rsidR="00372087" w:rsidRPr="00BA275E" w:rsidRDefault="00372087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72087" w:rsidRDefault="00372087" w:rsidP="003F6CD2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372087" w:rsidRPr="001718C6" w:rsidRDefault="00372087" w:rsidP="001718C6">
      <w:pPr>
        <w:pStyle w:val="ConsPlusNonformat"/>
        <w:ind w:left="6096"/>
        <w:rPr>
          <w:rFonts w:ascii="Times New Roman" w:hAnsi="Times New Roman" w:cs="Times New Roman"/>
        </w:rPr>
      </w:pPr>
      <w:r w:rsidRPr="001718C6">
        <w:rPr>
          <w:rFonts w:ascii="Times New Roman" w:hAnsi="Times New Roman" w:cs="Times New Roman"/>
        </w:rPr>
        <w:t>(Ф.И.О.)</w:t>
      </w:r>
    </w:p>
    <w:p w:rsidR="00372087" w:rsidRDefault="00372087" w:rsidP="003F6CD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72087" w:rsidRDefault="00372087" w:rsidP="003F6C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72087" w:rsidRDefault="00372087" w:rsidP="004F69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>ДЕКЛАРАЦИЯ</w:t>
      </w:r>
    </w:p>
    <w:p w:rsidR="00372087" w:rsidRPr="004F69F0" w:rsidRDefault="00372087" w:rsidP="004F69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>ОБ ОТСУТСТВИИ В ТЕЧЕНИЕ ПОСЛЕДНИХ ПЯТИ ЛЕТ, ПРЕДШЕСТВУЮЩИХ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9F0">
        <w:rPr>
          <w:rFonts w:ascii="Times New Roman" w:hAnsi="Times New Roman" w:cs="Times New Roman"/>
          <w:sz w:val="28"/>
          <w:szCs w:val="28"/>
        </w:rPr>
        <w:t>ПОДАЧЕ</w:t>
      </w:r>
      <w:r>
        <w:rPr>
          <w:rFonts w:ascii="Times New Roman" w:hAnsi="Times New Roman" w:cs="Times New Roman"/>
          <w:sz w:val="28"/>
          <w:szCs w:val="28"/>
        </w:rPr>
        <w:t xml:space="preserve"> ЗАЯВЛЕНИЯ О ПРЕДОСТАВЛЕНИИ ЖИЛОГО ПОМЕЩЕНИЯ МУНИЦИПАЛЬНОГО ЖИЛИЩНОГО ФОНДА ПО ДОГОВОРУ СОЦИАЛЬНОГО НАЙМА,</w:t>
      </w:r>
      <w:r w:rsidRPr="004F69F0">
        <w:rPr>
          <w:rFonts w:ascii="Times New Roman" w:hAnsi="Times New Roman" w:cs="Times New Roman"/>
          <w:sz w:val="28"/>
          <w:szCs w:val="28"/>
        </w:rPr>
        <w:t xml:space="preserve"> ЖИЛОГО(ЫХ) ПОМЕЩЕНИЯ(ИЙ) НА ПРАВЕ СОБСТВЕННОСТИ</w:t>
      </w:r>
    </w:p>
    <w:p w:rsidR="00372087" w:rsidRPr="004F69F0" w:rsidRDefault="00372087" w:rsidP="004F69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72087" w:rsidRPr="004F69F0" w:rsidRDefault="00372087" w:rsidP="004F69F0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 xml:space="preserve">    Я, ___________________________________________________________</w:t>
      </w:r>
    </w:p>
    <w:p w:rsidR="00372087" w:rsidRPr="004F69F0" w:rsidRDefault="00372087" w:rsidP="004F69F0">
      <w:pPr>
        <w:pStyle w:val="ConsPlusNonformat"/>
        <w:ind w:left="2552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  <w:sz w:val="28"/>
          <w:szCs w:val="28"/>
        </w:rPr>
        <w:t xml:space="preserve">     </w:t>
      </w:r>
      <w:r w:rsidRPr="004F69F0">
        <w:rPr>
          <w:rFonts w:ascii="Times New Roman" w:hAnsi="Times New Roman" w:cs="Times New Roman"/>
        </w:rPr>
        <w:t>(фамилия, имя, отчество полностью)</w:t>
      </w:r>
    </w:p>
    <w:p w:rsidR="00372087" w:rsidRDefault="00372087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>дата рождения 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4F69F0">
        <w:rPr>
          <w:rFonts w:ascii="Times New Roman" w:hAnsi="Times New Roman" w:cs="Times New Roman"/>
          <w:sz w:val="28"/>
          <w:szCs w:val="28"/>
        </w:rPr>
        <w:t>___ года, докумен</w:t>
      </w:r>
      <w:r>
        <w:rPr>
          <w:rFonts w:ascii="Times New Roman" w:hAnsi="Times New Roman" w:cs="Times New Roman"/>
          <w:sz w:val="28"/>
          <w:szCs w:val="28"/>
        </w:rPr>
        <w:t>т, удостоверяющий личность ____</w:t>
      </w:r>
    </w:p>
    <w:p w:rsidR="00372087" w:rsidRPr="004F69F0" w:rsidRDefault="00372087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4F69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9F0">
        <w:rPr>
          <w:rFonts w:ascii="Times New Roman" w:hAnsi="Times New Roman" w:cs="Times New Roman"/>
          <w:sz w:val="28"/>
          <w:szCs w:val="28"/>
        </w:rPr>
        <w:t>серия 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F69F0">
        <w:rPr>
          <w:rFonts w:ascii="Times New Roman" w:hAnsi="Times New Roman" w:cs="Times New Roman"/>
          <w:sz w:val="28"/>
          <w:szCs w:val="28"/>
        </w:rPr>
        <w:t>___ номер 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F69F0">
        <w:rPr>
          <w:rFonts w:ascii="Times New Roman" w:hAnsi="Times New Roman" w:cs="Times New Roman"/>
          <w:sz w:val="28"/>
          <w:szCs w:val="28"/>
        </w:rPr>
        <w:t>_____, выдан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  <w:r w:rsidRPr="004F69F0"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372087" w:rsidRPr="004F69F0" w:rsidRDefault="00372087" w:rsidP="004F69F0">
      <w:pPr>
        <w:pStyle w:val="ConsPlusNonformat"/>
        <w:ind w:left="2835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</w:rPr>
        <w:t>(наименование органа, выдавшего документ)</w:t>
      </w:r>
    </w:p>
    <w:p w:rsidR="00372087" w:rsidRDefault="00372087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Pr="004F69F0">
        <w:rPr>
          <w:rFonts w:ascii="Times New Roman" w:hAnsi="Times New Roman" w:cs="Times New Roman"/>
          <w:sz w:val="28"/>
          <w:szCs w:val="28"/>
        </w:rPr>
        <w:t xml:space="preserve"> _________ г., зарегистрирова</w:t>
      </w:r>
      <w:r>
        <w:rPr>
          <w:rFonts w:ascii="Times New Roman" w:hAnsi="Times New Roman" w:cs="Times New Roman"/>
          <w:sz w:val="28"/>
          <w:szCs w:val="28"/>
        </w:rPr>
        <w:t xml:space="preserve">нный(ая) по месту жительства по </w:t>
      </w:r>
      <w:r w:rsidRPr="004F69F0">
        <w:rPr>
          <w:rFonts w:ascii="Times New Roman" w:hAnsi="Times New Roman" w:cs="Times New Roman"/>
          <w:sz w:val="28"/>
          <w:szCs w:val="28"/>
        </w:rPr>
        <w:t>адресу:</w:t>
      </w:r>
    </w:p>
    <w:p w:rsidR="00372087" w:rsidRDefault="00372087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4F69F0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372087" w:rsidRPr="004F69F0" w:rsidRDefault="00372087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Pr="004F69F0">
        <w:rPr>
          <w:rFonts w:ascii="Times New Roman" w:hAnsi="Times New Roman" w:cs="Times New Roman"/>
          <w:sz w:val="28"/>
          <w:szCs w:val="28"/>
        </w:rPr>
        <w:t>,</w:t>
      </w:r>
    </w:p>
    <w:p w:rsidR="00372087" w:rsidRPr="004F69F0" w:rsidRDefault="00372087" w:rsidP="004F69F0">
      <w:pPr>
        <w:pStyle w:val="ConsPlusNonformat"/>
        <w:jc w:val="center"/>
        <w:rPr>
          <w:rFonts w:ascii="Times New Roman" w:hAnsi="Times New Roman" w:cs="Times New Roman"/>
        </w:rPr>
      </w:pPr>
      <w:r w:rsidRPr="004F69F0">
        <w:rPr>
          <w:rFonts w:ascii="Times New Roman" w:hAnsi="Times New Roman" w:cs="Times New Roman"/>
        </w:rPr>
        <w:t>(почтовый индекс, населенный пункт, улица, номер дома, корпуса, квартиры)</w:t>
      </w:r>
    </w:p>
    <w:p w:rsidR="00372087" w:rsidRPr="004F69F0" w:rsidRDefault="00372087" w:rsidP="004F69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F69F0">
        <w:rPr>
          <w:rFonts w:ascii="Times New Roman" w:hAnsi="Times New Roman" w:cs="Times New Roman"/>
          <w:sz w:val="28"/>
          <w:szCs w:val="28"/>
        </w:rPr>
        <w:t>настоящим  подтверждаю,  что  в  течение  последних  пяти  лет,  с</w:t>
      </w: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372087" w:rsidRPr="004F69F0" w:rsidRDefault="00372087" w:rsidP="00925A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 года по _________</w:t>
      </w:r>
      <w:r w:rsidRPr="004F69F0">
        <w:rPr>
          <w:rFonts w:ascii="Times New Roman" w:hAnsi="Times New Roman" w:cs="Times New Roman"/>
          <w:sz w:val="28"/>
          <w:szCs w:val="28"/>
        </w:rPr>
        <w:t>__ года, предшествующих</w:t>
      </w:r>
      <w:r>
        <w:rPr>
          <w:rFonts w:ascii="Times New Roman" w:hAnsi="Times New Roman" w:cs="Times New Roman"/>
          <w:sz w:val="28"/>
          <w:szCs w:val="28"/>
        </w:rPr>
        <w:t xml:space="preserve"> дате, </w:t>
      </w:r>
      <w:r w:rsidRPr="004F69F0">
        <w:rPr>
          <w:rFonts w:ascii="Times New Roman" w:hAnsi="Times New Roman" w:cs="Times New Roman"/>
          <w:sz w:val="28"/>
          <w:szCs w:val="28"/>
        </w:rPr>
        <w:t xml:space="preserve">указанной  в  заявлении  о </w:t>
      </w:r>
      <w:r>
        <w:rPr>
          <w:rFonts w:ascii="Times New Roman" w:hAnsi="Times New Roman" w:cs="Times New Roman"/>
          <w:sz w:val="28"/>
          <w:szCs w:val="28"/>
        </w:rPr>
        <w:t>предоставлении</w:t>
      </w:r>
      <w:r w:rsidRPr="004F69F0">
        <w:rPr>
          <w:rFonts w:ascii="Times New Roman" w:hAnsi="Times New Roman" w:cs="Times New Roman"/>
          <w:sz w:val="28"/>
          <w:szCs w:val="28"/>
        </w:rPr>
        <w:t xml:space="preserve">  м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4F69F0">
        <w:rPr>
          <w:rFonts w:ascii="Times New Roman" w:hAnsi="Times New Roman" w:cs="Times New Roman"/>
          <w:sz w:val="28"/>
          <w:szCs w:val="28"/>
        </w:rPr>
        <w:t xml:space="preserve"> / моей  семь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F69F0">
        <w:rPr>
          <w:rFonts w:ascii="Times New Roman" w:hAnsi="Times New Roman" w:cs="Times New Roman"/>
          <w:sz w:val="28"/>
          <w:szCs w:val="28"/>
        </w:rPr>
        <w:t xml:space="preserve"> 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9F0">
        <w:rPr>
          <w:rFonts w:ascii="Times New Roman" w:hAnsi="Times New Roman" w:cs="Times New Roman"/>
          <w:sz w:val="28"/>
          <w:szCs w:val="28"/>
        </w:rPr>
        <w:t>мое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4F69F0">
        <w:rPr>
          <w:rFonts w:ascii="Times New Roman" w:hAnsi="Times New Roman" w:cs="Times New Roman"/>
          <w:sz w:val="28"/>
          <w:szCs w:val="28"/>
        </w:rPr>
        <w:t xml:space="preserve"> подопечно</w:t>
      </w:r>
      <w:r>
        <w:rPr>
          <w:rFonts w:ascii="Times New Roman" w:hAnsi="Times New Roman" w:cs="Times New Roman"/>
          <w:sz w:val="28"/>
          <w:szCs w:val="28"/>
        </w:rPr>
        <w:t>му жилого помещения муниципального жилищного фонда по договору социального найма</w:t>
      </w:r>
      <w:r w:rsidRPr="004F69F0">
        <w:rPr>
          <w:rFonts w:ascii="Times New Roman" w:hAnsi="Times New Roman" w:cs="Times New Roman"/>
          <w:sz w:val="28"/>
          <w:szCs w:val="28"/>
        </w:rPr>
        <w:t>, я / я и члены моей семьи, проживающие совместно со мной,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9F0">
        <w:rPr>
          <w:rFonts w:ascii="Times New Roman" w:hAnsi="Times New Roman" w:cs="Times New Roman"/>
          <w:sz w:val="28"/>
          <w:szCs w:val="28"/>
        </w:rPr>
        <w:t>в том  числе:</w:t>
      </w:r>
    </w:p>
    <w:p w:rsidR="00372087" w:rsidRPr="004F69F0" w:rsidRDefault="00372087" w:rsidP="004F6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7"/>
        <w:gridCol w:w="6026"/>
        <w:gridCol w:w="2976"/>
      </w:tblGrid>
      <w:tr w:rsidR="00372087" w:rsidRPr="00AA1042" w:rsidTr="00925A8E">
        <w:tc>
          <w:tcPr>
            <w:tcW w:w="577" w:type="dxa"/>
          </w:tcPr>
          <w:p w:rsidR="00372087" w:rsidRPr="00AA1042" w:rsidRDefault="00372087" w:rsidP="00925A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4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26" w:type="dxa"/>
          </w:tcPr>
          <w:p w:rsidR="00372087" w:rsidRPr="00AA1042" w:rsidRDefault="00372087" w:rsidP="00925A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4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членов семьи заявителя</w:t>
            </w:r>
          </w:p>
        </w:tc>
        <w:tc>
          <w:tcPr>
            <w:tcW w:w="2976" w:type="dxa"/>
          </w:tcPr>
          <w:p w:rsidR="00372087" w:rsidRPr="00AA1042" w:rsidRDefault="00372087" w:rsidP="00925A8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042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 членов семьи по отношению к заявителю</w:t>
            </w:r>
          </w:p>
        </w:tc>
      </w:tr>
      <w:tr w:rsidR="00372087" w:rsidRPr="00AA1042" w:rsidTr="00925A8E">
        <w:tc>
          <w:tcPr>
            <w:tcW w:w="577" w:type="dxa"/>
          </w:tcPr>
          <w:p w:rsidR="00372087" w:rsidRPr="00AA1042" w:rsidRDefault="00372087" w:rsidP="004F69F0">
            <w:pPr>
              <w:pStyle w:val="ConsPlusNonformat"/>
            </w:pPr>
          </w:p>
        </w:tc>
        <w:tc>
          <w:tcPr>
            <w:tcW w:w="6026" w:type="dxa"/>
          </w:tcPr>
          <w:p w:rsidR="00372087" w:rsidRPr="00AA1042" w:rsidRDefault="00372087" w:rsidP="004F69F0">
            <w:pPr>
              <w:pStyle w:val="ConsPlusNonformat"/>
            </w:pPr>
          </w:p>
          <w:p w:rsidR="00372087" w:rsidRPr="00AA1042" w:rsidRDefault="00372087" w:rsidP="004F69F0">
            <w:pPr>
              <w:pStyle w:val="ConsPlusNonformat"/>
            </w:pPr>
          </w:p>
        </w:tc>
        <w:tc>
          <w:tcPr>
            <w:tcW w:w="2976" w:type="dxa"/>
          </w:tcPr>
          <w:p w:rsidR="00372087" w:rsidRPr="00AA1042" w:rsidRDefault="00372087" w:rsidP="004F69F0">
            <w:pPr>
              <w:pStyle w:val="ConsPlusNonformat"/>
            </w:pPr>
          </w:p>
        </w:tc>
      </w:tr>
      <w:tr w:rsidR="00372087" w:rsidRPr="00AA1042" w:rsidTr="00925A8E">
        <w:tc>
          <w:tcPr>
            <w:tcW w:w="577" w:type="dxa"/>
          </w:tcPr>
          <w:p w:rsidR="00372087" w:rsidRPr="00AA1042" w:rsidRDefault="00372087" w:rsidP="004F69F0">
            <w:pPr>
              <w:pStyle w:val="ConsPlusNonformat"/>
            </w:pPr>
          </w:p>
        </w:tc>
        <w:tc>
          <w:tcPr>
            <w:tcW w:w="6026" w:type="dxa"/>
          </w:tcPr>
          <w:p w:rsidR="00372087" w:rsidRPr="00AA1042" w:rsidRDefault="00372087" w:rsidP="004F69F0">
            <w:pPr>
              <w:pStyle w:val="ConsPlusNonformat"/>
            </w:pPr>
          </w:p>
          <w:p w:rsidR="00372087" w:rsidRPr="00AA1042" w:rsidRDefault="00372087" w:rsidP="004F69F0">
            <w:pPr>
              <w:pStyle w:val="ConsPlusNonformat"/>
            </w:pPr>
          </w:p>
        </w:tc>
        <w:tc>
          <w:tcPr>
            <w:tcW w:w="2976" w:type="dxa"/>
          </w:tcPr>
          <w:p w:rsidR="00372087" w:rsidRPr="00AA1042" w:rsidRDefault="00372087" w:rsidP="004F69F0">
            <w:pPr>
              <w:pStyle w:val="ConsPlusNonformat"/>
            </w:pPr>
          </w:p>
        </w:tc>
      </w:tr>
      <w:tr w:rsidR="00372087" w:rsidRPr="00AA1042" w:rsidTr="00925A8E">
        <w:tc>
          <w:tcPr>
            <w:tcW w:w="577" w:type="dxa"/>
          </w:tcPr>
          <w:p w:rsidR="00372087" w:rsidRPr="00AA1042" w:rsidRDefault="00372087" w:rsidP="004F69F0">
            <w:pPr>
              <w:pStyle w:val="ConsPlusNonformat"/>
            </w:pPr>
          </w:p>
        </w:tc>
        <w:tc>
          <w:tcPr>
            <w:tcW w:w="6026" w:type="dxa"/>
          </w:tcPr>
          <w:p w:rsidR="00372087" w:rsidRPr="00AA1042" w:rsidRDefault="00372087" w:rsidP="004F69F0">
            <w:pPr>
              <w:pStyle w:val="ConsPlusNonformat"/>
            </w:pPr>
          </w:p>
          <w:p w:rsidR="00372087" w:rsidRPr="00AA1042" w:rsidRDefault="00372087" w:rsidP="004F69F0">
            <w:pPr>
              <w:pStyle w:val="ConsPlusNonformat"/>
            </w:pPr>
          </w:p>
        </w:tc>
        <w:tc>
          <w:tcPr>
            <w:tcW w:w="2976" w:type="dxa"/>
          </w:tcPr>
          <w:p w:rsidR="00372087" w:rsidRPr="00AA1042" w:rsidRDefault="00372087" w:rsidP="004F69F0">
            <w:pPr>
              <w:pStyle w:val="ConsPlusNonformat"/>
            </w:pPr>
          </w:p>
        </w:tc>
      </w:tr>
    </w:tbl>
    <w:p w:rsidR="00372087" w:rsidRDefault="00372087" w:rsidP="004F69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372087" w:rsidRDefault="00372087" w:rsidP="004F69F0">
      <w:pPr>
        <w:pStyle w:val="ConsPlusNonformat"/>
      </w:pPr>
      <w:r w:rsidRPr="00925A8E">
        <w:rPr>
          <w:rFonts w:ascii="Times New Roman" w:hAnsi="Times New Roman" w:cs="Times New Roman"/>
          <w:sz w:val="28"/>
          <w:szCs w:val="28"/>
        </w:rPr>
        <w:t>/ мой подопечный</w:t>
      </w:r>
      <w:r>
        <w:t xml:space="preserve"> _____________________________________________________________</w:t>
      </w:r>
    </w:p>
    <w:p w:rsidR="00372087" w:rsidRPr="00925A8E" w:rsidRDefault="00372087" w:rsidP="004F69F0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</w:t>
      </w:r>
      <w:r w:rsidRPr="00925A8E">
        <w:rPr>
          <w:rFonts w:ascii="Times New Roman" w:hAnsi="Times New Roman" w:cs="Times New Roman"/>
        </w:rPr>
        <w:t>(фамилия, имя, отчество)</w:t>
      </w:r>
    </w:p>
    <w:p w:rsidR="00372087" w:rsidRPr="00925A8E" w:rsidRDefault="00372087" w:rsidP="00925A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5A8E">
        <w:rPr>
          <w:rFonts w:ascii="Times New Roman" w:hAnsi="Times New Roman" w:cs="Times New Roman"/>
          <w:sz w:val="28"/>
          <w:szCs w:val="28"/>
        </w:rPr>
        <w:t>не имел(и) и на дату подачи настоящей  декларации  не имею(ем)(ет)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A8E">
        <w:rPr>
          <w:rFonts w:ascii="Times New Roman" w:hAnsi="Times New Roman" w:cs="Times New Roman"/>
          <w:sz w:val="28"/>
          <w:szCs w:val="28"/>
        </w:rPr>
        <w:t>жилого(ых) помещения(ий) на праве собственности.</w:t>
      </w:r>
    </w:p>
    <w:p w:rsidR="00372087" w:rsidRPr="00925A8E" w:rsidRDefault="00372087" w:rsidP="00925A8E">
      <w:pPr>
        <w:pStyle w:val="ConsPlusNonformat"/>
      </w:pPr>
    </w:p>
    <w:p w:rsidR="00372087" w:rsidRPr="004F39F1" w:rsidRDefault="00372087" w:rsidP="003F6CD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  на  получении уполномоченным  органом по учету любых данных, необходимых для  проверки представленных мною сведений и восполнения отсутствующей информации, от соответствующих федеральных, краевых органов  государственной  власти и органов местного  самоуправления, организаций всех форм собственности, а также на обработку и использование моих (наших) персональных данных.</w:t>
      </w:r>
    </w:p>
    <w:p w:rsidR="00372087" w:rsidRDefault="00372087" w:rsidP="00925A8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F39F1">
        <w:rPr>
          <w:rFonts w:ascii="Times New Roman" w:hAnsi="Times New Roman" w:cs="Times New Roman"/>
          <w:sz w:val="28"/>
          <w:szCs w:val="28"/>
        </w:rPr>
        <w:t xml:space="preserve">мы) предупрежден(ы) о последствиях, предусмотренных </w:t>
      </w:r>
      <w:hyperlink r:id="rId6" w:history="1">
        <w:r w:rsidRPr="004F39F1">
          <w:rPr>
            <w:rFonts w:ascii="Times New Roman" w:hAnsi="Times New Roman" w:cs="Times New Roman"/>
            <w:sz w:val="28"/>
            <w:szCs w:val="28"/>
          </w:rPr>
          <w:t>частью 1 статьи 56</w:t>
        </w:r>
      </w:hyperlink>
      <w:r w:rsidRPr="004F39F1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действительности.</w:t>
      </w:r>
    </w:p>
    <w:p w:rsidR="00372087" w:rsidRPr="004F39F1" w:rsidRDefault="00372087" w:rsidP="00B87E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372087" w:rsidRPr="004F39F1" w:rsidRDefault="00372087" w:rsidP="00B87E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372087" w:rsidRPr="004F39F1" w:rsidRDefault="00372087" w:rsidP="00B87ED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372087" w:rsidRPr="003C213D" w:rsidRDefault="00372087" w:rsidP="00B87ED2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372087" w:rsidRPr="003C213D" w:rsidRDefault="00372087" w:rsidP="00B87E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72087" w:rsidRPr="003C213D" w:rsidRDefault="00372087" w:rsidP="00B87E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72087" w:rsidRDefault="00372087" w:rsidP="00B87ED2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72087" w:rsidRPr="003C213D" w:rsidRDefault="00372087" w:rsidP="00B87E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72087" w:rsidRPr="003C213D" w:rsidRDefault="00372087" w:rsidP="00B87ED2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72087" w:rsidRPr="003C213D" w:rsidRDefault="00372087" w:rsidP="00B87E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72087" w:rsidRDefault="00372087" w:rsidP="00B87E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72087" w:rsidRDefault="00372087" w:rsidP="00B87E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72087" w:rsidRDefault="00372087" w:rsidP="00B87ED2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72087" w:rsidRDefault="00372087" w:rsidP="00B87ED2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72087" w:rsidRPr="003C213D" w:rsidRDefault="00372087" w:rsidP="00B87E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F39F1">
        <w:rPr>
          <w:rFonts w:ascii="Times New Roman" w:hAnsi="Times New Roman" w:cs="Times New Roman"/>
          <w:sz w:val="28"/>
          <w:szCs w:val="28"/>
        </w:rPr>
        <w:t>г.</w:t>
      </w:r>
    </w:p>
    <w:p w:rsidR="00372087" w:rsidRPr="003C213D" w:rsidRDefault="00372087" w:rsidP="003F6C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2087" w:rsidRDefault="00372087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2087" w:rsidRDefault="00372087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2087" w:rsidRPr="0058119A" w:rsidRDefault="00372087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2087" w:rsidRDefault="00372087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</w:p>
    <w:p w:rsidR="00372087" w:rsidRPr="0058119A" w:rsidRDefault="00372087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</w:t>
      </w:r>
      <w:r w:rsidRPr="0058119A">
        <w:rPr>
          <w:rFonts w:ascii="Times New Roman" w:hAnsi="Times New Roman"/>
          <w:sz w:val="28"/>
          <w:szCs w:val="28"/>
        </w:rPr>
        <w:t>ского поселения</w:t>
      </w:r>
    </w:p>
    <w:p w:rsidR="00372087" w:rsidRPr="0058119A" w:rsidRDefault="00372087" w:rsidP="007E5E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9A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П.К.Хаджиди</w:t>
      </w:r>
    </w:p>
    <w:p w:rsidR="00372087" w:rsidRDefault="00372087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372087" w:rsidRPr="009A34FD" w:rsidRDefault="00372087" w:rsidP="00102FF9">
      <w:pPr>
        <w:autoSpaceDE w:val="0"/>
        <w:autoSpaceDN w:val="0"/>
        <w:adjustRightInd w:val="0"/>
        <w:spacing w:after="0" w:line="240" w:lineRule="auto"/>
      </w:pPr>
    </w:p>
    <w:sectPr w:rsidR="00372087" w:rsidRPr="009A34FD" w:rsidSect="00925A8E">
      <w:headerReference w:type="default" r:id="rId7"/>
      <w:pgSz w:w="11905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087" w:rsidRDefault="00372087" w:rsidP="00637948">
      <w:pPr>
        <w:spacing w:after="0" w:line="240" w:lineRule="auto"/>
      </w:pPr>
      <w:r>
        <w:separator/>
      </w:r>
    </w:p>
  </w:endnote>
  <w:endnote w:type="continuationSeparator" w:id="0">
    <w:p w:rsidR="00372087" w:rsidRDefault="00372087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087" w:rsidRDefault="00372087" w:rsidP="00637948">
      <w:pPr>
        <w:spacing w:after="0" w:line="240" w:lineRule="auto"/>
      </w:pPr>
      <w:r>
        <w:separator/>
      </w:r>
    </w:p>
  </w:footnote>
  <w:footnote w:type="continuationSeparator" w:id="0">
    <w:p w:rsidR="00372087" w:rsidRDefault="00372087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087" w:rsidRDefault="00372087">
    <w:pPr>
      <w:pStyle w:val="Header"/>
      <w:jc w:val="center"/>
    </w:pPr>
    <w:r w:rsidRPr="00E8319B">
      <w:rPr>
        <w:rFonts w:ascii="Times New Roman" w:hAnsi="Times New Roman"/>
        <w:sz w:val="28"/>
        <w:szCs w:val="28"/>
      </w:rPr>
      <w:fldChar w:fldCharType="begin"/>
    </w:r>
    <w:r w:rsidRPr="00E8319B">
      <w:rPr>
        <w:rFonts w:ascii="Times New Roman" w:hAnsi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E8319B">
      <w:rPr>
        <w:rFonts w:ascii="Times New Roman" w:hAnsi="Times New Roman"/>
        <w:sz w:val="28"/>
        <w:szCs w:val="28"/>
      </w:rPr>
      <w:fldChar w:fldCharType="end"/>
    </w:r>
  </w:p>
  <w:p w:rsidR="00372087" w:rsidRDefault="003720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33B5D"/>
    <w:rsid w:val="00040295"/>
    <w:rsid w:val="00076C2F"/>
    <w:rsid w:val="00092033"/>
    <w:rsid w:val="000B3347"/>
    <w:rsid w:val="00102FF9"/>
    <w:rsid w:val="00104D1E"/>
    <w:rsid w:val="00116A5C"/>
    <w:rsid w:val="00136671"/>
    <w:rsid w:val="001371F4"/>
    <w:rsid w:val="0016397C"/>
    <w:rsid w:val="001669B5"/>
    <w:rsid w:val="001718C6"/>
    <w:rsid w:val="00174CED"/>
    <w:rsid w:val="001A2157"/>
    <w:rsid w:val="001C3087"/>
    <w:rsid w:val="001E6A6C"/>
    <w:rsid w:val="001E759D"/>
    <w:rsid w:val="001F3106"/>
    <w:rsid w:val="00210D5B"/>
    <w:rsid w:val="00211F6C"/>
    <w:rsid w:val="002343EB"/>
    <w:rsid w:val="00257A58"/>
    <w:rsid w:val="002656A2"/>
    <w:rsid w:val="002704D4"/>
    <w:rsid w:val="00293002"/>
    <w:rsid w:val="002B685B"/>
    <w:rsid w:val="002E25C8"/>
    <w:rsid w:val="002E55D3"/>
    <w:rsid w:val="003023AD"/>
    <w:rsid w:val="003170B5"/>
    <w:rsid w:val="00324BBA"/>
    <w:rsid w:val="00324E61"/>
    <w:rsid w:val="0033262C"/>
    <w:rsid w:val="00352213"/>
    <w:rsid w:val="00372087"/>
    <w:rsid w:val="003C213D"/>
    <w:rsid w:val="003C6B10"/>
    <w:rsid w:val="003D3D35"/>
    <w:rsid w:val="003E35BF"/>
    <w:rsid w:val="003F3043"/>
    <w:rsid w:val="003F6CD2"/>
    <w:rsid w:val="00413D44"/>
    <w:rsid w:val="0041433C"/>
    <w:rsid w:val="004143F8"/>
    <w:rsid w:val="00414C0A"/>
    <w:rsid w:val="0041778E"/>
    <w:rsid w:val="00463CAA"/>
    <w:rsid w:val="004673D7"/>
    <w:rsid w:val="00493090"/>
    <w:rsid w:val="004B37A5"/>
    <w:rsid w:val="004D123A"/>
    <w:rsid w:val="004E2790"/>
    <w:rsid w:val="004F13FE"/>
    <w:rsid w:val="004F39F1"/>
    <w:rsid w:val="004F69F0"/>
    <w:rsid w:val="004F7320"/>
    <w:rsid w:val="00500393"/>
    <w:rsid w:val="00540C14"/>
    <w:rsid w:val="005618F9"/>
    <w:rsid w:val="005742A8"/>
    <w:rsid w:val="0058119A"/>
    <w:rsid w:val="00591A20"/>
    <w:rsid w:val="005E1A70"/>
    <w:rsid w:val="005F69C4"/>
    <w:rsid w:val="00615C5A"/>
    <w:rsid w:val="00625D8E"/>
    <w:rsid w:val="00627EF5"/>
    <w:rsid w:val="00637948"/>
    <w:rsid w:val="006555FA"/>
    <w:rsid w:val="00662929"/>
    <w:rsid w:val="006858C2"/>
    <w:rsid w:val="00691744"/>
    <w:rsid w:val="006B6BD2"/>
    <w:rsid w:val="006D270A"/>
    <w:rsid w:val="006F0307"/>
    <w:rsid w:val="006F5BC9"/>
    <w:rsid w:val="006F5EE8"/>
    <w:rsid w:val="0070062A"/>
    <w:rsid w:val="0077776A"/>
    <w:rsid w:val="00782F7D"/>
    <w:rsid w:val="007928DD"/>
    <w:rsid w:val="007B0A19"/>
    <w:rsid w:val="007B7E47"/>
    <w:rsid w:val="007E04DF"/>
    <w:rsid w:val="007E5E84"/>
    <w:rsid w:val="008367CA"/>
    <w:rsid w:val="00840593"/>
    <w:rsid w:val="008A4C21"/>
    <w:rsid w:val="008D2C49"/>
    <w:rsid w:val="008F1933"/>
    <w:rsid w:val="00906433"/>
    <w:rsid w:val="00925A8E"/>
    <w:rsid w:val="009A34FD"/>
    <w:rsid w:val="009A78A2"/>
    <w:rsid w:val="009B0AEA"/>
    <w:rsid w:val="009C13B7"/>
    <w:rsid w:val="009C3078"/>
    <w:rsid w:val="009F0E5F"/>
    <w:rsid w:val="009F59ED"/>
    <w:rsid w:val="00A06968"/>
    <w:rsid w:val="00A151C1"/>
    <w:rsid w:val="00A15327"/>
    <w:rsid w:val="00A64489"/>
    <w:rsid w:val="00AA1042"/>
    <w:rsid w:val="00AA2F7A"/>
    <w:rsid w:val="00AA49A0"/>
    <w:rsid w:val="00AF3C69"/>
    <w:rsid w:val="00B029A6"/>
    <w:rsid w:val="00B0769B"/>
    <w:rsid w:val="00B15C2B"/>
    <w:rsid w:val="00B313A4"/>
    <w:rsid w:val="00B36AD6"/>
    <w:rsid w:val="00B37742"/>
    <w:rsid w:val="00B479E9"/>
    <w:rsid w:val="00B61D17"/>
    <w:rsid w:val="00B7352E"/>
    <w:rsid w:val="00B87ED2"/>
    <w:rsid w:val="00B95412"/>
    <w:rsid w:val="00BA275E"/>
    <w:rsid w:val="00BD7D5B"/>
    <w:rsid w:val="00BE159F"/>
    <w:rsid w:val="00C018FA"/>
    <w:rsid w:val="00C06251"/>
    <w:rsid w:val="00C117F7"/>
    <w:rsid w:val="00C14168"/>
    <w:rsid w:val="00C23606"/>
    <w:rsid w:val="00C347DB"/>
    <w:rsid w:val="00C44B5A"/>
    <w:rsid w:val="00C832FA"/>
    <w:rsid w:val="00C84EAE"/>
    <w:rsid w:val="00CE6663"/>
    <w:rsid w:val="00CE6FD6"/>
    <w:rsid w:val="00D42F58"/>
    <w:rsid w:val="00D74654"/>
    <w:rsid w:val="00D7711C"/>
    <w:rsid w:val="00DC1993"/>
    <w:rsid w:val="00DD6D0A"/>
    <w:rsid w:val="00DE2C9D"/>
    <w:rsid w:val="00DE7A3A"/>
    <w:rsid w:val="00E01ACA"/>
    <w:rsid w:val="00E1276D"/>
    <w:rsid w:val="00E53C69"/>
    <w:rsid w:val="00E82497"/>
    <w:rsid w:val="00E8319B"/>
    <w:rsid w:val="00E83B9C"/>
    <w:rsid w:val="00E970AB"/>
    <w:rsid w:val="00EA09DE"/>
    <w:rsid w:val="00EB6E80"/>
    <w:rsid w:val="00EE2EC6"/>
    <w:rsid w:val="00F0723F"/>
    <w:rsid w:val="00F43001"/>
    <w:rsid w:val="00F75B53"/>
    <w:rsid w:val="00F8314B"/>
    <w:rsid w:val="00FA3653"/>
    <w:rsid w:val="00FB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rFonts w:cs="Times New Roman"/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  <w:rPr>
      <w:rFonts w:cs="Times New Roman"/>
    </w:rPr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  <w:rPr>
      <w:rFonts w:cs="Times New Roman"/>
    </w:rPr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F6CD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45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4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2BA9D81C0613F48956E2AC079CFBA35B2A00EB2384CEC50703B1A0789EA59FE9FD9CCA0696CA19k5w0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1440</TotalTime>
  <Pages>2</Pages>
  <Words>517</Words>
  <Characters>2949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оботдел</cp:lastModifiedBy>
  <cp:revision>30</cp:revision>
  <dcterms:created xsi:type="dcterms:W3CDTF">2014-01-13T14:03:00Z</dcterms:created>
  <dcterms:modified xsi:type="dcterms:W3CDTF">2015-10-30T06:23:00Z</dcterms:modified>
</cp:coreProperties>
</file>