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73" w:rsidRPr="00972AA5" w:rsidRDefault="00DB2C73" w:rsidP="00972A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Изображение" style="position:absolute;left:0;text-align:left;margin-left:209.85pt;margin-top:-40.5pt;width:62.25pt;height:55.5pt;z-index:251658240;visibility:visible">
            <v:imagedata r:id="rId6" o:title="" gain="142470f" blacklevel="-9830f"/>
          </v:shape>
        </w:pict>
      </w:r>
    </w:p>
    <w:p w:rsidR="00DB2C73" w:rsidRPr="00972AA5" w:rsidRDefault="00DB2C73" w:rsidP="00972A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2C73" w:rsidRPr="00972AA5" w:rsidRDefault="00DB2C73" w:rsidP="00972AA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AA5">
        <w:rPr>
          <w:rFonts w:ascii="Times New Roman" w:hAnsi="Times New Roman" w:cs="Times New Roman"/>
          <w:b/>
          <w:bCs/>
          <w:sz w:val="28"/>
          <w:szCs w:val="28"/>
        </w:rPr>
        <w:t>АДМИНИСТРАЦИЯ ВЫШЕСТЕБЛИЕВСКОГО</w:t>
      </w:r>
    </w:p>
    <w:p w:rsidR="00DB2C73" w:rsidRPr="00972AA5" w:rsidRDefault="00DB2C73" w:rsidP="00972AA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AA5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</w:p>
    <w:p w:rsidR="00DB2C73" w:rsidRPr="00972AA5" w:rsidRDefault="00DB2C73" w:rsidP="00972A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2C73" w:rsidRPr="00972AA5" w:rsidRDefault="00DB2C73" w:rsidP="00972AA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AA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B2C73" w:rsidRPr="00972AA5" w:rsidRDefault="00DB2C73" w:rsidP="00972A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2C73" w:rsidRPr="00972AA5" w:rsidRDefault="00DB2C73" w:rsidP="00972A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AA5">
        <w:rPr>
          <w:rFonts w:ascii="Times New Roman" w:hAnsi="Times New Roman" w:cs="Times New Roman"/>
          <w:sz w:val="28"/>
          <w:szCs w:val="28"/>
        </w:rPr>
        <w:t xml:space="preserve"> от  __________                                                                            № _______ </w:t>
      </w:r>
    </w:p>
    <w:p w:rsidR="00DB2C73" w:rsidRPr="00972AA5" w:rsidRDefault="00DB2C73" w:rsidP="00972AA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972AA5">
        <w:rPr>
          <w:rFonts w:ascii="Times New Roman" w:hAnsi="Times New Roman" w:cs="Times New Roman"/>
          <w:sz w:val="28"/>
          <w:szCs w:val="28"/>
        </w:rPr>
        <w:t>станица Вышестеблиевская</w:t>
      </w:r>
    </w:p>
    <w:p w:rsidR="00DB2C73" w:rsidRDefault="00DB2C73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B2C73" w:rsidRDefault="00DB2C73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B2C73" w:rsidRDefault="00DB2C73" w:rsidP="00A756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5640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DB2C73" w:rsidRDefault="00DB2C73" w:rsidP="00A756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</w:t>
      </w:r>
      <w:r w:rsidRPr="00A7564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</w:t>
      </w:r>
    </w:p>
    <w:p w:rsidR="00DB2C73" w:rsidRDefault="00DB2C73" w:rsidP="003578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75640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5644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</w:t>
      </w:r>
    </w:p>
    <w:p w:rsidR="00DB2C73" w:rsidRPr="00A75640" w:rsidRDefault="00DB2C73" w:rsidP="003578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(семейного) капитала</w:t>
      </w:r>
      <w:r w:rsidRPr="00A75640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DB2C73" w:rsidRDefault="00DB2C73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B2C73" w:rsidRDefault="00DB2C73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B2C73" w:rsidRPr="00201F89" w:rsidRDefault="00DB2C73" w:rsidP="00A756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5787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35787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357876">
        <w:rPr>
          <w:rFonts w:ascii="Times New Roman" w:hAnsi="Times New Roman" w:cs="Times New Roman"/>
          <w:sz w:val="28"/>
          <w:szCs w:val="28"/>
        </w:rPr>
        <w:t xml:space="preserve"> от 27 июля 2010 года N 210-ФЗ "Об организации предоставления государственных и муниципальных услуг", </w:t>
      </w:r>
      <w:hyperlink r:id="rId8" w:history="1">
        <w:r w:rsidRPr="00357876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357876">
        <w:rPr>
          <w:rFonts w:ascii="Times New Roman" w:hAnsi="Times New Roman" w:cs="Times New Roman"/>
          <w:sz w:val="28"/>
          <w:szCs w:val="28"/>
        </w:rPr>
        <w:t xml:space="preserve">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капитала, утвержденными </w:t>
      </w:r>
      <w:hyperlink r:id="rId9" w:history="1">
        <w:r w:rsidRPr="0035787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5787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августа 2011 года N 686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01F89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DB2C73" w:rsidRPr="00201F89" w:rsidRDefault="00DB2C73" w:rsidP="0035787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01F89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"</w:t>
      </w:r>
      <w:r w:rsidRPr="00357876">
        <w:rPr>
          <w:rFonts w:ascii="Times New Roman" w:hAnsi="Times New Roman" w:cs="Times New Roman"/>
          <w:color w:val="000000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201F89">
        <w:rPr>
          <w:rFonts w:ascii="Times New Roman" w:hAnsi="Times New Roman" w:cs="Times New Roman"/>
          <w:sz w:val="28"/>
          <w:szCs w:val="28"/>
        </w:rPr>
        <w:t>»</w:t>
      </w:r>
      <w:bookmarkStart w:id="1" w:name="sub_2"/>
      <w:bookmarkEnd w:id="0"/>
      <w:r>
        <w:rPr>
          <w:rFonts w:ascii="Times New Roman" w:hAnsi="Times New Roman" w:cs="Times New Roman"/>
          <w:sz w:val="28"/>
          <w:szCs w:val="28"/>
        </w:rPr>
        <w:t xml:space="preserve"> (приложение).    </w:t>
      </w:r>
      <w:bookmarkStart w:id="2" w:name="sub_3"/>
      <w:bookmarkEnd w:id="1"/>
    </w:p>
    <w:bookmarkEnd w:id="2"/>
    <w:p w:rsidR="00DB2C73" w:rsidRPr="00D372C5" w:rsidRDefault="00DB2C73" w:rsidP="00D372C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2C5">
        <w:rPr>
          <w:rFonts w:ascii="Times New Roman" w:hAnsi="Times New Roman" w:cs="Times New Roman"/>
          <w:sz w:val="28"/>
          <w:szCs w:val="28"/>
        </w:rPr>
        <w:t>2.Обнародовать настоящее постановление  и разместить на официальном сайте администрации в сети «Интернет».</w:t>
      </w:r>
    </w:p>
    <w:p w:rsidR="00DB2C73" w:rsidRPr="00D372C5" w:rsidRDefault="00DB2C73" w:rsidP="00D372C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2C5">
        <w:rPr>
          <w:rFonts w:ascii="Times New Roman" w:hAnsi="Times New Roman" w:cs="Times New Roman"/>
          <w:sz w:val="28"/>
          <w:szCs w:val="28"/>
        </w:rPr>
        <w:tab/>
        <w:t xml:space="preserve"> 3. Контроль за выполнением настоящего постановления возложить на заместителя главы Вышестеблиевского сельского поселения Темрюкского района Н.Д. Шевченко.</w:t>
      </w:r>
    </w:p>
    <w:p w:rsidR="00DB2C73" w:rsidRPr="00D372C5" w:rsidRDefault="00DB2C73" w:rsidP="00D372C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2C5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со дня его обнародования. </w:t>
      </w:r>
    </w:p>
    <w:p w:rsidR="00DB2C73" w:rsidRPr="00D372C5" w:rsidRDefault="00DB2C73" w:rsidP="00D372C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2C73" w:rsidRPr="00D372C5" w:rsidRDefault="00DB2C73" w:rsidP="00D372C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2C73" w:rsidRPr="00D372C5" w:rsidRDefault="00DB2C73" w:rsidP="00D372C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2C73" w:rsidRPr="00D372C5" w:rsidRDefault="00DB2C73" w:rsidP="00D372C5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D372C5">
        <w:rPr>
          <w:rFonts w:ascii="Times New Roman" w:hAnsi="Times New Roman" w:cs="Times New Roman"/>
          <w:sz w:val="28"/>
          <w:szCs w:val="28"/>
        </w:rPr>
        <w:t xml:space="preserve">Глава Вышестеблиевского </w:t>
      </w:r>
    </w:p>
    <w:p w:rsidR="00DB2C73" w:rsidRPr="00D372C5" w:rsidRDefault="00DB2C73" w:rsidP="00D372C5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D372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DB2C73" w:rsidRPr="00D372C5" w:rsidRDefault="00DB2C73" w:rsidP="00D372C5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D372C5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D372C5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372C5">
        <w:rPr>
          <w:rFonts w:ascii="Times New Roman" w:hAnsi="Times New Roman" w:cs="Times New Roman"/>
          <w:sz w:val="28"/>
          <w:szCs w:val="28"/>
        </w:rPr>
        <w:t xml:space="preserve">                                    П.К.Хаджиди</w:t>
      </w:r>
    </w:p>
    <w:p w:rsidR="00DB2C73" w:rsidRPr="00D372C5" w:rsidRDefault="00DB2C73" w:rsidP="00D372C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2C73" w:rsidRPr="00D372C5" w:rsidRDefault="00DB2C73" w:rsidP="00D372C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2C73" w:rsidRPr="00D372C5" w:rsidRDefault="00DB2C73" w:rsidP="00D372C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2C73" w:rsidRPr="0071036D" w:rsidRDefault="00DB2C73" w:rsidP="005955E1">
      <w:pPr>
        <w:spacing w:after="0" w:line="240" w:lineRule="auto"/>
        <w:ind w:right="-2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DB2C73" w:rsidRPr="0071036D" w:rsidSect="00357876">
      <w:headerReference w:type="default" r:id="rId10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C73" w:rsidRDefault="00DB2C73" w:rsidP="0071036D">
      <w:pPr>
        <w:spacing w:after="0" w:line="240" w:lineRule="auto"/>
      </w:pPr>
      <w:r>
        <w:separator/>
      </w:r>
    </w:p>
  </w:endnote>
  <w:endnote w:type="continuationSeparator" w:id="0">
    <w:p w:rsidR="00DB2C73" w:rsidRDefault="00DB2C73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C73" w:rsidRDefault="00DB2C73" w:rsidP="0071036D">
      <w:pPr>
        <w:spacing w:after="0" w:line="240" w:lineRule="auto"/>
      </w:pPr>
      <w:r>
        <w:separator/>
      </w:r>
    </w:p>
  </w:footnote>
  <w:footnote w:type="continuationSeparator" w:id="0">
    <w:p w:rsidR="00DB2C73" w:rsidRDefault="00DB2C73" w:rsidP="00710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C73" w:rsidRPr="0071036D" w:rsidRDefault="00DB2C73" w:rsidP="0071036D">
    <w:pPr>
      <w:pStyle w:val="Header"/>
      <w:tabs>
        <w:tab w:val="clear" w:pos="4677"/>
        <w:tab w:val="clear" w:pos="9355"/>
        <w:tab w:val="left" w:pos="3405"/>
      </w:tabs>
      <w:jc w:val="center"/>
      <w:rPr>
        <w:rFonts w:ascii="Times New Roman" w:hAnsi="Times New Roman" w:cs="Times New Roman"/>
        <w:sz w:val="24"/>
        <w:szCs w:val="24"/>
      </w:rPr>
    </w:pPr>
    <w:r w:rsidRPr="0071036D">
      <w:rPr>
        <w:rFonts w:ascii="Times New Roman" w:hAnsi="Times New Roman" w:cs="Times New Roman"/>
        <w:sz w:val="24"/>
        <w:szCs w:val="24"/>
      </w:rPr>
      <w:t>2</w:t>
    </w:r>
  </w:p>
  <w:p w:rsidR="00DB2C73" w:rsidRDefault="00DB2C7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5640"/>
    <w:rsid w:val="00056215"/>
    <w:rsid w:val="001A05BD"/>
    <w:rsid w:val="00201F89"/>
    <w:rsid w:val="00354F40"/>
    <w:rsid w:val="00357876"/>
    <w:rsid w:val="004256B4"/>
    <w:rsid w:val="004460FE"/>
    <w:rsid w:val="004A64E2"/>
    <w:rsid w:val="005644CC"/>
    <w:rsid w:val="005955E1"/>
    <w:rsid w:val="0071036D"/>
    <w:rsid w:val="0077617E"/>
    <w:rsid w:val="00972AA5"/>
    <w:rsid w:val="00A75640"/>
    <w:rsid w:val="00A84270"/>
    <w:rsid w:val="00C826A5"/>
    <w:rsid w:val="00C83624"/>
    <w:rsid w:val="00D372C5"/>
    <w:rsid w:val="00DB2C73"/>
    <w:rsid w:val="00E05284"/>
    <w:rsid w:val="00F7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64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1036D"/>
  </w:style>
  <w:style w:type="paragraph" w:styleId="Footer">
    <w:name w:val="footer"/>
    <w:basedOn w:val="Normal"/>
    <w:link w:val="FooterChar"/>
    <w:uiPriority w:val="99"/>
    <w:semiHidden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036D"/>
  </w:style>
  <w:style w:type="paragraph" w:styleId="BalloonText">
    <w:name w:val="Balloon Text"/>
    <w:basedOn w:val="Normal"/>
    <w:link w:val="BalloonTextChar"/>
    <w:uiPriority w:val="99"/>
    <w:semiHidden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03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8916.1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77515.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12088916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</Pages>
  <Words>282</Words>
  <Characters>1614</Characters>
  <Application>Microsoft Office Outlook</Application>
  <DocSecurity>0</DocSecurity>
  <Lines>0</Lines>
  <Paragraphs>0</Paragraphs>
  <ScaleCrop>false</ScaleCrop>
  <Company>Ya Blondinko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admin</cp:lastModifiedBy>
  <cp:revision>9</cp:revision>
  <cp:lastPrinted>2015-10-23T08:10:00Z</cp:lastPrinted>
  <dcterms:created xsi:type="dcterms:W3CDTF">2015-10-04T11:13:00Z</dcterms:created>
  <dcterms:modified xsi:type="dcterms:W3CDTF">2015-10-27T11:12:00Z</dcterms:modified>
</cp:coreProperties>
</file>