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9CC" w:rsidRPr="00A51F58" w:rsidRDefault="00F629C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Приложение № 2</w:t>
      </w:r>
    </w:p>
    <w:p w:rsidR="00F629CC" w:rsidRPr="00A51F58" w:rsidRDefault="00F629C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F629CC" w:rsidRDefault="00F629C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 w:rsidRPr="00A51F58">
        <w:rPr>
          <w:rFonts w:ascii="Times New Roman" w:hAnsi="Times New Roman" w:cs="Times New Roman"/>
          <w:sz w:val="28"/>
          <w:szCs w:val="28"/>
        </w:rPr>
        <w:t>предо</w:t>
      </w:r>
      <w:r>
        <w:rPr>
          <w:rFonts w:ascii="Times New Roman" w:hAnsi="Times New Roman" w:cs="Times New Roman"/>
          <w:sz w:val="28"/>
          <w:szCs w:val="28"/>
        </w:rPr>
        <w:t xml:space="preserve">ставления муниципальной услуги </w:t>
      </w:r>
    </w:p>
    <w:p w:rsidR="00F629CC" w:rsidRDefault="00F629C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«Выдача разрешения на вступление в брак лицам, достигшим возраста  16-ти лет»</w:t>
      </w:r>
    </w:p>
    <w:p w:rsidR="00F629CC" w:rsidRPr="00A51F58" w:rsidRDefault="00F629CC" w:rsidP="00A51F58">
      <w:pPr>
        <w:pStyle w:val="NoSpacing"/>
        <w:ind w:left="4248"/>
        <w:jc w:val="center"/>
        <w:rPr>
          <w:rFonts w:ascii="Times New Roman" w:hAnsi="Times New Roman" w:cs="Times New Roman"/>
          <w:sz w:val="28"/>
          <w:szCs w:val="28"/>
        </w:rPr>
      </w:pPr>
    </w:p>
    <w:p w:rsidR="00F629CC" w:rsidRDefault="00F629CC" w:rsidP="002D083D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Главе Вышестеблиевского</w:t>
      </w:r>
    </w:p>
    <w:p w:rsidR="00F629CC" w:rsidRDefault="00F629CC" w:rsidP="002D083D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629CC" w:rsidRDefault="00F629CC" w:rsidP="002D083D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F629CC" w:rsidRDefault="00F629CC" w:rsidP="002D083D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П.К. Хаджиди</w:t>
      </w:r>
    </w:p>
    <w:p w:rsidR="00F629CC" w:rsidRDefault="00F629C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_____________________________</w:t>
      </w:r>
    </w:p>
    <w:p w:rsidR="00F629CC" w:rsidRDefault="00F629C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629CC" w:rsidRDefault="00F629C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629CC" w:rsidRDefault="00F629C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прож. по адресу: _________________</w:t>
      </w:r>
    </w:p>
    <w:p w:rsidR="00F629CC" w:rsidRDefault="00F629C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629CC" w:rsidRDefault="00F629C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629CC" w:rsidRDefault="00F629C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629CC" w:rsidRDefault="00F629C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F629CC" w:rsidRDefault="00F629CC" w:rsidP="00A51F58">
      <w:pPr>
        <w:pStyle w:val="NoSpacing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Тел_____________________________</w:t>
      </w:r>
    </w:p>
    <w:p w:rsidR="00F629CC" w:rsidRDefault="00F629CC" w:rsidP="00A51F58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F629CC" w:rsidRDefault="00F629CC" w:rsidP="00FC150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F629CC" w:rsidRDefault="00F629CC" w:rsidP="00FC1500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F629CC" w:rsidRDefault="00F629C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9CC" w:rsidRPr="00670476" w:rsidRDefault="00F629C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29CC" w:rsidRPr="00670476" w:rsidRDefault="00F629C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</w:t>
      </w:r>
    </w:p>
    <w:p w:rsidR="00F629CC" w:rsidRPr="00670476" w:rsidRDefault="00F629C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………………………………………………………………………………………….</w:t>
      </w:r>
    </w:p>
    <w:p w:rsidR="00F629CC" w:rsidRDefault="00F629C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«_____»_____________2014 г.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________________________________</w:t>
      </w:r>
    </w:p>
    <w:p w:rsidR="00F629CC" w:rsidRDefault="00F629CC" w:rsidP="00A51F58">
      <w:pPr>
        <w:pStyle w:val="NoSpacing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             расшифровка</w:t>
      </w:r>
    </w:p>
    <w:p w:rsidR="00F629CC" w:rsidRDefault="00F629C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F629CC" w:rsidRPr="00670476" w:rsidRDefault="00F629CC" w:rsidP="00A51F58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гр.________________________ написано собственноручно в присут-ствии специалиста  общего отдела администрации Вышестеблиевского сельского поселения  Темрюкского района ___________________________</w:t>
      </w:r>
    </w:p>
    <w:p w:rsidR="00F629CC" w:rsidRDefault="00F629CC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F629CC" w:rsidRDefault="00F629CC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 общего отдела</w:t>
      </w:r>
    </w:p>
    <w:p w:rsidR="00F629CC" w:rsidRDefault="00F629CC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Вышестеблиевского</w:t>
      </w:r>
    </w:p>
    <w:p w:rsidR="00F629CC" w:rsidRDefault="00F629CC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F629CC" w:rsidRDefault="00F629CC" w:rsidP="00FC1500">
      <w:pPr>
        <w:pStyle w:val="NoSpacing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Л.Н. Бедакова </w:t>
      </w:r>
    </w:p>
    <w:p w:rsidR="00F629CC" w:rsidRDefault="00F629CC" w:rsidP="00FC1500">
      <w:pPr>
        <w:pStyle w:val="NoSpacing"/>
      </w:pPr>
    </w:p>
    <w:sectPr w:rsidR="00F629CC" w:rsidSect="00A51F5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1F58"/>
    <w:rsid w:val="00053407"/>
    <w:rsid w:val="001536BE"/>
    <w:rsid w:val="001A5944"/>
    <w:rsid w:val="001E053F"/>
    <w:rsid w:val="002D083D"/>
    <w:rsid w:val="002F43A0"/>
    <w:rsid w:val="003A0391"/>
    <w:rsid w:val="00444294"/>
    <w:rsid w:val="00454543"/>
    <w:rsid w:val="004A0C20"/>
    <w:rsid w:val="00602803"/>
    <w:rsid w:val="00670476"/>
    <w:rsid w:val="009C2D9B"/>
    <w:rsid w:val="009D7FA9"/>
    <w:rsid w:val="00A24053"/>
    <w:rsid w:val="00A51F58"/>
    <w:rsid w:val="00B50423"/>
    <w:rsid w:val="00BE57BF"/>
    <w:rsid w:val="00BF2764"/>
    <w:rsid w:val="00E12899"/>
    <w:rsid w:val="00F629CC"/>
    <w:rsid w:val="00FC1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51F58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10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205</TotalTime>
  <Pages>1</Pages>
  <Words>221</Words>
  <Characters>1264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секретарь</cp:lastModifiedBy>
  <cp:revision>13</cp:revision>
  <dcterms:created xsi:type="dcterms:W3CDTF">2011-05-31T12:55:00Z</dcterms:created>
  <dcterms:modified xsi:type="dcterms:W3CDTF">2014-10-21T11:32:00Z</dcterms:modified>
</cp:coreProperties>
</file>