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A5280A">
      <w:pPr>
        <w:ind w:left="5529"/>
        <w:jc w:val="center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A5280A">
      <w:pPr>
        <w:ind w:left="5529"/>
        <w:jc w:val="center"/>
        <w:rPr>
          <w:sz w:val="28"/>
          <w:szCs w:val="28"/>
        </w:rPr>
      </w:pPr>
    </w:p>
    <w:p w:rsidR="00F134F0" w:rsidRDefault="00F134F0" w:rsidP="00790A5C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134F0" w:rsidRDefault="00F134F0" w:rsidP="00790A5C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AD5DA7">
      <w:pPr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сельского </w:t>
      </w:r>
      <w:proofErr w:type="spellStart"/>
      <w:r>
        <w:rPr>
          <w:sz w:val="28"/>
          <w:szCs w:val="28"/>
        </w:rPr>
        <w:t>поселенияТемрюкского</w:t>
      </w:r>
      <w:proofErr w:type="spellEnd"/>
      <w:r>
        <w:rPr>
          <w:sz w:val="28"/>
          <w:szCs w:val="28"/>
        </w:rPr>
        <w:t xml:space="preserve"> района</w:t>
      </w:r>
    </w:p>
    <w:p w:rsidR="00F134F0" w:rsidRPr="0079646C" w:rsidRDefault="00F134F0" w:rsidP="00790A5C">
      <w:pPr>
        <w:pStyle w:val="ConsPlusNormal"/>
        <w:widowControl/>
        <w:ind w:left="4956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CD2EC4">
        <w:rPr>
          <w:rFonts w:ascii="Times New Roman" w:hAnsi="Times New Roman" w:cs="Times New Roman"/>
          <w:sz w:val="28"/>
          <w:szCs w:val="28"/>
        </w:rPr>
        <w:t>20.04.2018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bookmarkEnd w:id="0"/>
      <w:r w:rsidR="00CD2EC4">
        <w:rPr>
          <w:rFonts w:ascii="Times New Roman" w:hAnsi="Times New Roman" w:cs="Times New Roman"/>
          <w:sz w:val="28"/>
          <w:szCs w:val="28"/>
        </w:rPr>
        <w:t>61</w:t>
      </w:r>
    </w:p>
    <w:p w:rsidR="00F134F0" w:rsidRDefault="00F134F0" w:rsidP="00A5280A">
      <w:pPr>
        <w:rPr>
          <w:color w:val="000000"/>
        </w:rPr>
      </w:pPr>
      <w:r>
        <w:rPr>
          <w:color w:val="000000"/>
        </w:rPr>
        <w:t xml:space="preserve">    </w:t>
      </w: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/>
                <w:sz w:val="24"/>
                <w:szCs w:val="24"/>
              </w:rPr>
              <w:t>Темрюкский районный Совет ветеранов Краснодарской краевой общественной организации ветеранов (пенсионеров, инвалидов) войны, труда, Вооружённых сил и правоохранительных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первичная ветеранская организация ст.Вышестеблиевская)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 трудовых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Вышестеблиевского </w:t>
      </w:r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 Н.Д. Шевченко</w:t>
      </w:r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4F0" w:rsidRDefault="00F134F0">
      <w:r>
        <w:separator/>
      </w:r>
    </w:p>
  </w:endnote>
  <w:endnote w:type="continuationSeparator" w:id="0">
    <w:p w:rsidR="00F134F0" w:rsidRDefault="00F13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4F0" w:rsidRDefault="00F134F0">
      <w:r>
        <w:separator/>
      </w:r>
    </w:p>
  </w:footnote>
  <w:footnote w:type="continuationSeparator" w:id="0">
    <w:p w:rsidR="00F134F0" w:rsidRDefault="00F13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8220DB">
    <w:pPr>
      <w:pStyle w:val="a3"/>
      <w:jc w:val="center"/>
    </w:pPr>
    <w:fldSimple w:instr="PAGE   \* MERGEFORMAT">
      <w:r w:rsidR="00F134F0">
        <w:rPr>
          <w:noProof/>
        </w:rPr>
        <w:t>2</w:t>
      </w:r>
    </w:fldSimple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25324"/>
    <w:rsid w:val="0005307E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33A74"/>
    <w:rsid w:val="0023787D"/>
    <w:rsid w:val="002444D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14698"/>
    <w:rsid w:val="00725BB6"/>
    <w:rsid w:val="00736BFA"/>
    <w:rsid w:val="00772DE7"/>
    <w:rsid w:val="00774282"/>
    <w:rsid w:val="00790A5C"/>
    <w:rsid w:val="0079378E"/>
    <w:rsid w:val="0079646C"/>
    <w:rsid w:val="007B35FF"/>
    <w:rsid w:val="007B74C5"/>
    <w:rsid w:val="007E4468"/>
    <w:rsid w:val="008220DB"/>
    <w:rsid w:val="00825D2A"/>
    <w:rsid w:val="00835936"/>
    <w:rsid w:val="0084089C"/>
    <w:rsid w:val="00861A7F"/>
    <w:rsid w:val="008624F6"/>
    <w:rsid w:val="008736BD"/>
    <w:rsid w:val="0087527D"/>
    <w:rsid w:val="00892C72"/>
    <w:rsid w:val="00893875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B6523"/>
    <w:rsid w:val="00AD5DA7"/>
    <w:rsid w:val="00AF41C2"/>
    <w:rsid w:val="00B027A3"/>
    <w:rsid w:val="00B1162F"/>
    <w:rsid w:val="00B27356"/>
    <w:rsid w:val="00B31A67"/>
    <w:rsid w:val="00B56E6C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F794F"/>
    <w:rsid w:val="00D074A4"/>
    <w:rsid w:val="00D23D57"/>
    <w:rsid w:val="00D2729F"/>
    <w:rsid w:val="00D61705"/>
    <w:rsid w:val="00D62191"/>
    <w:rsid w:val="00D6307F"/>
    <w:rsid w:val="00DB5475"/>
    <w:rsid w:val="00DB6D85"/>
    <w:rsid w:val="00DD54A2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39</cp:revision>
  <cp:lastPrinted>2017-03-28T07:24:00Z</cp:lastPrinted>
  <dcterms:created xsi:type="dcterms:W3CDTF">2011-11-04T08:23:00Z</dcterms:created>
  <dcterms:modified xsi:type="dcterms:W3CDTF">2018-04-23T05:57:00Z</dcterms:modified>
</cp:coreProperties>
</file>