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FB" w:rsidRDefault="007C3FFB" w:rsidP="007B39A7">
      <w:pPr>
        <w:pStyle w:val="ConsPlusNonformat"/>
        <w:jc w:val="both"/>
      </w:pPr>
    </w:p>
    <w:p w:rsidR="007C3FFB" w:rsidRPr="008E350B" w:rsidRDefault="007C3FFB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C3FFB" w:rsidRPr="008E350B" w:rsidRDefault="007C3FFB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C3FFB" w:rsidRPr="007B39A7" w:rsidRDefault="007C3FFB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7C3FFB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C3FFB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6976300,00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6976300,00</w:t>
            </w:r>
          </w:p>
        </w:tc>
      </w:tr>
    </w:tbl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Pr="00AE0306" w:rsidRDefault="007C3FFB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C3FFB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FFB" w:rsidRDefault="007C3FFB" w:rsidP="00363440">
      <w:pPr>
        <w:spacing w:after="0" w:line="240" w:lineRule="auto"/>
      </w:pPr>
      <w:r>
        <w:separator/>
      </w:r>
    </w:p>
  </w:endnote>
  <w:endnote w:type="continuationSeparator" w:id="1">
    <w:p w:rsidR="007C3FFB" w:rsidRDefault="007C3FFB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FFB" w:rsidRDefault="007C3FFB" w:rsidP="00363440">
      <w:pPr>
        <w:spacing w:after="0" w:line="240" w:lineRule="auto"/>
      </w:pPr>
      <w:r>
        <w:separator/>
      </w:r>
    </w:p>
  </w:footnote>
  <w:footnote w:type="continuationSeparator" w:id="1">
    <w:p w:rsidR="007C3FFB" w:rsidRDefault="007C3FFB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FFB" w:rsidRDefault="007C3FFB">
    <w:pPr>
      <w:pStyle w:val="Header"/>
      <w:jc w:val="center"/>
    </w:pPr>
    <w:r>
      <w:t>10</w:t>
    </w:r>
  </w:p>
  <w:p w:rsidR="007C3FFB" w:rsidRDefault="007C3F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154A32"/>
    <w:rsid w:val="001C0DC1"/>
    <w:rsid w:val="00363440"/>
    <w:rsid w:val="004F4E19"/>
    <w:rsid w:val="005871BD"/>
    <w:rsid w:val="006750B6"/>
    <w:rsid w:val="007672A0"/>
    <w:rsid w:val="00777C33"/>
    <w:rsid w:val="007B39A7"/>
    <w:rsid w:val="007C3FFB"/>
    <w:rsid w:val="008E350B"/>
    <w:rsid w:val="009E6AAA"/>
    <w:rsid w:val="00AE0306"/>
    <w:rsid w:val="00AE6427"/>
    <w:rsid w:val="00B06EDC"/>
    <w:rsid w:val="00B320A7"/>
    <w:rsid w:val="00B7569A"/>
    <w:rsid w:val="00C43649"/>
    <w:rsid w:val="00D201C2"/>
    <w:rsid w:val="00D256F1"/>
    <w:rsid w:val="00F049CB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D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344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3440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63</Words>
  <Characters>362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8</cp:revision>
  <cp:lastPrinted>2016-02-10T08:10:00Z</cp:lastPrinted>
  <dcterms:created xsi:type="dcterms:W3CDTF">2016-02-08T17:31:00Z</dcterms:created>
  <dcterms:modified xsi:type="dcterms:W3CDTF">2017-12-26T15:18:00Z</dcterms:modified>
</cp:coreProperties>
</file>