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25" w:rsidRDefault="00180D25" w:rsidP="00DF3E4A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442CE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180D25" w:rsidRPr="00442CEC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  П.К.Хаджиди</w:t>
      </w:r>
    </w:p>
    <w:p w:rsidR="00180D25" w:rsidRDefault="00180D25" w:rsidP="00073494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180D25" w:rsidRDefault="00180D25" w:rsidP="00073494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«____»__________________________20____г.</w:t>
      </w:r>
    </w:p>
    <w:p w:rsidR="00180D25" w:rsidRDefault="00180D25" w:rsidP="00073494">
      <w:pPr>
        <w:jc w:val="center"/>
        <w:rPr>
          <w:rFonts w:ascii="Times New Roman" w:hAnsi="Times New Roman"/>
          <w:sz w:val="28"/>
          <w:szCs w:val="28"/>
        </w:rPr>
      </w:pPr>
    </w:p>
    <w:p w:rsidR="00180D25" w:rsidRPr="00073494" w:rsidRDefault="00180D25" w:rsidP="00073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494">
        <w:rPr>
          <w:rFonts w:ascii="Times New Roman" w:hAnsi="Times New Roman"/>
          <w:b/>
          <w:sz w:val="28"/>
          <w:szCs w:val="28"/>
        </w:rPr>
        <w:t>План</w:t>
      </w:r>
    </w:p>
    <w:p w:rsidR="00180D25" w:rsidRDefault="00180D25" w:rsidP="00073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494">
        <w:rPr>
          <w:rFonts w:ascii="Times New Roman" w:hAnsi="Times New Roman"/>
          <w:b/>
          <w:sz w:val="28"/>
          <w:szCs w:val="28"/>
        </w:rPr>
        <w:t>финансово-хозяйственной деятельности на 20___год и на период 20___ и 20___годов</w:t>
      </w:r>
    </w:p>
    <w:p w:rsidR="00180D25" w:rsidRPr="00073494" w:rsidRDefault="00180D25" w:rsidP="00073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D25" w:rsidRDefault="00180D25" w:rsidP="00AD62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«____»______________________20___г.</w:t>
      </w:r>
    </w:p>
    <w:p w:rsidR="00180D25" w:rsidRPr="005005F7" w:rsidRDefault="00180D25" w:rsidP="005005F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КОДЫ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180D25" w:rsidRPr="001914E1" w:rsidTr="001914E1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09.01.2017</w:t>
            </w:r>
          </w:p>
        </w:tc>
      </w:tr>
      <w:tr w:rsidR="00180D25" w:rsidRPr="001914E1" w:rsidTr="001914E1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ИНН/КПП</w:t>
            </w:r>
            <w:r w:rsidRPr="001914E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2352037856</w:t>
            </w: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235201001</w:t>
            </w:r>
          </w:p>
        </w:tc>
      </w:tr>
      <w:tr w:rsidR="00180D25" w:rsidRPr="001914E1" w:rsidTr="001914E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04088486</w:t>
            </w:r>
          </w:p>
        </w:tc>
      </w:tr>
      <w:tr w:rsidR="00180D25" w:rsidRPr="001914E1" w:rsidTr="001914E1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914E1"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 w:rsidRPr="001914E1"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 w:rsidP="00C12B49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1 </w:t>
      </w:r>
      <w:r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ст.Вышестеблиевская, пер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оветский, 41-А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иноградный.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и проведение семейно-бытовых обрядов, ритуалов имя наречения, помолвок, свадеб, семейных праздников, кино-видео мероприятий, деятельность </w:t>
      </w:r>
      <w:proofErr w:type="spellStart"/>
      <w:r>
        <w:rPr>
          <w:rFonts w:ascii="Times New Roman" w:hAnsi="Times New Roman"/>
          <w:sz w:val="28"/>
          <w:szCs w:val="28"/>
        </w:rPr>
        <w:t>досугового</w:t>
      </w:r>
      <w:proofErr w:type="spellEnd"/>
      <w:r>
        <w:rPr>
          <w:rFonts w:ascii="Times New Roman" w:hAnsi="Times New Roman"/>
          <w:sz w:val="28"/>
          <w:szCs w:val="28"/>
        </w:rPr>
        <w:t>, физкультурно-оздоровительного клуба;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31081,0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C12B49">
        <w:rPr>
          <w:rFonts w:ascii="Times New Roman" w:hAnsi="Times New Roman"/>
          <w:sz w:val="28"/>
          <w:szCs w:val="28"/>
          <w:lang w:eastAsia="ru-RU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6958,0</w:t>
      </w:r>
      <w:r w:rsidRPr="00267B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Е.Ю.Пивень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>
      <w:pPr>
        <w:rPr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«____»__________________20___г.</w:t>
      </w: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Pr="00F32F52" w:rsidRDefault="00180D25">
      <w:pPr>
        <w:rPr>
          <w:sz w:val="24"/>
          <w:szCs w:val="24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на ___________________________ 20__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6067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D25EC6">
      <w:headerReference w:type="default" r:id="rId6"/>
      <w:pgSz w:w="11906" w:h="16838"/>
      <w:pgMar w:top="851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D25" w:rsidRDefault="00180D25" w:rsidP="00A17F52">
      <w:pPr>
        <w:spacing w:after="0" w:line="240" w:lineRule="auto"/>
      </w:pPr>
      <w:r>
        <w:separator/>
      </w:r>
    </w:p>
  </w:endnote>
  <w:endnote w:type="continuationSeparator" w:id="0">
    <w:p w:rsidR="00180D25" w:rsidRDefault="00180D25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D25" w:rsidRDefault="00180D25" w:rsidP="00A17F52">
      <w:pPr>
        <w:spacing w:after="0" w:line="240" w:lineRule="auto"/>
      </w:pPr>
      <w:r>
        <w:separator/>
      </w:r>
    </w:p>
  </w:footnote>
  <w:footnote w:type="continuationSeparator" w:id="0">
    <w:p w:rsidR="00180D25" w:rsidRDefault="00180D25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25" w:rsidRDefault="003A407C">
    <w:pPr>
      <w:pStyle w:val="a3"/>
      <w:jc w:val="center"/>
    </w:pPr>
    <w:fldSimple w:instr=" PAGE   \* MERGEFORMAT ">
      <w:r w:rsidR="00FA3E67">
        <w:rPr>
          <w:noProof/>
        </w:rPr>
        <w:t>5</w:t>
      </w:r>
    </w:fldSimple>
  </w:p>
  <w:p w:rsidR="00180D25" w:rsidRDefault="00180D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67B58"/>
    <w:rsid w:val="0036712A"/>
    <w:rsid w:val="00367B5F"/>
    <w:rsid w:val="003A407C"/>
    <w:rsid w:val="003E7360"/>
    <w:rsid w:val="003E73EC"/>
    <w:rsid w:val="003F273A"/>
    <w:rsid w:val="00405091"/>
    <w:rsid w:val="00422798"/>
    <w:rsid w:val="00442CEC"/>
    <w:rsid w:val="0045703A"/>
    <w:rsid w:val="00491E70"/>
    <w:rsid w:val="005005F7"/>
    <w:rsid w:val="005A4212"/>
    <w:rsid w:val="005C662A"/>
    <w:rsid w:val="00607D8E"/>
    <w:rsid w:val="00614CA3"/>
    <w:rsid w:val="00695F00"/>
    <w:rsid w:val="007407E8"/>
    <w:rsid w:val="00761D6E"/>
    <w:rsid w:val="007A2FDE"/>
    <w:rsid w:val="007A643A"/>
    <w:rsid w:val="00842930"/>
    <w:rsid w:val="00856BCB"/>
    <w:rsid w:val="008814CE"/>
    <w:rsid w:val="008A28E5"/>
    <w:rsid w:val="00982541"/>
    <w:rsid w:val="009C6791"/>
    <w:rsid w:val="009D6584"/>
    <w:rsid w:val="00A060FC"/>
    <w:rsid w:val="00A17F52"/>
    <w:rsid w:val="00A3670D"/>
    <w:rsid w:val="00A53C30"/>
    <w:rsid w:val="00A622D0"/>
    <w:rsid w:val="00A70950"/>
    <w:rsid w:val="00A770C9"/>
    <w:rsid w:val="00AD62AA"/>
    <w:rsid w:val="00B500C9"/>
    <w:rsid w:val="00B90F33"/>
    <w:rsid w:val="00BA0969"/>
    <w:rsid w:val="00BA577F"/>
    <w:rsid w:val="00BA7978"/>
    <w:rsid w:val="00BE0A7F"/>
    <w:rsid w:val="00C12B49"/>
    <w:rsid w:val="00CF2346"/>
    <w:rsid w:val="00D25EC6"/>
    <w:rsid w:val="00DA2B6D"/>
    <w:rsid w:val="00DC45AA"/>
    <w:rsid w:val="00DF3E4A"/>
    <w:rsid w:val="00E8012C"/>
    <w:rsid w:val="00EB25DA"/>
    <w:rsid w:val="00F1647F"/>
    <w:rsid w:val="00F32F52"/>
    <w:rsid w:val="00F356FD"/>
    <w:rsid w:val="00F550EE"/>
    <w:rsid w:val="00F85B04"/>
    <w:rsid w:val="00F91538"/>
    <w:rsid w:val="00FA3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919</Words>
  <Characters>8807</Characters>
  <Application>Microsoft Office Word</Application>
  <DocSecurity>0</DocSecurity>
  <Lines>73</Lines>
  <Paragraphs>19</Paragraphs>
  <ScaleCrop>false</ScaleCrop>
  <Company>KULTURA</Company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27</cp:revision>
  <cp:lastPrinted>2017-12-29T05:15:00Z</cp:lastPrinted>
  <dcterms:created xsi:type="dcterms:W3CDTF">2016-02-08T17:11:00Z</dcterms:created>
  <dcterms:modified xsi:type="dcterms:W3CDTF">2017-12-29T05:15:00Z</dcterms:modified>
</cp:coreProperties>
</file>