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0A" w:rsidRPr="005742A8" w:rsidRDefault="00F27B0A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F27B0A" w:rsidRPr="005742A8" w:rsidRDefault="00F27B0A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F27B0A" w:rsidRPr="005742A8" w:rsidRDefault="00F27B0A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F27B0A" w:rsidRDefault="00F27B0A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7B0A" w:rsidRPr="005742A8" w:rsidRDefault="00F27B0A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7B0A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</w:t>
      </w:r>
      <w:r w:rsidRPr="00BA275E">
        <w:rPr>
          <w:rFonts w:ascii="Times New Roman" w:hAnsi="Times New Roman" w:cs="Times New Roman"/>
          <w:sz w:val="28"/>
          <w:szCs w:val="28"/>
        </w:rPr>
        <w:t>ского поселения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27B0A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F27B0A" w:rsidRPr="00D348AB" w:rsidRDefault="00F27B0A" w:rsidP="00D348AB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F27B0A" w:rsidRDefault="00F27B0A" w:rsidP="003F6CD2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F27B0A" w:rsidRDefault="00F27B0A" w:rsidP="003F6CD2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27B0A" w:rsidRPr="00686416" w:rsidRDefault="00F27B0A" w:rsidP="003F6CD2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F27B0A" w:rsidRDefault="00F27B0A" w:rsidP="003F6CD2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F27B0A" w:rsidRPr="00686416" w:rsidRDefault="00F27B0A" w:rsidP="003F6CD2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27B0A" w:rsidRPr="00BA275E" w:rsidRDefault="00F27B0A" w:rsidP="003F6CD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27B0A" w:rsidRPr="00FE67E4" w:rsidRDefault="00F27B0A" w:rsidP="003F6CD2">
      <w:pPr>
        <w:pStyle w:val="ConsPlusNonformat"/>
        <w:ind w:left="3969"/>
        <w:rPr>
          <w:rFonts w:ascii="Times New Roman" w:hAnsi="Times New Roman" w:cs="Times New Roman"/>
          <w:sz w:val="18"/>
          <w:szCs w:val="18"/>
        </w:rPr>
      </w:pPr>
      <w:r w:rsidRPr="00FE67E4">
        <w:rPr>
          <w:rFonts w:ascii="Times New Roman" w:hAnsi="Times New Roman" w:cs="Times New Roman"/>
          <w:sz w:val="18"/>
          <w:szCs w:val="18"/>
        </w:rPr>
        <w:t xml:space="preserve">(почтовый индекс, населенный пункт, улица, номер дома, </w:t>
      </w:r>
    </w:p>
    <w:p w:rsidR="00F27B0A" w:rsidRDefault="00F27B0A" w:rsidP="003F6CD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F27B0A" w:rsidRPr="00FE67E4" w:rsidRDefault="00F27B0A" w:rsidP="003F6CD2">
      <w:pPr>
        <w:pStyle w:val="ConsPlusNonformat"/>
        <w:ind w:left="3969"/>
        <w:rPr>
          <w:rFonts w:ascii="Times New Roman" w:hAnsi="Times New Roman" w:cs="Times New Roman"/>
          <w:sz w:val="18"/>
          <w:szCs w:val="18"/>
        </w:rPr>
      </w:pPr>
      <w:r w:rsidRPr="00FE67E4">
        <w:rPr>
          <w:rFonts w:ascii="Times New Roman" w:hAnsi="Times New Roman" w:cs="Times New Roman"/>
          <w:sz w:val="18"/>
          <w:szCs w:val="18"/>
        </w:rPr>
        <w:t>корпуса, квартиры)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F27B0A" w:rsidRPr="00BA275E" w:rsidRDefault="00F27B0A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27B0A" w:rsidRPr="0023047E" w:rsidRDefault="00F27B0A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27B0A" w:rsidRDefault="00F27B0A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27B0A" w:rsidRPr="003F6CD2" w:rsidRDefault="00F27B0A" w:rsidP="003F6C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6CD2">
        <w:rPr>
          <w:rFonts w:ascii="Times New Roman" w:hAnsi="Times New Roman" w:cs="Times New Roman"/>
          <w:sz w:val="28"/>
          <w:szCs w:val="28"/>
        </w:rPr>
        <w:t>ЗАЯВЛЕНИЕ</w:t>
      </w:r>
    </w:p>
    <w:p w:rsidR="00F27B0A" w:rsidRPr="003F6CD2" w:rsidRDefault="00F27B0A" w:rsidP="003F6C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6CD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ЖИЛОГО ПОМЕЩЕНИЯ МУНИЦИПАЛЬНОГО ЖИЛИЩНОГО ФОНДА ПО ДОГОВОРУ СОЦИАЛЬНОГО НАЙМА </w:t>
      </w:r>
    </w:p>
    <w:p w:rsidR="00F27B0A" w:rsidRDefault="00F27B0A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7B0A" w:rsidRDefault="00F27B0A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7B0A" w:rsidRPr="004F39F1" w:rsidRDefault="00F27B0A" w:rsidP="00453A3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 мне</w:t>
      </w:r>
      <w:r w:rsidRPr="004F39F1">
        <w:rPr>
          <w:rFonts w:ascii="Times New Roman" w:hAnsi="Times New Roman" w:cs="Times New Roman"/>
          <w:sz w:val="28"/>
          <w:szCs w:val="28"/>
        </w:rPr>
        <w:t xml:space="preserve"> / мо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F39F1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39F1">
        <w:rPr>
          <w:rFonts w:ascii="Times New Roman" w:hAnsi="Times New Roman" w:cs="Times New Roman"/>
          <w:sz w:val="28"/>
          <w:szCs w:val="28"/>
        </w:rPr>
        <w:t xml:space="preserve"> из _______ человек, проживающих совместно со мной, в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536"/>
        <w:gridCol w:w="1418"/>
        <w:gridCol w:w="1984"/>
        <w:gridCol w:w="1134"/>
      </w:tblGrid>
      <w:tr w:rsidR="00F27B0A" w:rsidRPr="000B2B60" w:rsidTr="0093744C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 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(полностью)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его семьи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рождения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(число,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месяц,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год)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отношения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отношению к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заявителю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27B0A" w:rsidRPr="000B2B60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B0A" w:rsidRPr="000B2B60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B0A" w:rsidRPr="000B2B60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B0A" w:rsidRPr="0023047E" w:rsidRDefault="00F27B0A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7B0A" w:rsidRDefault="00F27B0A" w:rsidP="00D8380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7B0A" w:rsidRDefault="00F27B0A" w:rsidP="00D83803">
      <w:pPr>
        <w:pStyle w:val="ConsPlusNonformat"/>
      </w:pPr>
      <w:r w:rsidRPr="00925A8E">
        <w:rPr>
          <w:rFonts w:ascii="Times New Roman" w:hAnsi="Times New Roman" w:cs="Times New Roman"/>
          <w:sz w:val="28"/>
          <w:szCs w:val="28"/>
        </w:rPr>
        <w:t>/ мо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925A8E">
        <w:rPr>
          <w:rFonts w:ascii="Times New Roman" w:hAnsi="Times New Roman" w:cs="Times New Roman"/>
          <w:sz w:val="28"/>
          <w:szCs w:val="28"/>
        </w:rPr>
        <w:t xml:space="preserve"> подопечн</w:t>
      </w:r>
      <w:r>
        <w:rPr>
          <w:rFonts w:ascii="Times New Roman" w:hAnsi="Times New Roman" w:cs="Times New Roman"/>
          <w:sz w:val="28"/>
          <w:szCs w:val="28"/>
        </w:rPr>
        <w:t>ому</w:t>
      </w:r>
      <w:r>
        <w:t xml:space="preserve"> _________________________________________________________</w:t>
      </w:r>
    </w:p>
    <w:p w:rsidR="00F27B0A" w:rsidRDefault="00F27B0A" w:rsidP="00D83803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</w:t>
      </w:r>
      <w:r w:rsidRPr="00925A8E">
        <w:rPr>
          <w:rFonts w:ascii="Times New Roman" w:hAnsi="Times New Roman" w:cs="Times New Roman"/>
        </w:rPr>
        <w:t>(фамилия, имя, отчество)</w:t>
      </w:r>
    </w:p>
    <w:p w:rsidR="00F27B0A" w:rsidRPr="00D83803" w:rsidRDefault="00F27B0A" w:rsidP="00D8380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 муниципального жилищного фонда Вышестеблиевского сельского поселения  Темрюкского района по договору социального найма.</w:t>
      </w:r>
    </w:p>
    <w:p w:rsidR="00F27B0A" w:rsidRPr="004F39F1" w:rsidRDefault="00F27B0A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</w:p>
    <w:p w:rsidR="00F27B0A" w:rsidRPr="004F39F1" w:rsidRDefault="00F27B0A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 xml:space="preserve">мы) предупрежден(ы) о последствиях, предусмотренных </w:t>
      </w:r>
      <w:hyperlink r:id="rId6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7" w:history="1">
        <w:r w:rsidRPr="004F39F1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F27B0A" w:rsidRPr="0023047E" w:rsidRDefault="00F27B0A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7B0A" w:rsidRPr="005742A8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Приложения к заявлению: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1)_________________________________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2)_______________________________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5742A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F27B0A" w:rsidRDefault="00F27B0A" w:rsidP="004D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____________________________________________________________________;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42A8">
        <w:rPr>
          <w:rFonts w:ascii="Times New Roman" w:hAnsi="Times New Roman" w:cs="Times New Roman"/>
          <w:sz w:val="28"/>
          <w:szCs w:val="28"/>
        </w:rPr>
        <w:t>)_______________________________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5742A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_____________________________________________________________________;</w:t>
      </w:r>
    </w:p>
    <w:p w:rsidR="00F27B0A" w:rsidRDefault="00F27B0A" w:rsidP="004D49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5)__________________________________________________________________.</w:t>
      </w:r>
    </w:p>
    <w:p w:rsidR="00F27B0A" w:rsidRDefault="00F27B0A" w:rsidP="004D49FB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F27B0A" w:rsidRPr="004F39F1" w:rsidRDefault="00F27B0A" w:rsidP="004D49FB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F27B0A" w:rsidRPr="004F39F1" w:rsidRDefault="00F27B0A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F27B0A" w:rsidRPr="004F39F1" w:rsidRDefault="00F27B0A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F27B0A" w:rsidRPr="003C213D" w:rsidRDefault="00F27B0A" w:rsidP="003F6CD2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F27B0A" w:rsidRPr="003C213D" w:rsidRDefault="00F27B0A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27B0A" w:rsidRPr="003C213D" w:rsidRDefault="00F27B0A" w:rsidP="008E7021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27B0A" w:rsidRDefault="00F27B0A" w:rsidP="008E7021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27B0A" w:rsidRPr="003C213D" w:rsidRDefault="00F27B0A" w:rsidP="008E7021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27B0A" w:rsidRPr="003C213D" w:rsidRDefault="00F27B0A" w:rsidP="008E7021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27B0A" w:rsidRPr="003C213D" w:rsidRDefault="00F27B0A" w:rsidP="008E7021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27B0A" w:rsidRDefault="00F27B0A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27B0A" w:rsidRDefault="00F27B0A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27B0A" w:rsidRDefault="00F27B0A" w:rsidP="003F6C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27B0A" w:rsidRDefault="00F27B0A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27B0A" w:rsidRPr="003C213D" w:rsidRDefault="00F27B0A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F27B0A" w:rsidRDefault="00F27B0A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B0A" w:rsidRPr="0058119A" w:rsidRDefault="00F27B0A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B0A" w:rsidRDefault="00F27B0A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F27B0A" w:rsidRPr="0058119A" w:rsidRDefault="00F27B0A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</w:t>
      </w:r>
      <w:r w:rsidRPr="0058119A">
        <w:rPr>
          <w:rFonts w:ascii="Times New Roman" w:hAnsi="Times New Roman"/>
          <w:sz w:val="28"/>
          <w:szCs w:val="28"/>
        </w:rPr>
        <w:t>ского поселения</w:t>
      </w:r>
    </w:p>
    <w:p w:rsidR="00F27B0A" w:rsidRPr="0058119A" w:rsidRDefault="00F27B0A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П.К.Хаджиди</w:t>
      </w:r>
    </w:p>
    <w:p w:rsidR="00F27B0A" w:rsidRDefault="00F27B0A" w:rsidP="00D8380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27B0A" w:rsidRPr="009A34FD" w:rsidRDefault="00F27B0A" w:rsidP="00102FF9">
      <w:pPr>
        <w:autoSpaceDE w:val="0"/>
        <w:autoSpaceDN w:val="0"/>
        <w:adjustRightInd w:val="0"/>
        <w:spacing w:after="0" w:line="240" w:lineRule="auto"/>
      </w:pPr>
    </w:p>
    <w:sectPr w:rsidR="00F27B0A" w:rsidRPr="009A34FD" w:rsidSect="00D83803">
      <w:headerReference w:type="default" r:id="rId8"/>
      <w:pgSz w:w="11905" w:h="16838"/>
      <w:pgMar w:top="1134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B0A" w:rsidRDefault="00F27B0A" w:rsidP="00637948">
      <w:pPr>
        <w:spacing w:after="0" w:line="240" w:lineRule="auto"/>
      </w:pPr>
      <w:r>
        <w:separator/>
      </w:r>
    </w:p>
  </w:endnote>
  <w:endnote w:type="continuationSeparator" w:id="0">
    <w:p w:rsidR="00F27B0A" w:rsidRDefault="00F27B0A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B0A" w:rsidRDefault="00F27B0A" w:rsidP="00637948">
      <w:pPr>
        <w:spacing w:after="0" w:line="240" w:lineRule="auto"/>
      </w:pPr>
      <w:r>
        <w:separator/>
      </w:r>
    </w:p>
  </w:footnote>
  <w:footnote w:type="continuationSeparator" w:id="0">
    <w:p w:rsidR="00F27B0A" w:rsidRDefault="00F27B0A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0A" w:rsidRDefault="00F27B0A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F27B0A" w:rsidRDefault="00F27B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2B60"/>
    <w:rsid w:val="000B3347"/>
    <w:rsid w:val="000D63DE"/>
    <w:rsid w:val="00102FF9"/>
    <w:rsid w:val="00104D1E"/>
    <w:rsid w:val="00116A5C"/>
    <w:rsid w:val="00136671"/>
    <w:rsid w:val="001371F4"/>
    <w:rsid w:val="0016397C"/>
    <w:rsid w:val="00174CED"/>
    <w:rsid w:val="001A2157"/>
    <w:rsid w:val="001C3087"/>
    <w:rsid w:val="001E6A6C"/>
    <w:rsid w:val="001E759D"/>
    <w:rsid w:val="001F3106"/>
    <w:rsid w:val="00210D5B"/>
    <w:rsid w:val="00211F6C"/>
    <w:rsid w:val="0023047E"/>
    <w:rsid w:val="002343EB"/>
    <w:rsid w:val="00257A58"/>
    <w:rsid w:val="00261652"/>
    <w:rsid w:val="002656A2"/>
    <w:rsid w:val="002704D4"/>
    <w:rsid w:val="00284811"/>
    <w:rsid w:val="00293002"/>
    <w:rsid w:val="002B685B"/>
    <w:rsid w:val="002E25C8"/>
    <w:rsid w:val="002E55D3"/>
    <w:rsid w:val="003023AD"/>
    <w:rsid w:val="003170B5"/>
    <w:rsid w:val="00324E61"/>
    <w:rsid w:val="0033262C"/>
    <w:rsid w:val="00352213"/>
    <w:rsid w:val="003C213D"/>
    <w:rsid w:val="003C4F1B"/>
    <w:rsid w:val="003C6B10"/>
    <w:rsid w:val="003D3D35"/>
    <w:rsid w:val="003E35BF"/>
    <w:rsid w:val="003F3043"/>
    <w:rsid w:val="003F6CD2"/>
    <w:rsid w:val="00413D44"/>
    <w:rsid w:val="0041433C"/>
    <w:rsid w:val="004143F8"/>
    <w:rsid w:val="0041778E"/>
    <w:rsid w:val="0044073D"/>
    <w:rsid w:val="00453A31"/>
    <w:rsid w:val="00463CAA"/>
    <w:rsid w:val="004673D7"/>
    <w:rsid w:val="00493090"/>
    <w:rsid w:val="004B37A5"/>
    <w:rsid w:val="004D123A"/>
    <w:rsid w:val="004D49FB"/>
    <w:rsid w:val="004D538A"/>
    <w:rsid w:val="004E2790"/>
    <w:rsid w:val="004F39F1"/>
    <w:rsid w:val="004F4F6E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01D79"/>
    <w:rsid w:val="00615C5A"/>
    <w:rsid w:val="00625D8E"/>
    <w:rsid w:val="00627EF5"/>
    <w:rsid w:val="00637948"/>
    <w:rsid w:val="006555FA"/>
    <w:rsid w:val="00662929"/>
    <w:rsid w:val="006858C2"/>
    <w:rsid w:val="00686416"/>
    <w:rsid w:val="00691744"/>
    <w:rsid w:val="006B6BD2"/>
    <w:rsid w:val="006D270A"/>
    <w:rsid w:val="006F5BC9"/>
    <w:rsid w:val="006F5EE8"/>
    <w:rsid w:val="0070062A"/>
    <w:rsid w:val="0076251D"/>
    <w:rsid w:val="0077776A"/>
    <w:rsid w:val="00782F7D"/>
    <w:rsid w:val="007928DD"/>
    <w:rsid w:val="007A68D1"/>
    <w:rsid w:val="007B0A19"/>
    <w:rsid w:val="007B7E47"/>
    <w:rsid w:val="007E5E84"/>
    <w:rsid w:val="008367CA"/>
    <w:rsid w:val="00840593"/>
    <w:rsid w:val="008A4C21"/>
    <w:rsid w:val="008D2C49"/>
    <w:rsid w:val="008E7021"/>
    <w:rsid w:val="008F1933"/>
    <w:rsid w:val="00925A8E"/>
    <w:rsid w:val="0093744C"/>
    <w:rsid w:val="00951307"/>
    <w:rsid w:val="009A34FD"/>
    <w:rsid w:val="009B0AEA"/>
    <w:rsid w:val="009C13B7"/>
    <w:rsid w:val="009C3078"/>
    <w:rsid w:val="009E33C9"/>
    <w:rsid w:val="009F0E5F"/>
    <w:rsid w:val="00A06968"/>
    <w:rsid w:val="00A15327"/>
    <w:rsid w:val="00A33742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61D17"/>
    <w:rsid w:val="00B7352E"/>
    <w:rsid w:val="00B95412"/>
    <w:rsid w:val="00BA275E"/>
    <w:rsid w:val="00BE159F"/>
    <w:rsid w:val="00C018FA"/>
    <w:rsid w:val="00C06251"/>
    <w:rsid w:val="00C117F7"/>
    <w:rsid w:val="00C14168"/>
    <w:rsid w:val="00C23606"/>
    <w:rsid w:val="00C347DB"/>
    <w:rsid w:val="00C42E56"/>
    <w:rsid w:val="00C44B5A"/>
    <w:rsid w:val="00C645AD"/>
    <w:rsid w:val="00C832FA"/>
    <w:rsid w:val="00C84EAE"/>
    <w:rsid w:val="00CE6663"/>
    <w:rsid w:val="00D348AB"/>
    <w:rsid w:val="00D42F58"/>
    <w:rsid w:val="00D74654"/>
    <w:rsid w:val="00D7711C"/>
    <w:rsid w:val="00D83803"/>
    <w:rsid w:val="00D83D22"/>
    <w:rsid w:val="00DC1993"/>
    <w:rsid w:val="00DD6D0A"/>
    <w:rsid w:val="00DE7A3A"/>
    <w:rsid w:val="00E01ACA"/>
    <w:rsid w:val="00E1276D"/>
    <w:rsid w:val="00E14F27"/>
    <w:rsid w:val="00E40D7C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27B0A"/>
    <w:rsid w:val="00F43001"/>
    <w:rsid w:val="00F75B53"/>
    <w:rsid w:val="00F8314B"/>
    <w:rsid w:val="00FA3653"/>
    <w:rsid w:val="00FB5097"/>
    <w:rsid w:val="00FE67E4"/>
    <w:rsid w:val="00FF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7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2BA9D81C0613F48956E2AC079CFBA35B2A01EA2282CEC50703B1A0789EA59FE9FD9CCA0694C811k5w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BA9D81C0613F48956E2AC079CFBA35B2A00EB2384CEC50703B1A0789EA59FE9FD9CCA0696CA19k5w0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1461</TotalTime>
  <Pages>2</Pages>
  <Words>600</Words>
  <Characters>3423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37</cp:revision>
  <dcterms:created xsi:type="dcterms:W3CDTF">2014-01-13T14:03:00Z</dcterms:created>
  <dcterms:modified xsi:type="dcterms:W3CDTF">2015-10-30T06:01:00Z</dcterms:modified>
</cp:coreProperties>
</file>