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746" w:rsidRPr="005742A8" w:rsidRDefault="009D1746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10</w:t>
      </w:r>
    </w:p>
    <w:p w:rsidR="009D1746" w:rsidRPr="005742A8" w:rsidRDefault="009D1746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42A8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7E48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Pr="00997147">
        <w:rPr>
          <w:rFonts w:ascii="Times New Roman" w:hAnsi="Times New Roman" w:cs="Times New Roman"/>
          <w:sz w:val="28"/>
          <w:szCs w:val="28"/>
        </w:rPr>
        <w:t>Внесение изменений в учетные данные граждан, состоящих на учете в качестве нуждающихся в жилых помещениях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D1746" w:rsidRDefault="009D1746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1746" w:rsidRPr="00235A55" w:rsidRDefault="009D1746" w:rsidP="00235A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D1746" w:rsidRPr="00235A55" w:rsidRDefault="009D1746" w:rsidP="00C923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574"/>
      <w:bookmarkEnd w:id="0"/>
      <w:r w:rsidRPr="00235A55">
        <w:rPr>
          <w:rFonts w:ascii="Times New Roman" w:hAnsi="Times New Roman" w:cs="Times New Roman"/>
          <w:sz w:val="28"/>
          <w:szCs w:val="28"/>
        </w:rPr>
        <w:t>УВЕДОМЛЕНИЕ</w:t>
      </w:r>
    </w:p>
    <w:p w:rsidR="009D1746" w:rsidRPr="005C186D" w:rsidRDefault="009D1746" w:rsidP="005C186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гражданина</w:t>
      </w:r>
      <w:r w:rsidRPr="005C18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C18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наличии</w:t>
      </w:r>
      <w:r w:rsidRPr="005C186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отсутствии</w:t>
      </w:r>
      <w:r w:rsidRPr="005C186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5C18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него</w:t>
      </w:r>
      <w:r w:rsidRPr="005C18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предусмотренных</w:t>
      </w:r>
    </w:p>
    <w:p w:rsidR="009D1746" w:rsidRPr="005C186D" w:rsidRDefault="009D1746" w:rsidP="005C186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5C18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оснований признания нуждающимися</w:t>
      </w:r>
    </w:p>
    <w:p w:rsidR="009D1746" w:rsidRPr="005C186D" w:rsidRDefault="009D1746" w:rsidP="005C186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C18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жилом помещении</w:t>
      </w:r>
    </w:p>
    <w:p w:rsidR="009D1746" w:rsidRPr="00235A55" w:rsidRDefault="009D1746" w:rsidP="00235A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D1746" w:rsidRPr="005C186D" w:rsidRDefault="009D1746" w:rsidP="005C186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186D">
        <w:rPr>
          <w:rFonts w:ascii="Times New Roman" w:hAnsi="Times New Roman" w:cs="Times New Roman"/>
          <w:sz w:val="28"/>
          <w:szCs w:val="28"/>
        </w:rPr>
        <w:t>По результатам проверки представленных Вами документов (Ваших жилищных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186D">
        <w:rPr>
          <w:rFonts w:ascii="Times New Roman" w:hAnsi="Times New Roman" w:cs="Times New Roman"/>
          <w:sz w:val="28"/>
          <w:szCs w:val="28"/>
        </w:rPr>
        <w:t>условий) установлено, что 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186D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186D">
        <w:rPr>
          <w:rFonts w:ascii="Times New Roman" w:hAnsi="Times New Roman" w:cs="Times New Roman"/>
          <w:sz w:val="28"/>
          <w:szCs w:val="28"/>
        </w:rPr>
        <w:t>Ваша семья из _________________ человек, 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186D">
        <w:rPr>
          <w:rFonts w:ascii="Times New Roman" w:hAnsi="Times New Roman" w:cs="Times New Roman"/>
          <w:sz w:val="28"/>
          <w:szCs w:val="28"/>
        </w:rPr>
        <w:t>числе: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2693"/>
        <w:gridCol w:w="1843"/>
        <w:gridCol w:w="2693"/>
        <w:gridCol w:w="1807"/>
      </w:tblGrid>
      <w:tr w:rsidR="009D1746" w:rsidRPr="001608EB">
        <w:tc>
          <w:tcPr>
            <w:tcW w:w="817" w:type="dxa"/>
          </w:tcPr>
          <w:p w:rsidR="009D1746" w:rsidRPr="001608EB" w:rsidRDefault="009D1746" w:rsidP="00160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E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D1746" w:rsidRPr="001608EB" w:rsidRDefault="009D1746" w:rsidP="00160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E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93" w:type="dxa"/>
          </w:tcPr>
          <w:p w:rsidR="009D1746" w:rsidRPr="001608EB" w:rsidRDefault="009D1746" w:rsidP="00160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EB"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</w:p>
          <w:p w:rsidR="009D1746" w:rsidRPr="001608EB" w:rsidRDefault="009D1746" w:rsidP="00160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EB">
              <w:rPr>
                <w:rFonts w:ascii="Times New Roman" w:hAnsi="Times New Roman" w:cs="Times New Roman"/>
                <w:sz w:val="24"/>
                <w:szCs w:val="24"/>
              </w:rPr>
              <w:t>отчество (полностью)</w:t>
            </w:r>
          </w:p>
          <w:p w:rsidR="009D1746" w:rsidRPr="001608EB" w:rsidRDefault="009D1746" w:rsidP="00160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EB">
              <w:rPr>
                <w:rFonts w:ascii="Times New Roman" w:hAnsi="Times New Roman" w:cs="Times New Roman"/>
                <w:sz w:val="24"/>
                <w:szCs w:val="24"/>
              </w:rPr>
              <w:t>заявителя и членов семьи</w:t>
            </w:r>
          </w:p>
        </w:tc>
        <w:tc>
          <w:tcPr>
            <w:tcW w:w="1843" w:type="dxa"/>
          </w:tcPr>
          <w:p w:rsidR="009D1746" w:rsidRPr="001608EB" w:rsidRDefault="009D1746" w:rsidP="00160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E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  <w:p w:rsidR="009D1746" w:rsidRPr="001608EB" w:rsidRDefault="009D1746" w:rsidP="00160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EB">
              <w:rPr>
                <w:rFonts w:ascii="Times New Roman" w:hAnsi="Times New Roman" w:cs="Times New Roman"/>
                <w:sz w:val="24"/>
                <w:szCs w:val="24"/>
              </w:rPr>
              <w:t>(число,</w:t>
            </w:r>
          </w:p>
          <w:p w:rsidR="009D1746" w:rsidRPr="001608EB" w:rsidRDefault="009D1746" w:rsidP="00160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EB">
              <w:rPr>
                <w:rFonts w:ascii="Times New Roman" w:hAnsi="Times New Roman" w:cs="Times New Roman"/>
                <w:sz w:val="24"/>
                <w:szCs w:val="24"/>
              </w:rPr>
              <w:t>месяц, год)</w:t>
            </w:r>
          </w:p>
        </w:tc>
        <w:tc>
          <w:tcPr>
            <w:tcW w:w="2693" w:type="dxa"/>
          </w:tcPr>
          <w:p w:rsidR="009D1746" w:rsidRPr="001608EB" w:rsidRDefault="009D1746" w:rsidP="00160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EB">
              <w:rPr>
                <w:rFonts w:ascii="Times New Roman" w:hAnsi="Times New Roman" w:cs="Times New Roman"/>
                <w:sz w:val="24"/>
                <w:szCs w:val="24"/>
              </w:rPr>
              <w:t>Родственные</w:t>
            </w:r>
          </w:p>
          <w:p w:rsidR="009D1746" w:rsidRPr="001608EB" w:rsidRDefault="009D1746" w:rsidP="00160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EB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</w:p>
          <w:p w:rsidR="009D1746" w:rsidRPr="001608EB" w:rsidRDefault="009D1746" w:rsidP="00160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EB">
              <w:rPr>
                <w:rFonts w:ascii="Times New Roman" w:hAnsi="Times New Roman" w:cs="Times New Roman"/>
                <w:sz w:val="24"/>
                <w:szCs w:val="24"/>
              </w:rPr>
              <w:t>членов семьи</w:t>
            </w:r>
          </w:p>
          <w:p w:rsidR="009D1746" w:rsidRPr="001608EB" w:rsidRDefault="009D1746" w:rsidP="00160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EB">
              <w:rPr>
                <w:rFonts w:ascii="Times New Roman" w:hAnsi="Times New Roman" w:cs="Times New Roman"/>
                <w:sz w:val="24"/>
                <w:szCs w:val="24"/>
              </w:rPr>
              <w:t>по отношению к</w:t>
            </w:r>
          </w:p>
          <w:p w:rsidR="009D1746" w:rsidRPr="001608EB" w:rsidRDefault="009D1746" w:rsidP="00160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EB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</w:p>
        </w:tc>
        <w:tc>
          <w:tcPr>
            <w:tcW w:w="1807" w:type="dxa"/>
          </w:tcPr>
          <w:p w:rsidR="009D1746" w:rsidRPr="001608EB" w:rsidRDefault="009D1746" w:rsidP="00160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8EB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D1746" w:rsidRPr="001608EB">
        <w:tc>
          <w:tcPr>
            <w:tcW w:w="817" w:type="dxa"/>
          </w:tcPr>
          <w:p w:rsidR="009D1746" w:rsidRPr="001608EB" w:rsidRDefault="009D1746" w:rsidP="00160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D1746" w:rsidRPr="001608EB" w:rsidRDefault="009D1746" w:rsidP="00160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D1746" w:rsidRPr="001608EB" w:rsidRDefault="009D1746" w:rsidP="00160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D1746" w:rsidRPr="001608EB" w:rsidRDefault="009D1746" w:rsidP="00160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9D1746" w:rsidRPr="001608EB" w:rsidRDefault="009D1746" w:rsidP="00160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746" w:rsidRPr="001608EB">
        <w:tc>
          <w:tcPr>
            <w:tcW w:w="817" w:type="dxa"/>
          </w:tcPr>
          <w:p w:rsidR="009D1746" w:rsidRPr="001608EB" w:rsidRDefault="009D1746" w:rsidP="00160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D1746" w:rsidRPr="001608EB" w:rsidRDefault="009D1746" w:rsidP="00160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D1746" w:rsidRPr="001608EB" w:rsidRDefault="009D1746" w:rsidP="00160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D1746" w:rsidRPr="001608EB" w:rsidRDefault="009D1746" w:rsidP="00160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9D1746" w:rsidRPr="001608EB" w:rsidRDefault="009D1746" w:rsidP="00160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746" w:rsidRPr="001608EB">
        <w:tc>
          <w:tcPr>
            <w:tcW w:w="817" w:type="dxa"/>
          </w:tcPr>
          <w:p w:rsidR="009D1746" w:rsidRPr="001608EB" w:rsidRDefault="009D1746" w:rsidP="00160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D1746" w:rsidRPr="001608EB" w:rsidRDefault="009D1746" w:rsidP="00160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D1746" w:rsidRPr="001608EB" w:rsidRDefault="009D1746" w:rsidP="00160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D1746" w:rsidRPr="001608EB" w:rsidRDefault="009D1746" w:rsidP="00160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9D1746" w:rsidRPr="001608EB" w:rsidRDefault="009D1746" w:rsidP="00160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1746" w:rsidRPr="0025476E" w:rsidRDefault="009D1746" w:rsidP="002547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476E">
        <w:rPr>
          <w:rFonts w:ascii="Times New Roman" w:hAnsi="Times New Roman" w:cs="Times New Roman"/>
          <w:sz w:val="28"/>
          <w:szCs w:val="28"/>
        </w:rPr>
        <w:t>/ Ваш подопечный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25476E">
        <w:rPr>
          <w:rFonts w:ascii="Times New Roman" w:hAnsi="Times New Roman" w:cs="Times New Roman"/>
          <w:sz w:val="28"/>
          <w:szCs w:val="28"/>
        </w:rPr>
        <w:t>___,</w:t>
      </w:r>
    </w:p>
    <w:p w:rsidR="009D1746" w:rsidRPr="0025476E" w:rsidRDefault="009D1746" w:rsidP="0025476E">
      <w:pPr>
        <w:pStyle w:val="ConsPlusNonformat"/>
        <w:jc w:val="both"/>
        <w:rPr>
          <w:rFonts w:ascii="Times New Roman" w:hAnsi="Times New Roman" w:cs="Times New Roman"/>
        </w:rPr>
      </w:pPr>
      <w:r w:rsidRPr="0025476E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                                         </w:t>
      </w:r>
      <w:r w:rsidRPr="0025476E">
        <w:rPr>
          <w:rFonts w:ascii="Times New Roman" w:hAnsi="Times New Roman" w:cs="Times New Roman"/>
        </w:rPr>
        <w:t xml:space="preserve">            (фамилия, имя, отчество)</w:t>
      </w:r>
    </w:p>
    <w:p w:rsidR="009D1746" w:rsidRPr="0025476E" w:rsidRDefault="009D1746" w:rsidP="002547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476E">
        <w:rPr>
          <w:rFonts w:ascii="Times New Roman" w:hAnsi="Times New Roman" w:cs="Times New Roman"/>
          <w:sz w:val="28"/>
          <w:szCs w:val="28"/>
        </w:rPr>
        <w:t>проживая по адр</w:t>
      </w:r>
      <w:r>
        <w:rPr>
          <w:rFonts w:ascii="Times New Roman" w:hAnsi="Times New Roman" w:cs="Times New Roman"/>
          <w:sz w:val="28"/>
          <w:szCs w:val="28"/>
        </w:rPr>
        <w:t>есу: _______________________</w:t>
      </w:r>
      <w:r w:rsidRPr="0025476E">
        <w:rPr>
          <w:rFonts w:ascii="Times New Roman" w:hAnsi="Times New Roman" w:cs="Times New Roman"/>
          <w:sz w:val="28"/>
          <w:szCs w:val="28"/>
        </w:rPr>
        <w:t>___________________________,</w:t>
      </w:r>
    </w:p>
    <w:p w:rsidR="009D1746" w:rsidRPr="0025476E" w:rsidRDefault="009D1746" w:rsidP="002547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476E">
        <w:rPr>
          <w:rFonts w:ascii="Times New Roman" w:hAnsi="Times New Roman" w:cs="Times New Roman"/>
          <w:sz w:val="28"/>
          <w:szCs w:val="28"/>
        </w:rPr>
        <w:t>в соответ</w:t>
      </w:r>
      <w:r>
        <w:rPr>
          <w:rFonts w:ascii="Times New Roman" w:hAnsi="Times New Roman" w:cs="Times New Roman"/>
          <w:sz w:val="28"/>
          <w:szCs w:val="28"/>
        </w:rPr>
        <w:t>ствии с ____________________</w:t>
      </w:r>
      <w:r w:rsidRPr="0025476E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9D1746" w:rsidRPr="0025476E" w:rsidRDefault="009D1746" w:rsidP="002547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476E">
        <w:rPr>
          <w:rFonts w:ascii="Times New Roman" w:hAnsi="Times New Roman" w:cs="Times New Roman"/>
          <w:sz w:val="28"/>
          <w:szCs w:val="28"/>
        </w:rPr>
        <w:t>имеете(ет) (ли)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76E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76E">
        <w:rPr>
          <w:rFonts w:ascii="Times New Roman" w:hAnsi="Times New Roman" w:cs="Times New Roman"/>
          <w:sz w:val="28"/>
          <w:szCs w:val="28"/>
        </w:rPr>
        <w:t xml:space="preserve">не имеете(ет) (ли) </w:t>
      </w:r>
      <w:r>
        <w:rPr>
          <w:rFonts w:ascii="Times New Roman" w:hAnsi="Times New Roman" w:cs="Times New Roman"/>
          <w:sz w:val="28"/>
          <w:szCs w:val="28"/>
        </w:rPr>
        <w:t xml:space="preserve">(ненужное вычеркнуть) по </w:t>
      </w:r>
      <w:r w:rsidRPr="0025476E">
        <w:rPr>
          <w:rFonts w:ascii="Times New Roman" w:hAnsi="Times New Roman" w:cs="Times New Roman"/>
          <w:sz w:val="28"/>
          <w:szCs w:val="28"/>
        </w:rPr>
        <w:t>состоянию на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5476E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5476E">
        <w:rPr>
          <w:rFonts w:ascii="Times New Roman" w:hAnsi="Times New Roman" w:cs="Times New Roman"/>
          <w:sz w:val="28"/>
          <w:szCs w:val="28"/>
        </w:rPr>
        <w:t xml:space="preserve"> 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5476E">
        <w:rPr>
          <w:rFonts w:ascii="Times New Roman" w:hAnsi="Times New Roman" w:cs="Times New Roman"/>
          <w:sz w:val="28"/>
          <w:szCs w:val="28"/>
        </w:rPr>
        <w:t>_____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76E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в период с «</w:t>
      </w:r>
      <w:r w:rsidRPr="0025476E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5476E"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5476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5476E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5476E">
        <w:rPr>
          <w:rFonts w:ascii="Times New Roman" w:hAnsi="Times New Roman" w:cs="Times New Roman"/>
          <w:sz w:val="28"/>
          <w:szCs w:val="28"/>
        </w:rPr>
        <w:t>_______ года</w:t>
      </w:r>
      <w:r>
        <w:rPr>
          <w:rFonts w:ascii="Times New Roman" w:hAnsi="Times New Roman" w:cs="Times New Roman"/>
          <w:sz w:val="28"/>
          <w:szCs w:val="28"/>
        </w:rPr>
        <w:t xml:space="preserve">   по «</w:t>
      </w:r>
      <w:r w:rsidRPr="0025476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5476E">
        <w:rPr>
          <w:rFonts w:ascii="Times New Roman" w:hAnsi="Times New Roman" w:cs="Times New Roman"/>
          <w:sz w:val="28"/>
          <w:szCs w:val="28"/>
        </w:rPr>
        <w:t xml:space="preserve"> 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25476E">
        <w:rPr>
          <w:rFonts w:ascii="Times New Roman" w:hAnsi="Times New Roman" w:cs="Times New Roman"/>
          <w:sz w:val="28"/>
          <w:szCs w:val="28"/>
        </w:rPr>
        <w:t>_________ года основания быть признанным(ой) нуждающим(ей)ся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76E">
        <w:rPr>
          <w:rFonts w:ascii="Times New Roman" w:hAnsi="Times New Roman" w:cs="Times New Roman"/>
          <w:sz w:val="28"/>
          <w:szCs w:val="28"/>
        </w:rPr>
        <w:t>в жилом помещении.</w:t>
      </w:r>
    </w:p>
    <w:p w:rsidR="009D1746" w:rsidRPr="0025476E" w:rsidRDefault="009D1746" w:rsidP="002547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D1746" w:rsidRPr="0025476E" w:rsidRDefault="009D1746" w:rsidP="002547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476E">
        <w:rPr>
          <w:rFonts w:ascii="Times New Roman" w:hAnsi="Times New Roman" w:cs="Times New Roman"/>
          <w:sz w:val="28"/>
          <w:szCs w:val="28"/>
        </w:rPr>
        <w:t>Руководитель уполномоченного органа по учету _______  __________________</w:t>
      </w:r>
    </w:p>
    <w:p w:rsidR="009D1746" w:rsidRDefault="009D1746" w:rsidP="0025476E">
      <w:pPr>
        <w:pStyle w:val="ConsPlusNonformat"/>
        <w:jc w:val="both"/>
        <w:rPr>
          <w:rFonts w:ascii="Times New Roman" w:hAnsi="Times New Roman" w:cs="Times New Roman"/>
        </w:rPr>
      </w:pPr>
      <w:r w:rsidRPr="0025476E">
        <w:rPr>
          <w:rFonts w:ascii="Times New Roman" w:hAnsi="Times New Roman" w:cs="Times New Roman"/>
        </w:rPr>
        <w:t xml:space="preserve">            </w:t>
      </w:r>
    </w:p>
    <w:p w:rsidR="009D1746" w:rsidRPr="0025476E" w:rsidRDefault="009D1746" w:rsidP="0025476E">
      <w:pPr>
        <w:pStyle w:val="ConsPlusNonformat"/>
        <w:jc w:val="both"/>
        <w:rPr>
          <w:rFonts w:ascii="Times New Roman" w:hAnsi="Times New Roman" w:cs="Times New Roman"/>
        </w:rPr>
      </w:pPr>
      <w:r w:rsidRPr="0025476E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25476E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     </w:t>
      </w:r>
      <w:r w:rsidRPr="0025476E">
        <w:rPr>
          <w:rFonts w:ascii="Times New Roman" w:hAnsi="Times New Roman" w:cs="Times New Roman"/>
        </w:rPr>
        <w:t xml:space="preserve">  (подпись)      </w:t>
      </w:r>
      <w:r>
        <w:rPr>
          <w:rFonts w:ascii="Times New Roman" w:hAnsi="Times New Roman" w:cs="Times New Roman"/>
        </w:rPr>
        <w:t xml:space="preserve">            </w:t>
      </w:r>
      <w:r w:rsidRPr="0025476E">
        <w:rPr>
          <w:rFonts w:ascii="Times New Roman" w:hAnsi="Times New Roman" w:cs="Times New Roman"/>
        </w:rPr>
        <w:t xml:space="preserve">   (Ф.И.О.)</w:t>
      </w:r>
    </w:p>
    <w:p w:rsidR="009D1746" w:rsidRPr="00203C67" w:rsidRDefault="009D1746" w:rsidP="00BA7B65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9D1746" w:rsidRPr="00203C67" w:rsidRDefault="009D1746" w:rsidP="00BA7B65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имущественных и земельных</w:t>
      </w:r>
    </w:p>
    <w:p w:rsidR="009D1746" w:rsidRPr="00203C67" w:rsidRDefault="009D1746" w:rsidP="00BA7B65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отношений администрации</w:t>
      </w:r>
    </w:p>
    <w:p w:rsidR="009D1746" w:rsidRPr="00203C67" w:rsidRDefault="009D1746" w:rsidP="00BA7B65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9D1746" w:rsidRPr="00203C67" w:rsidRDefault="009D1746" w:rsidP="00BA7B65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D1746" w:rsidRDefault="009D1746" w:rsidP="00BA7B65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Д.В. Колмык</w:t>
      </w:r>
    </w:p>
    <w:p w:rsidR="009D1746" w:rsidRDefault="009D1746" w:rsidP="00BA7B65">
      <w:pPr>
        <w:spacing w:after="0" w:line="240" w:lineRule="auto"/>
      </w:pPr>
    </w:p>
    <w:p w:rsidR="009D1746" w:rsidRPr="009A34FD" w:rsidRDefault="009D1746" w:rsidP="00BA7B65">
      <w:pPr>
        <w:spacing w:after="0" w:line="240" w:lineRule="auto"/>
      </w:pPr>
    </w:p>
    <w:p w:rsidR="009D1746" w:rsidRDefault="009D1746" w:rsidP="002547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D1746" w:rsidRDefault="009D1746" w:rsidP="0025476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D1746" w:rsidRDefault="009D1746" w:rsidP="002509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D1746" w:rsidSect="00102FF9">
      <w:headerReference w:type="default" r:id="rId6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746" w:rsidRDefault="009D1746" w:rsidP="00637948">
      <w:pPr>
        <w:spacing w:after="0" w:line="240" w:lineRule="auto"/>
      </w:pPr>
      <w:r>
        <w:separator/>
      </w:r>
    </w:p>
  </w:endnote>
  <w:endnote w:type="continuationSeparator" w:id="1">
    <w:p w:rsidR="009D1746" w:rsidRDefault="009D1746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746" w:rsidRDefault="009D1746" w:rsidP="00637948">
      <w:pPr>
        <w:spacing w:after="0" w:line="240" w:lineRule="auto"/>
      </w:pPr>
      <w:r>
        <w:separator/>
      </w:r>
    </w:p>
  </w:footnote>
  <w:footnote w:type="continuationSeparator" w:id="1">
    <w:p w:rsidR="009D1746" w:rsidRDefault="009D1746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746" w:rsidRDefault="009D1746">
    <w:pPr>
      <w:pStyle w:val="Header"/>
      <w:jc w:val="center"/>
    </w:pPr>
    <w:r w:rsidRPr="00E8319B">
      <w:rPr>
        <w:rFonts w:ascii="Times New Roman" w:hAnsi="Times New Roman" w:cs="Times New Roman"/>
        <w:sz w:val="28"/>
        <w:szCs w:val="28"/>
      </w:rPr>
      <w:fldChar w:fldCharType="begin"/>
    </w:r>
    <w:r w:rsidRPr="00E8319B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E8319B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E8319B">
      <w:rPr>
        <w:rFonts w:ascii="Times New Roman" w:hAnsi="Times New Roman" w:cs="Times New Roman"/>
        <w:sz w:val="28"/>
        <w:szCs w:val="28"/>
      </w:rPr>
      <w:fldChar w:fldCharType="end"/>
    </w:r>
  </w:p>
  <w:p w:rsidR="009D1746" w:rsidRDefault="009D174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6A2"/>
    <w:rsid w:val="00010C90"/>
    <w:rsid w:val="00014259"/>
    <w:rsid w:val="00017E48"/>
    <w:rsid w:val="00040295"/>
    <w:rsid w:val="00065413"/>
    <w:rsid w:val="00076C2F"/>
    <w:rsid w:val="00092033"/>
    <w:rsid w:val="000B3347"/>
    <w:rsid w:val="000C5900"/>
    <w:rsid w:val="000D54AD"/>
    <w:rsid w:val="00102FF9"/>
    <w:rsid w:val="00104D1E"/>
    <w:rsid w:val="00116A5C"/>
    <w:rsid w:val="00127B0F"/>
    <w:rsid w:val="00136671"/>
    <w:rsid w:val="001371F4"/>
    <w:rsid w:val="001508DB"/>
    <w:rsid w:val="001576CC"/>
    <w:rsid w:val="001608EB"/>
    <w:rsid w:val="0016397C"/>
    <w:rsid w:val="00171CA6"/>
    <w:rsid w:val="00174CED"/>
    <w:rsid w:val="001A2157"/>
    <w:rsid w:val="001A27A0"/>
    <w:rsid w:val="001A296F"/>
    <w:rsid w:val="001A6AED"/>
    <w:rsid w:val="001C3087"/>
    <w:rsid w:val="001E6A6C"/>
    <w:rsid w:val="001E759D"/>
    <w:rsid w:val="00203C67"/>
    <w:rsid w:val="00210D5B"/>
    <w:rsid w:val="00211F6C"/>
    <w:rsid w:val="00220FD5"/>
    <w:rsid w:val="002343EB"/>
    <w:rsid w:val="00235A55"/>
    <w:rsid w:val="002509F3"/>
    <w:rsid w:val="0025476E"/>
    <w:rsid w:val="00257A58"/>
    <w:rsid w:val="0026042B"/>
    <w:rsid w:val="002656A2"/>
    <w:rsid w:val="002704D4"/>
    <w:rsid w:val="002746AF"/>
    <w:rsid w:val="00293002"/>
    <w:rsid w:val="00297A2F"/>
    <w:rsid w:val="002B1F9D"/>
    <w:rsid w:val="002B685B"/>
    <w:rsid w:val="002E25C8"/>
    <w:rsid w:val="002F2EDE"/>
    <w:rsid w:val="003023AD"/>
    <w:rsid w:val="003170B5"/>
    <w:rsid w:val="00324E61"/>
    <w:rsid w:val="0033262C"/>
    <w:rsid w:val="00334554"/>
    <w:rsid w:val="003442B8"/>
    <w:rsid w:val="003C7120"/>
    <w:rsid w:val="003D3D35"/>
    <w:rsid w:val="003E35BF"/>
    <w:rsid w:val="003F3043"/>
    <w:rsid w:val="00413D44"/>
    <w:rsid w:val="0041433C"/>
    <w:rsid w:val="004143F8"/>
    <w:rsid w:val="0041778E"/>
    <w:rsid w:val="00463CAA"/>
    <w:rsid w:val="004673D7"/>
    <w:rsid w:val="00472DCD"/>
    <w:rsid w:val="00493090"/>
    <w:rsid w:val="00495C1F"/>
    <w:rsid w:val="004B37A5"/>
    <w:rsid w:val="004B3BA6"/>
    <w:rsid w:val="004D123A"/>
    <w:rsid w:val="004E2790"/>
    <w:rsid w:val="004F7320"/>
    <w:rsid w:val="0052317C"/>
    <w:rsid w:val="00540C14"/>
    <w:rsid w:val="005618F9"/>
    <w:rsid w:val="005737AA"/>
    <w:rsid w:val="005742A8"/>
    <w:rsid w:val="00591A20"/>
    <w:rsid w:val="005C186D"/>
    <w:rsid w:val="005D2EE4"/>
    <w:rsid w:val="005E1A70"/>
    <w:rsid w:val="005F69C4"/>
    <w:rsid w:val="00615C5A"/>
    <w:rsid w:val="00627EF5"/>
    <w:rsid w:val="00637948"/>
    <w:rsid w:val="0064352F"/>
    <w:rsid w:val="00647ED5"/>
    <w:rsid w:val="006555FA"/>
    <w:rsid w:val="00662929"/>
    <w:rsid w:val="006858C2"/>
    <w:rsid w:val="00691744"/>
    <w:rsid w:val="006B0247"/>
    <w:rsid w:val="006B6BD2"/>
    <w:rsid w:val="006D270A"/>
    <w:rsid w:val="006F5BC9"/>
    <w:rsid w:val="006F5EE8"/>
    <w:rsid w:val="0070062A"/>
    <w:rsid w:val="00702CE8"/>
    <w:rsid w:val="007619B0"/>
    <w:rsid w:val="0077776A"/>
    <w:rsid w:val="00782F7D"/>
    <w:rsid w:val="007961D4"/>
    <w:rsid w:val="007B0A19"/>
    <w:rsid w:val="007D3F23"/>
    <w:rsid w:val="007E1DCB"/>
    <w:rsid w:val="007E5E84"/>
    <w:rsid w:val="008367CA"/>
    <w:rsid w:val="00840593"/>
    <w:rsid w:val="00870C5D"/>
    <w:rsid w:val="00893760"/>
    <w:rsid w:val="008A4C21"/>
    <w:rsid w:val="008D075A"/>
    <w:rsid w:val="008D2C49"/>
    <w:rsid w:val="008F1933"/>
    <w:rsid w:val="008F7B79"/>
    <w:rsid w:val="0092481E"/>
    <w:rsid w:val="00997147"/>
    <w:rsid w:val="009A34FD"/>
    <w:rsid w:val="009B0AEA"/>
    <w:rsid w:val="009C3078"/>
    <w:rsid w:val="009D1746"/>
    <w:rsid w:val="009F0E5F"/>
    <w:rsid w:val="00A06968"/>
    <w:rsid w:val="00A15327"/>
    <w:rsid w:val="00A3559E"/>
    <w:rsid w:val="00A5068D"/>
    <w:rsid w:val="00A57BDA"/>
    <w:rsid w:val="00A64489"/>
    <w:rsid w:val="00A73D45"/>
    <w:rsid w:val="00AA2F7A"/>
    <w:rsid w:val="00AA49A0"/>
    <w:rsid w:val="00AF3C69"/>
    <w:rsid w:val="00B029A6"/>
    <w:rsid w:val="00B0769B"/>
    <w:rsid w:val="00B15C2B"/>
    <w:rsid w:val="00B313A4"/>
    <w:rsid w:val="00B36AD6"/>
    <w:rsid w:val="00B479E9"/>
    <w:rsid w:val="00B7352E"/>
    <w:rsid w:val="00B95412"/>
    <w:rsid w:val="00BA5FC2"/>
    <w:rsid w:val="00BA7B65"/>
    <w:rsid w:val="00BE159F"/>
    <w:rsid w:val="00C06251"/>
    <w:rsid w:val="00C07D42"/>
    <w:rsid w:val="00C14168"/>
    <w:rsid w:val="00C347DB"/>
    <w:rsid w:val="00C44B5A"/>
    <w:rsid w:val="00C74CA2"/>
    <w:rsid w:val="00C832FA"/>
    <w:rsid w:val="00C84EAE"/>
    <w:rsid w:val="00C92335"/>
    <w:rsid w:val="00CB004C"/>
    <w:rsid w:val="00CC657C"/>
    <w:rsid w:val="00CE6663"/>
    <w:rsid w:val="00D35CE2"/>
    <w:rsid w:val="00D42F58"/>
    <w:rsid w:val="00D74654"/>
    <w:rsid w:val="00D7711C"/>
    <w:rsid w:val="00D91957"/>
    <w:rsid w:val="00DD6D0A"/>
    <w:rsid w:val="00DE7A3A"/>
    <w:rsid w:val="00DF4E84"/>
    <w:rsid w:val="00E01ACA"/>
    <w:rsid w:val="00E11DCE"/>
    <w:rsid w:val="00E1276D"/>
    <w:rsid w:val="00E20620"/>
    <w:rsid w:val="00E25528"/>
    <w:rsid w:val="00E53C69"/>
    <w:rsid w:val="00E82497"/>
    <w:rsid w:val="00E8319B"/>
    <w:rsid w:val="00E83B9C"/>
    <w:rsid w:val="00E92E54"/>
    <w:rsid w:val="00E970AB"/>
    <w:rsid w:val="00EA09DE"/>
    <w:rsid w:val="00EB6E80"/>
    <w:rsid w:val="00EE2EC6"/>
    <w:rsid w:val="00F0723F"/>
    <w:rsid w:val="00F3138A"/>
    <w:rsid w:val="00F43001"/>
    <w:rsid w:val="00F75B53"/>
    <w:rsid w:val="00FF5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CED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link w:val="Heading1Char"/>
    <w:uiPriority w:val="99"/>
    <w:qFormat/>
    <w:rsid w:val="002656A2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6A5C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56A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6A5C"/>
    <w:rPr>
      <w:rFonts w:ascii="Cambria" w:hAnsi="Cambria" w:cs="Cambria"/>
      <w:b/>
      <w:bCs/>
      <w:color w:val="4F81BD"/>
    </w:rPr>
  </w:style>
  <w:style w:type="character" w:styleId="Hyperlink">
    <w:name w:val="Hyperlink"/>
    <w:basedOn w:val="DefaultParagraphFont"/>
    <w:uiPriority w:val="99"/>
    <w:rsid w:val="002656A2"/>
    <w:rPr>
      <w:color w:val="0000FF"/>
      <w:u w:val="single"/>
    </w:rPr>
  </w:style>
  <w:style w:type="character" w:customStyle="1" w:styleId="gtext3">
    <w:name w:val="gtext3"/>
    <w:basedOn w:val="DefaultParagraphFont"/>
    <w:uiPriority w:val="99"/>
    <w:rsid w:val="002656A2"/>
  </w:style>
  <w:style w:type="paragraph" w:styleId="BalloonText">
    <w:name w:val="Balloon Text"/>
    <w:basedOn w:val="Normal"/>
    <w:link w:val="BalloonTextChar"/>
    <w:uiPriority w:val="99"/>
    <w:semiHidden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56A2"/>
    <w:rPr>
      <w:rFonts w:ascii="Tahoma" w:hAnsi="Tahoma" w:cs="Tahoma"/>
      <w:sz w:val="16"/>
      <w:szCs w:val="16"/>
    </w:rPr>
  </w:style>
  <w:style w:type="character" w:customStyle="1" w:styleId="news-date-time">
    <w:name w:val="news-date-time"/>
    <w:basedOn w:val="DefaultParagraphFont"/>
    <w:uiPriority w:val="99"/>
    <w:rsid w:val="00116A5C"/>
  </w:style>
  <w:style w:type="paragraph" w:styleId="NormalWeb">
    <w:name w:val="Normal (Web)"/>
    <w:basedOn w:val="Normal"/>
    <w:uiPriority w:val="99"/>
    <w:semiHidden/>
    <w:rsid w:val="00116A5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948"/>
  </w:style>
  <w:style w:type="paragraph" w:styleId="Footer">
    <w:name w:val="footer"/>
    <w:basedOn w:val="Normal"/>
    <w:link w:val="FooterChar"/>
    <w:uiPriority w:val="99"/>
    <w:semiHidden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7948"/>
  </w:style>
  <w:style w:type="paragraph" w:customStyle="1" w:styleId="2">
    <w:name w:val="Знак Знак Знак Знак2 Знак Знак Знак"/>
    <w:basedOn w:val="Normal"/>
    <w:uiPriority w:val="99"/>
    <w:rsid w:val="0070062A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E8249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41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1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4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255</Words>
  <Characters>1455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секретарь</cp:lastModifiedBy>
  <cp:revision>4</cp:revision>
  <cp:lastPrinted>2015-06-25T09:01:00Z</cp:lastPrinted>
  <dcterms:created xsi:type="dcterms:W3CDTF">2015-05-26T09:55:00Z</dcterms:created>
  <dcterms:modified xsi:type="dcterms:W3CDTF">2015-08-31T06:31:00Z</dcterms:modified>
</cp:coreProperties>
</file>