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C7" w:rsidRDefault="00A600C7" w:rsidP="00734D96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ПРИЛОЖЕНИЕ № 3</w:t>
      </w:r>
    </w:p>
    <w:p w:rsidR="00A600C7" w:rsidRDefault="00A600C7" w:rsidP="00734D9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600C7" w:rsidRDefault="00A600C7" w:rsidP="00734D9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администрации                                           </w:t>
      </w:r>
    </w:p>
    <w:p w:rsidR="00A600C7" w:rsidRDefault="00A600C7" w:rsidP="00734D96">
      <w:pPr>
        <w:tabs>
          <w:tab w:val="left" w:pos="6804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Вышестеблиевского </w:t>
      </w:r>
    </w:p>
    <w:p w:rsidR="00A600C7" w:rsidRDefault="00A600C7" w:rsidP="00734D96">
      <w:pPr>
        <w:tabs>
          <w:tab w:val="left" w:pos="6804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сельского поселения                         </w:t>
      </w:r>
    </w:p>
    <w:p w:rsidR="00A600C7" w:rsidRPr="001A6D31" w:rsidRDefault="00A600C7" w:rsidP="00734D96">
      <w:pPr>
        <w:tabs>
          <w:tab w:val="left" w:pos="6804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Темрюкского района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от  </w:t>
      </w:r>
      <w:r w:rsidRPr="001A6D31">
        <w:rPr>
          <w:rFonts w:ascii="Times New Roman" w:hAnsi="Times New Roman" w:cs="Times New Roman"/>
          <w:sz w:val="28"/>
          <w:szCs w:val="28"/>
        </w:rPr>
        <w:t>15.10.2015   № 258</w:t>
      </w:r>
    </w:p>
    <w:p w:rsidR="00A600C7" w:rsidRDefault="00A600C7" w:rsidP="00015285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00C7" w:rsidRPr="00807F6D" w:rsidRDefault="00A600C7" w:rsidP="000152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A600C7" w:rsidRPr="00807F6D" w:rsidRDefault="00A600C7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>рган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финансового контроля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в составе </w:t>
      </w:r>
    </w:p>
    <w:p w:rsidR="00A600C7" w:rsidRDefault="00A600C7" w:rsidP="0012014D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3"/>
        <w:tblW w:w="9618" w:type="dxa"/>
        <w:tblLayout w:type="fixed"/>
        <w:tblLook w:val="01E0"/>
      </w:tblPr>
      <w:tblGrid>
        <w:gridCol w:w="3427"/>
        <w:gridCol w:w="236"/>
        <w:gridCol w:w="5955"/>
      </w:tblGrid>
      <w:tr w:rsidR="00A600C7" w:rsidRPr="00FC7382">
        <w:trPr>
          <w:trHeight w:val="575"/>
        </w:trPr>
        <w:tc>
          <w:tcPr>
            <w:tcW w:w="3427" w:type="dxa"/>
          </w:tcPr>
          <w:p w:rsidR="00A600C7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Гриценко</w:t>
            </w:r>
          </w:p>
          <w:p w:rsidR="00A600C7" w:rsidRPr="00015285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Владимировна</w:t>
            </w:r>
          </w:p>
        </w:tc>
        <w:tc>
          <w:tcPr>
            <w:tcW w:w="236" w:type="dxa"/>
          </w:tcPr>
          <w:p w:rsidR="00A600C7" w:rsidRPr="00FC7382" w:rsidRDefault="00A600C7" w:rsidP="001E53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382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</w:p>
        </w:tc>
        <w:tc>
          <w:tcPr>
            <w:tcW w:w="5955" w:type="dxa"/>
          </w:tcPr>
          <w:p w:rsidR="00A600C7" w:rsidRDefault="00A600C7" w:rsidP="001E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6D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по финансовым </w:t>
            </w:r>
          </w:p>
          <w:p w:rsidR="00A600C7" w:rsidRDefault="00A600C7" w:rsidP="001E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6D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администрации Вышестеблиевского 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7176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комиссии; </w:t>
            </w:r>
          </w:p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0C7" w:rsidRPr="00FC7382">
        <w:trPr>
          <w:trHeight w:val="575"/>
        </w:trPr>
        <w:tc>
          <w:tcPr>
            <w:tcW w:w="3427" w:type="dxa"/>
          </w:tcPr>
          <w:p w:rsidR="00A600C7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Кононенко</w:t>
            </w:r>
          </w:p>
          <w:p w:rsidR="00A600C7" w:rsidRPr="00015285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 Дмитриевна</w:t>
            </w:r>
          </w:p>
        </w:tc>
        <w:tc>
          <w:tcPr>
            <w:tcW w:w="236" w:type="dxa"/>
          </w:tcPr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вопросам бюджета, финансам, экономическому развитию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ссии.</w:t>
            </w:r>
          </w:p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0C7" w:rsidRPr="00FC7382">
        <w:trPr>
          <w:trHeight w:val="575"/>
        </w:trPr>
        <w:tc>
          <w:tcPr>
            <w:tcW w:w="9618" w:type="dxa"/>
            <w:gridSpan w:val="3"/>
          </w:tcPr>
          <w:p w:rsidR="00A600C7" w:rsidRPr="00015285" w:rsidRDefault="00A600C7" w:rsidP="006C1CC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A600C7" w:rsidRPr="00FC7382">
        <w:trPr>
          <w:trHeight w:val="879"/>
        </w:trPr>
        <w:tc>
          <w:tcPr>
            <w:tcW w:w="3427" w:type="dxa"/>
          </w:tcPr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Яковлевна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Pr="008B041B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40D05">
              <w:rPr>
                <w:rFonts w:ascii="Times New Roman" w:hAnsi="Times New Roman" w:cs="Times New Roman"/>
                <w:sz w:val="28"/>
                <w:szCs w:val="28"/>
              </w:rPr>
              <w:t xml:space="preserve">лавный бухгалтер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казенного </w:t>
            </w: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учреж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 «Вышестеблиевуская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бухгалтерия»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Вышестеблиевского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600C7" w:rsidRPr="00015285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600C7" w:rsidRPr="00FC7382">
        <w:trPr>
          <w:trHeight w:val="1852"/>
        </w:trPr>
        <w:tc>
          <w:tcPr>
            <w:tcW w:w="3427" w:type="dxa"/>
          </w:tcPr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Ивановна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Pr="008B041B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казенного </w:t>
            </w: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«Вышестеблиевская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бухгалтерия»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Вышестеблиевского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600C7" w:rsidRPr="00015285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600C7" w:rsidRPr="00FC7382">
        <w:trPr>
          <w:trHeight w:val="1322"/>
        </w:trPr>
        <w:tc>
          <w:tcPr>
            <w:tcW w:w="3427" w:type="dxa"/>
          </w:tcPr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Мельник  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Леонидовна</w:t>
            </w: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</w:t>
            </w:r>
          </w:p>
          <w:p w:rsidR="00A600C7" w:rsidRPr="00015285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Эда Владимировна</w:t>
            </w:r>
          </w:p>
        </w:tc>
        <w:tc>
          <w:tcPr>
            <w:tcW w:w="236" w:type="dxa"/>
          </w:tcPr>
          <w:p w:rsidR="00A600C7" w:rsidRPr="00015285" w:rsidRDefault="00A600C7" w:rsidP="001E53A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Pr="008B041B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казенного </w:t>
            </w:r>
          </w:p>
          <w:p w:rsidR="00A600C7" w:rsidRDefault="00A600C7" w:rsidP="001E53A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«Производственно-эксплуатационный центр»  Вышестеблиевского сельского </w:t>
            </w:r>
            <w:r w:rsidRPr="006F6A24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района.</w:t>
            </w:r>
          </w:p>
          <w:p w:rsidR="00A600C7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0C7" w:rsidRPr="00015285" w:rsidRDefault="00A600C7" w:rsidP="001E53A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«Вышестеблиевская централизованная клубная система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600C7" w:rsidRDefault="00A600C7" w:rsidP="002234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00C7" w:rsidRDefault="00A600C7" w:rsidP="002234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A600C7" w:rsidRPr="008B041B" w:rsidRDefault="00A600C7" w:rsidP="002234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B041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600C7" w:rsidRPr="00223469" w:rsidRDefault="00A600C7" w:rsidP="00223469">
      <w:pPr>
        <w:pStyle w:val="NoSpacing"/>
        <w:rPr>
          <w:rFonts w:cs="Times New Roman"/>
        </w:rPr>
      </w:pPr>
      <w:r w:rsidRPr="008B041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П.К. Хаджиди</w:t>
      </w:r>
      <w:r w:rsidRPr="008B041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sectPr w:rsidR="00A600C7" w:rsidRPr="00223469" w:rsidSect="001E53A9">
      <w:headerReference w:type="default" r:id="rId6"/>
      <w:pgSz w:w="11907" w:h="16840" w:code="9"/>
      <w:pgMar w:top="993" w:right="567" w:bottom="426" w:left="1701" w:header="284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0C7" w:rsidRDefault="00A600C7" w:rsidP="007552A3">
      <w:pPr>
        <w:spacing w:after="0" w:line="240" w:lineRule="auto"/>
      </w:pPr>
      <w:r>
        <w:separator/>
      </w:r>
    </w:p>
  </w:endnote>
  <w:endnote w:type="continuationSeparator" w:id="1">
    <w:p w:rsidR="00A600C7" w:rsidRDefault="00A600C7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0C7" w:rsidRDefault="00A600C7" w:rsidP="007552A3">
      <w:pPr>
        <w:spacing w:after="0" w:line="240" w:lineRule="auto"/>
      </w:pPr>
      <w:r>
        <w:separator/>
      </w:r>
    </w:p>
  </w:footnote>
  <w:footnote w:type="continuationSeparator" w:id="1">
    <w:p w:rsidR="00A600C7" w:rsidRDefault="00A600C7" w:rsidP="0075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0C7" w:rsidRDefault="00A600C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A600C7" w:rsidRDefault="00A600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47"/>
    <w:rsid w:val="00000BF5"/>
    <w:rsid w:val="00012DDD"/>
    <w:rsid w:val="00015285"/>
    <w:rsid w:val="000234A0"/>
    <w:rsid w:val="00050883"/>
    <w:rsid w:val="00061774"/>
    <w:rsid w:val="000629AB"/>
    <w:rsid w:val="00082F95"/>
    <w:rsid w:val="0009123E"/>
    <w:rsid w:val="000A79D5"/>
    <w:rsid w:val="000D032D"/>
    <w:rsid w:val="001170C2"/>
    <w:rsid w:val="0012014D"/>
    <w:rsid w:val="00181A47"/>
    <w:rsid w:val="00193C72"/>
    <w:rsid w:val="001A6D31"/>
    <w:rsid w:val="001D626A"/>
    <w:rsid w:val="001E53A9"/>
    <w:rsid w:val="00223469"/>
    <w:rsid w:val="002243B1"/>
    <w:rsid w:val="00241B6B"/>
    <w:rsid w:val="00241F91"/>
    <w:rsid w:val="002564BE"/>
    <w:rsid w:val="00260E2A"/>
    <w:rsid w:val="00280CA7"/>
    <w:rsid w:val="0029640C"/>
    <w:rsid w:val="002B23CD"/>
    <w:rsid w:val="00300384"/>
    <w:rsid w:val="00306D02"/>
    <w:rsid w:val="003118FF"/>
    <w:rsid w:val="00320B82"/>
    <w:rsid w:val="003211DC"/>
    <w:rsid w:val="00332E85"/>
    <w:rsid w:val="00354871"/>
    <w:rsid w:val="0037693D"/>
    <w:rsid w:val="00394BE8"/>
    <w:rsid w:val="003A4600"/>
    <w:rsid w:val="003A4774"/>
    <w:rsid w:val="003B2F11"/>
    <w:rsid w:val="004317DD"/>
    <w:rsid w:val="00433154"/>
    <w:rsid w:val="00442376"/>
    <w:rsid w:val="00450EE9"/>
    <w:rsid w:val="00491B78"/>
    <w:rsid w:val="004E164A"/>
    <w:rsid w:val="0050330D"/>
    <w:rsid w:val="00517408"/>
    <w:rsid w:val="0054792A"/>
    <w:rsid w:val="0058039A"/>
    <w:rsid w:val="005860CA"/>
    <w:rsid w:val="005A0725"/>
    <w:rsid w:val="005A3505"/>
    <w:rsid w:val="006059FC"/>
    <w:rsid w:val="00616C5D"/>
    <w:rsid w:val="00625905"/>
    <w:rsid w:val="00645906"/>
    <w:rsid w:val="00673FD2"/>
    <w:rsid w:val="00686204"/>
    <w:rsid w:val="006A6083"/>
    <w:rsid w:val="006B2534"/>
    <w:rsid w:val="006C1CCD"/>
    <w:rsid w:val="006C6976"/>
    <w:rsid w:val="006F6A24"/>
    <w:rsid w:val="006F76CE"/>
    <w:rsid w:val="0072422C"/>
    <w:rsid w:val="00725155"/>
    <w:rsid w:val="007278B7"/>
    <w:rsid w:val="007309EC"/>
    <w:rsid w:val="00733565"/>
    <w:rsid w:val="00734D96"/>
    <w:rsid w:val="00750539"/>
    <w:rsid w:val="00751352"/>
    <w:rsid w:val="00753C97"/>
    <w:rsid w:val="007552A3"/>
    <w:rsid w:val="00761E19"/>
    <w:rsid w:val="007760A9"/>
    <w:rsid w:val="007E13D9"/>
    <w:rsid w:val="007E6A4B"/>
    <w:rsid w:val="00800422"/>
    <w:rsid w:val="00803B57"/>
    <w:rsid w:val="00807F6D"/>
    <w:rsid w:val="00813157"/>
    <w:rsid w:val="00833F7D"/>
    <w:rsid w:val="00840D05"/>
    <w:rsid w:val="00860CA3"/>
    <w:rsid w:val="008616C0"/>
    <w:rsid w:val="00882878"/>
    <w:rsid w:val="008A6571"/>
    <w:rsid w:val="008B041B"/>
    <w:rsid w:val="008B7272"/>
    <w:rsid w:val="008C4E41"/>
    <w:rsid w:val="008F478E"/>
    <w:rsid w:val="00991F0B"/>
    <w:rsid w:val="00994F1E"/>
    <w:rsid w:val="009A33E4"/>
    <w:rsid w:val="009E540B"/>
    <w:rsid w:val="009F1BFC"/>
    <w:rsid w:val="009F70D7"/>
    <w:rsid w:val="00A13A1F"/>
    <w:rsid w:val="00A22D28"/>
    <w:rsid w:val="00A36D0E"/>
    <w:rsid w:val="00A600C7"/>
    <w:rsid w:val="00A827D7"/>
    <w:rsid w:val="00A94EC1"/>
    <w:rsid w:val="00AC6E98"/>
    <w:rsid w:val="00AE2907"/>
    <w:rsid w:val="00B006C6"/>
    <w:rsid w:val="00B01027"/>
    <w:rsid w:val="00B137CC"/>
    <w:rsid w:val="00B23E64"/>
    <w:rsid w:val="00B30BF0"/>
    <w:rsid w:val="00B3146F"/>
    <w:rsid w:val="00B51CC5"/>
    <w:rsid w:val="00B60D9C"/>
    <w:rsid w:val="00B73C83"/>
    <w:rsid w:val="00B8401F"/>
    <w:rsid w:val="00BD673C"/>
    <w:rsid w:val="00BE1CE6"/>
    <w:rsid w:val="00BE2AFE"/>
    <w:rsid w:val="00BF06E7"/>
    <w:rsid w:val="00BF3DB1"/>
    <w:rsid w:val="00BF52B9"/>
    <w:rsid w:val="00C7695F"/>
    <w:rsid w:val="00C872B1"/>
    <w:rsid w:val="00C9708C"/>
    <w:rsid w:val="00CC5966"/>
    <w:rsid w:val="00CF0A2C"/>
    <w:rsid w:val="00D35B6E"/>
    <w:rsid w:val="00D42B1A"/>
    <w:rsid w:val="00DB4933"/>
    <w:rsid w:val="00DB5F99"/>
    <w:rsid w:val="00E14182"/>
    <w:rsid w:val="00E203B7"/>
    <w:rsid w:val="00E23C6E"/>
    <w:rsid w:val="00E7176D"/>
    <w:rsid w:val="00E83082"/>
    <w:rsid w:val="00EB4CCC"/>
    <w:rsid w:val="00EC11A7"/>
    <w:rsid w:val="00F27DE0"/>
    <w:rsid w:val="00F4719D"/>
    <w:rsid w:val="00F82147"/>
    <w:rsid w:val="00FC7382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39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50539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750539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750539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750539"/>
    <w:rPr>
      <w:color w:val="auto"/>
    </w:rPr>
  </w:style>
  <w:style w:type="character" w:customStyle="1" w:styleId="a1">
    <w:name w:val="Активная гипертекстовая ссылка"/>
    <w:basedOn w:val="a0"/>
    <w:uiPriority w:val="99"/>
    <w:rsid w:val="00750539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750539"/>
  </w:style>
  <w:style w:type="paragraph" w:customStyle="1" w:styleId="a4">
    <w:name w:val="Внимание: недобросовестность!"/>
    <w:basedOn w:val="a2"/>
    <w:next w:val="Normal"/>
    <w:uiPriority w:val="99"/>
    <w:rsid w:val="00750539"/>
  </w:style>
  <w:style w:type="character" w:customStyle="1" w:styleId="a5">
    <w:name w:val="Выделение для Базового Поиска"/>
    <w:basedOn w:val="a"/>
    <w:uiPriority w:val="99"/>
    <w:rsid w:val="00750539"/>
    <w:rPr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750539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Normal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d">
    <w:name w:val="Заголовок своего сообщения"/>
    <w:basedOn w:val="a"/>
    <w:uiPriority w:val="99"/>
    <w:rsid w:val="00750539"/>
  </w:style>
  <w:style w:type="paragraph" w:customStyle="1" w:styleId="ae">
    <w:name w:val="Заголовок статьи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Заголовок чужого сообщения"/>
    <w:basedOn w:val="a"/>
    <w:uiPriority w:val="99"/>
    <w:rsid w:val="00750539"/>
    <w:rPr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750539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750539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750539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750539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750539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750539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750539"/>
  </w:style>
  <w:style w:type="paragraph" w:customStyle="1" w:styleId="afe">
    <w:name w:val="Моноширинный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">
    <w:name w:val="Найденные слова"/>
    <w:basedOn w:val="a"/>
    <w:uiPriority w:val="99"/>
    <w:rsid w:val="00750539"/>
    <w:rPr>
      <w:shd w:val="clear" w:color="auto" w:fill="auto"/>
    </w:rPr>
  </w:style>
  <w:style w:type="paragraph" w:customStyle="1" w:styleId="aff0">
    <w:name w:val="Напишите нам"/>
    <w:basedOn w:val="Normal"/>
    <w:next w:val="Normal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1">
    <w:name w:val="Не вступил в силу"/>
    <w:basedOn w:val="a"/>
    <w:uiPriority w:val="99"/>
    <w:rsid w:val="00750539"/>
    <w:rPr>
      <w:color w:val="000000"/>
      <w:shd w:val="clear" w:color="auto" w:fill="auto"/>
    </w:rPr>
  </w:style>
  <w:style w:type="paragraph" w:customStyle="1" w:styleId="aff2">
    <w:name w:val="Необходимые документы"/>
    <w:basedOn w:val="a2"/>
    <w:next w:val="Normal"/>
    <w:uiPriority w:val="99"/>
    <w:rsid w:val="00750539"/>
    <w:pPr>
      <w:ind w:firstLine="118"/>
    </w:pPr>
  </w:style>
  <w:style w:type="paragraph" w:customStyle="1" w:styleId="aff3">
    <w:name w:val="Нормальный (таблица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4">
    <w:name w:val="Таблицы (моноширинный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5">
    <w:name w:val="Оглавление"/>
    <w:basedOn w:val="aff4"/>
    <w:next w:val="Normal"/>
    <w:uiPriority w:val="99"/>
    <w:rsid w:val="00750539"/>
    <w:pPr>
      <w:ind w:left="140"/>
    </w:pPr>
  </w:style>
  <w:style w:type="character" w:customStyle="1" w:styleId="aff6">
    <w:name w:val="Опечатки"/>
    <w:uiPriority w:val="99"/>
    <w:rsid w:val="00750539"/>
    <w:rPr>
      <w:color w:val="FF0000"/>
    </w:rPr>
  </w:style>
  <w:style w:type="paragraph" w:customStyle="1" w:styleId="aff7">
    <w:name w:val="Переменная часть"/>
    <w:basedOn w:val="a8"/>
    <w:next w:val="Normal"/>
    <w:uiPriority w:val="99"/>
    <w:rsid w:val="00750539"/>
    <w:rPr>
      <w:sz w:val="18"/>
      <w:szCs w:val="18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750539"/>
    <w:rPr>
      <w:b/>
      <w:bCs/>
    </w:rPr>
  </w:style>
  <w:style w:type="paragraph" w:customStyle="1" w:styleId="affa">
    <w:name w:val="Подчёркнуный текст"/>
    <w:basedOn w:val="Normal"/>
    <w:next w:val="Normal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Постоянная часть"/>
    <w:basedOn w:val="a8"/>
    <w:next w:val="Normal"/>
    <w:uiPriority w:val="99"/>
    <w:rsid w:val="00750539"/>
    <w:rPr>
      <w:sz w:val="20"/>
      <w:szCs w:val="20"/>
    </w:rPr>
  </w:style>
  <w:style w:type="paragraph" w:customStyle="1" w:styleId="affc">
    <w:name w:val="Прижатый влево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750539"/>
  </w:style>
  <w:style w:type="paragraph" w:customStyle="1" w:styleId="affe">
    <w:name w:val="Примечание."/>
    <w:basedOn w:val="a2"/>
    <w:next w:val="Normal"/>
    <w:uiPriority w:val="99"/>
    <w:rsid w:val="00750539"/>
  </w:style>
  <w:style w:type="character" w:customStyle="1" w:styleId="afff">
    <w:name w:val="Продолжение ссылки"/>
    <w:basedOn w:val="a0"/>
    <w:uiPriority w:val="99"/>
    <w:rsid w:val="00750539"/>
  </w:style>
  <w:style w:type="paragraph" w:customStyle="1" w:styleId="afff0">
    <w:name w:val="Словарная статья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1">
    <w:name w:val="Сравнение редакций"/>
    <w:basedOn w:val="a"/>
    <w:uiPriority w:val="99"/>
    <w:rsid w:val="00750539"/>
  </w:style>
  <w:style w:type="character" w:customStyle="1" w:styleId="afff2">
    <w:name w:val="Сравнение редакций. Добавленный фрагмент"/>
    <w:uiPriority w:val="99"/>
    <w:rsid w:val="00750539"/>
    <w:rPr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750539"/>
    <w:rPr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сылка на утративший силу документ"/>
    <w:basedOn w:val="a0"/>
    <w:uiPriority w:val="99"/>
    <w:rsid w:val="00750539"/>
  </w:style>
  <w:style w:type="paragraph" w:customStyle="1" w:styleId="afff6">
    <w:name w:val="Текст в таблице"/>
    <w:basedOn w:val="aff3"/>
    <w:next w:val="Normal"/>
    <w:uiPriority w:val="99"/>
    <w:rsid w:val="00750539"/>
    <w:pPr>
      <w:ind w:firstLine="500"/>
    </w:pPr>
  </w:style>
  <w:style w:type="paragraph" w:customStyle="1" w:styleId="afff7">
    <w:name w:val="Текст ЭР (см. также)"/>
    <w:basedOn w:val="Normal"/>
    <w:next w:val="Normal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8">
    <w:name w:val="Технический комментарий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9">
    <w:name w:val="Утратил силу"/>
    <w:basedOn w:val="a"/>
    <w:uiPriority w:val="99"/>
    <w:rsid w:val="00750539"/>
    <w:rPr>
      <w:strike/>
      <w:color w:val="auto"/>
    </w:rPr>
  </w:style>
  <w:style w:type="paragraph" w:customStyle="1" w:styleId="afffa">
    <w:name w:val="Формула"/>
    <w:basedOn w:val="Normal"/>
    <w:next w:val="Normal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b">
    <w:name w:val="Центрированный (таблица)"/>
    <w:basedOn w:val="aff3"/>
    <w:next w:val="Normal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52A3"/>
  </w:style>
  <w:style w:type="paragraph" w:styleId="Footer">
    <w:name w:val="footer"/>
    <w:basedOn w:val="Normal"/>
    <w:link w:val="FooterChar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2A3"/>
  </w:style>
  <w:style w:type="paragraph" w:styleId="BalloonText">
    <w:name w:val="Balloon Text"/>
    <w:basedOn w:val="Normal"/>
    <w:link w:val="BalloonTextChar"/>
    <w:uiPriority w:val="99"/>
    <w:semiHidden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06E7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uiPriority w:val="99"/>
    <w:rsid w:val="00807F6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807F6D"/>
    <w:rPr>
      <w:rFonts w:eastAsia="Times New Roman" w:cs="Calibri"/>
    </w:rPr>
  </w:style>
  <w:style w:type="paragraph" w:styleId="Subtitle">
    <w:name w:val="Subtitle"/>
    <w:basedOn w:val="Normal"/>
    <w:link w:val="SubtitleChar"/>
    <w:uiPriority w:val="99"/>
    <w:qFormat/>
    <w:rsid w:val="00B51CC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1CC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52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48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48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280</Words>
  <Characters>1600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Fidirko Yuliya Aleksandrovna</dc:creator>
  <cp:keywords/>
  <dc:description/>
  <cp:lastModifiedBy>секретарь</cp:lastModifiedBy>
  <cp:revision>9</cp:revision>
  <cp:lastPrinted>2015-06-02T08:39:00Z</cp:lastPrinted>
  <dcterms:created xsi:type="dcterms:W3CDTF">2015-05-28T09:24:00Z</dcterms:created>
  <dcterms:modified xsi:type="dcterms:W3CDTF">2015-10-19T07:30:00Z</dcterms:modified>
</cp:coreProperties>
</file>