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DBE" w:rsidRDefault="00277DBE" w:rsidP="00E81F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277DBE" w:rsidRDefault="00277DBE" w:rsidP="00E81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к постановлению </w:t>
      </w:r>
    </w:p>
    <w:p w:rsidR="00277DBE" w:rsidRDefault="00277DBE" w:rsidP="00E81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администрации </w:t>
      </w:r>
    </w:p>
    <w:p w:rsidR="00277DBE" w:rsidRDefault="00277DBE" w:rsidP="00E81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Вышестеблиевского </w:t>
      </w:r>
    </w:p>
    <w:p w:rsidR="00277DBE" w:rsidRDefault="00277DBE" w:rsidP="00E81F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77DBE" w:rsidRDefault="00277DBE" w:rsidP="00E81F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77DBE" w:rsidRDefault="00277DBE" w:rsidP="00E81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от 19.08.2015г.№ 207 </w:t>
      </w:r>
    </w:p>
    <w:p w:rsidR="00277DBE" w:rsidRPr="006D01AD" w:rsidRDefault="00277DBE" w:rsidP="00021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6pt;margin-top:208.5pt;width:5.05pt;height:4.2pt;z-index:251661312" o:connectortype="straight" strokeweight="2.25pt"/>
        </w:pict>
      </w:r>
      <w:r>
        <w:rPr>
          <w:noProof/>
        </w:rPr>
        <w:pict>
          <v:shape id="_x0000_s1027" type="#_x0000_t32" style="position:absolute;left:0;text-align:left;margin-left:166pt;margin-top:197.6pt;width:15.95pt;height:15.1pt;z-index:251660288" o:connectortype="straight" strokeweight="2.25pt"/>
        </w:pict>
      </w:r>
      <w:r>
        <w:rPr>
          <w:noProof/>
        </w:rPr>
        <w:pict>
          <v:shape id="_x0000_s1028" type="#_x0000_t32" style="position:absolute;left:0;text-align:left;margin-left:171.05pt;margin-top:192.6pt;width:10.9pt;height:10.05pt;z-index:251659264" o:connectortype="straight" strokeweight="2.25pt"/>
        </w:pict>
      </w:r>
      <w:r>
        <w:rPr>
          <w:noProof/>
        </w:rPr>
        <w:pict>
          <v:shape id="_x0000_s1029" type="#_x0000_t32" style="position:absolute;left:0;text-align:left;margin-left:181.95pt;margin-top:192.6pt;width:0;height:20.1pt;z-index:251658240" o:connectortype="straight" strokeweight="2.25pt"/>
        </w:pict>
      </w:r>
      <w:r>
        <w:rPr>
          <w:noProof/>
        </w:rPr>
        <w:pict>
          <v:shape id="_x0000_s1030" type="#_x0000_t32" style="position:absolute;left:0;text-align:left;margin-left:166pt;margin-top:212.7pt;width:15.95pt;height:0;z-index:251657216" o:connectortype="straight" strokeweight="2.25pt"/>
        </w:pict>
      </w:r>
      <w:r>
        <w:rPr>
          <w:noProof/>
        </w:rPr>
        <w:pict>
          <v:shape id="_x0000_s1031" type="#_x0000_t32" style="position:absolute;left:0;text-align:left;margin-left:166pt;margin-top:192.6pt;width:0;height:20.1pt;z-index:251656192" o:connectortype="straight" strokeweight="2.25pt"/>
        </w:pict>
      </w:r>
      <w:r>
        <w:rPr>
          <w:noProof/>
        </w:rPr>
        <w:pict>
          <v:shape id="_x0000_s1032" type="#_x0000_t32" style="position:absolute;left:0;text-align:left;margin-left:166pt;margin-top:192.6pt;width:15.95pt;height:0;z-index:251655168" o:connectortype="straight" strokeweight="2.2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33" type="#_x0000_t75" style="position:absolute;left:0;text-align:left;margin-left:0;margin-top:177.2pt;width:500.15pt;height:404.35pt;z-index:251654144;visibility:visible;mso-position-horizontal:center;mso-position-horizontal-relative:margin;mso-position-vertical-relative:margin">
            <v:imagedata r:id="rId5" o:title=""/>
            <w10:wrap type="square" anchorx="margin" anchory="margin"/>
          </v:shape>
        </w:pict>
      </w:r>
    </w:p>
    <w:sectPr w:rsidR="00277DBE" w:rsidRPr="006D01AD" w:rsidSect="00A407AC">
      <w:pgSz w:w="11900" w:h="16800"/>
      <w:pgMar w:top="709" w:right="800" w:bottom="709" w:left="110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1649B"/>
    <w:multiLevelType w:val="hybridMultilevel"/>
    <w:tmpl w:val="A13E3BC6"/>
    <w:lvl w:ilvl="0" w:tplc="AF6EA502">
      <w:start w:val="1"/>
      <w:numFmt w:val="bullet"/>
      <w:lvlText w:val="-"/>
      <w:lvlJc w:val="left"/>
      <w:pPr>
        <w:ind w:left="165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F7A"/>
    <w:rsid w:val="00013920"/>
    <w:rsid w:val="000219DB"/>
    <w:rsid w:val="00025794"/>
    <w:rsid w:val="00057BB2"/>
    <w:rsid w:val="00162C46"/>
    <w:rsid w:val="00245ADE"/>
    <w:rsid w:val="00277DBE"/>
    <w:rsid w:val="002A1902"/>
    <w:rsid w:val="002B1038"/>
    <w:rsid w:val="00361F7A"/>
    <w:rsid w:val="003F3C56"/>
    <w:rsid w:val="004E2BFD"/>
    <w:rsid w:val="005D1D3C"/>
    <w:rsid w:val="005D2497"/>
    <w:rsid w:val="005D5704"/>
    <w:rsid w:val="006250AE"/>
    <w:rsid w:val="006D01AD"/>
    <w:rsid w:val="006D7CF2"/>
    <w:rsid w:val="0073613A"/>
    <w:rsid w:val="0075461C"/>
    <w:rsid w:val="007C2D92"/>
    <w:rsid w:val="00843691"/>
    <w:rsid w:val="00A407AC"/>
    <w:rsid w:val="00AF5450"/>
    <w:rsid w:val="00B80F37"/>
    <w:rsid w:val="00BD3A7D"/>
    <w:rsid w:val="00C64D1B"/>
    <w:rsid w:val="00C84E2F"/>
    <w:rsid w:val="00CB3A82"/>
    <w:rsid w:val="00CD2738"/>
    <w:rsid w:val="00CE496E"/>
    <w:rsid w:val="00D47C40"/>
    <w:rsid w:val="00D724BD"/>
    <w:rsid w:val="00E57375"/>
    <w:rsid w:val="00E81F3D"/>
    <w:rsid w:val="00EA6A83"/>
    <w:rsid w:val="00F90302"/>
    <w:rsid w:val="00FC5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A83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56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5625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FC5625"/>
    <w:rPr>
      <w:color w:val="auto"/>
    </w:rPr>
  </w:style>
  <w:style w:type="paragraph" w:customStyle="1" w:styleId="a0">
    <w:name w:val="Таблицы (моноширинный)"/>
    <w:basedOn w:val="Normal"/>
    <w:next w:val="Normal"/>
    <w:uiPriority w:val="99"/>
    <w:rsid w:val="00FC56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21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19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82</Words>
  <Characters>469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13</cp:revision>
  <dcterms:created xsi:type="dcterms:W3CDTF">2015-08-14T13:23:00Z</dcterms:created>
  <dcterms:modified xsi:type="dcterms:W3CDTF">2015-09-02T15:26:00Z</dcterms:modified>
</cp:coreProperties>
</file>