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4FD" w:rsidRDefault="003954FD" w:rsidP="00E30C06">
      <w:pPr>
        <w:ind w:left="-180"/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Изображение" style="position:absolute;left:0;text-align:left;margin-left:191.7pt;margin-top:8.3pt;width:64.5pt;height:60pt;z-index:-251658240;visibility:visible">
            <v:imagedata r:id="rId7" o:title=""/>
          </v:shape>
        </w:pict>
      </w:r>
    </w:p>
    <w:p w:rsidR="003954FD" w:rsidRDefault="003954FD" w:rsidP="00E30C06">
      <w:pPr>
        <w:jc w:val="center"/>
        <w:rPr>
          <w:b/>
          <w:bCs/>
          <w:sz w:val="28"/>
          <w:szCs w:val="28"/>
        </w:rPr>
      </w:pPr>
    </w:p>
    <w:p w:rsidR="003954FD" w:rsidRDefault="003954FD" w:rsidP="00E30C06">
      <w:pPr>
        <w:jc w:val="center"/>
        <w:rPr>
          <w:b/>
          <w:bCs/>
          <w:sz w:val="28"/>
          <w:szCs w:val="28"/>
        </w:rPr>
      </w:pPr>
    </w:p>
    <w:p w:rsidR="003954FD" w:rsidRDefault="003954FD" w:rsidP="00E30C06">
      <w:pPr>
        <w:jc w:val="center"/>
        <w:rPr>
          <w:b/>
          <w:bCs/>
          <w:sz w:val="28"/>
          <w:szCs w:val="28"/>
        </w:rPr>
      </w:pPr>
    </w:p>
    <w:p w:rsidR="003954FD" w:rsidRDefault="003954FD" w:rsidP="00E30C06">
      <w:pPr>
        <w:jc w:val="center"/>
        <w:rPr>
          <w:b/>
          <w:bCs/>
          <w:sz w:val="28"/>
          <w:szCs w:val="28"/>
        </w:rPr>
      </w:pPr>
    </w:p>
    <w:p w:rsidR="003954FD" w:rsidRDefault="003954FD" w:rsidP="003200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ВЫШЕСТЕБЛИЕВСКОГО </w:t>
      </w:r>
      <w:r w:rsidRPr="00E05AE3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E05AE3">
        <w:rPr>
          <w:b/>
          <w:bCs/>
          <w:sz w:val="28"/>
          <w:szCs w:val="28"/>
        </w:rPr>
        <w:t>ТЕМРЮКСКОГО РАЙОНА</w:t>
      </w:r>
    </w:p>
    <w:p w:rsidR="003954FD" w:rsidRDefault="003954FD" w:rsidP="003200CC">
      <w:pPr>
        <w:tabs>
          <w:tab w:val="left" w:pos="4035"/>
        </w:tabs>
        <w:jc w:val="center"/>
        <w:rPr>
          <w:b/>
          <w:bCs/>
          <w:sz w:val="28"/>
          <w:szCs w:val="28"/>
        </w:rPr>
      </w:pPr>
    </w:p>
    <w:p w:rsidR="003954FD" w:rsidRPr="0069714D" w:rsidRDefault="003954FD" w:rsidP="003200CC">
      <w:pPr>
        <w:tabs>
          <w:tab w:val="left" w:pos="4035"/>
        </w:tabs>
        <w:jc w:val="center"/>
        <w:rPr>
          <w:sz w:val="32"/>
          <w:szCs w:val="32"/>
        </w:rPr>
      </w:pPr>
      <w:r w:rsidRPr="0069714D">
        <w:rPr>
          <w:b/>
          <w:bCs/>
          <w:sz w:val="32"/>
          <w:szCs w:val="32"/>
        </w:rPr>
        <w:t>ПОСТАНОВЛЕНИЕ</w:t>
      </w:r>
    </w:p>
    <w:p w:rsidR="003954FD" w:rsidRDefault="003954FD" w:rsidP="003200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27.04.2015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№ 105</w:t>
      </w:r>
    </w:p>
    <w:p w:rsidR="003954FD" w:rsidRDefault="003954FD" w:rsidP="003200CC">
      <w:pPr>
        <w:jc w:val="both"/>
        <w:rPr>
          <w:sz w:val="28"/>
          <w:szCs w:val="28"/>
        </w:rPr>
      </w:pPr>
    </w:p>
    <w:p w:rsidR="003954FD" w:rsidRPr="003200CC" w:rsidRDefault="003954FD" w:rsidP="003200CC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станица Вышестеблиевская</w:t>
      </w:r>
    </w:p>
    <w:p w:rsidR="003954FD" w:rsidRPr="00B14B79" w:rsidRDefault="003954FD" w:rsidP="00E30C06">
      <w:pPr>
        <w:jc w:val="center"/>
        <w:rPr>
          <w:sz w:val="28"/>
          <w:szCs w:val="28"/>
        </w:rPr>
      </w:pPr>
    </w:p>
    <w:p w:rsidR="003954FD" w:rsidRDefault="003954FD" w:rsidP="004D26FC">
      <w:pPr>
        <w:tabs>
          <w:tab w:val="left" w:pos="0"/>
        </w:tabs>
        <w:spacing w:line="20" w:lineRule="atLeast"/>
        <w:jc w:val="center"/>
        <w:rPr>
          <w:b/>
          <w:bCs/>
          <w:sz w:val="28"/>
          <w:szCs w:val="28"/>
        </w:rPr>
      </w:pPr>
      <w:r w:rsidRPr="00B55428">
        <w:rPr>
          <w:b/>
          <w:bCs/>
          <w:sz w:val="28"/>
          <w:szCs w:val="28"/>
        </w:rPr>
        <w:t>Об утверждении  методики сокращения количества товаров,</w:t>
      </w:r>
    </w:p>
    <w:p w:rsidR="003954FD" w:rsidRPr="00B55428" w:rsidRDefault="003954FD" w:rsidP="004D26FC">
      <w:pPr>
        <w:tabs>
          <w:tab w:val="left" w:pos="0"/>
          <w:tab w:val="left" w:pos="900"/>
        </w:tabs>
        <w:spacing w:line="20" w:lineRule="atLeast"/>
        <w:jc w:val="center"/>
        <w:rPr>
          <w:b/>
          <w:bCs/>
          <w:sz w:val="28"/>
          <w:szCs w:val="28"/>
        </w:rPr>
      </w:pPr>
      <w:r w:rsidRPr="00B55428">
        <w:rPr>
          <w:b/>
          <w:bCs/>
          <w:sz w:val="28"/>
          <w:szCs w:val="28"/>
        </w:rPr>
        <w:t>объемов работ или услуг  при уменьшении цены контракта</w:t>
      </w:r>
    </w:p>
    <w:p w:rsidR="003954FD" w:rsidRPr="00B55428" w:rsidRDefault="003954FD" w:rsidP="004D26FC">
      <w:pPr>
        <w:pStyle w:val="ConsPlusTitle"/>
        <w:widowControl/>
        <w:jc w:val="center"/>
        <w:rPr>
          <w:sz w:val="28"/>
          <w:szCs w:val="28"/>
        </w:rPr>
      </w:pPr>
      <w:r w:rsidRPr="00B55428">
        <w:rPr>
          <w:sz w:val="28"/>
          <w:szCs w:val="28"/>
        </w:rPr>
        <w:t xml:space="preserve">для обеспечения муниципальных нужд </w:t>
      </w:r>
      <w:r>
        <w:rPr>
          <w:sz w:val="28"/>
          <w:szCs w:val="28"/>
        </w:rPr>
        <w:t>Вышестеблиевского</w:t>
      </w:r>
      <w:r w:rsidRPr="00B55428">
        <w:rPr>
          <w:sz w:val="28"/>
          <w:szCs w:val="28"/>
        </w:rPr>
        <w:t xml:space="preserve"> сельского поселения Темрюкского района</w:t>
      </w:r>
    </w:p>
    <w:p w:rsidR="003954FD" w:rsidRDefault="003954FD" w:rsidP="004D26FC">
      <w:pPr>
        <w:jc w:val="center"/>
        <w:rPr>
          <w:sz w:val="28"/>
          <w:szCs w:val="28"/>
        </w:rPr>
      </w:pPr>
    </w:p>
    <w:p w:rsidR="003954FD" w:rsidRPr="00B14B79" w:rsidRDefault="003954FD" w:rsidP="00E30C06">
      <w:pPr>
        <w:rPr>
          <w:sz w:val="28"/>
          <w:szCs w:val="28"/>
        </w:rPr>
      </w:pPr>
    </w:p>
    <w:p w:rsidR="003954FD" w:rsidRPr="00B55428" w:rsidRDefault="003954FD" w:rsidP="004D26FC">
      <w:pPr>
        <w:tabs>
          <w:tab w:val="left" w:pos="0"/>
        </w:tabs>
        <w:spacing w:line="20" w:lineRule="atLeast"/>
        <w:ind w:firstLine="720"/>
        <w:jc w:val="both"/>
        <w:rPr>
          <w:sz w:val="28"/>
          <w:szCs w:val="28"/>
        </w:rPr>
      </w:pPr>
      <w:r w:rsidRPr="00B55428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 w:rsidRPr="00B55428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>с частью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>статьи 95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 </w:t>
      </w:r>
      <w:r w:rsidRPr="00B55428">
        <w:rPr>
          <w:sz w:val="28"/>
          <w:szCs w:val="28"/>
        </w:rPr>
        <w:t>5</w:t>
      </w:r>
      <w:r>
        <w:rPr>
          <w:sz w:val="28"/>
          <w:szCs w:val="28"/>
        </w:rPr>
        <w:t> апреля 2</w:t>
      </w:r>
      <w:r w:rsidRPr="00B55428">
        <w:rPr>
          <w:sz w:val="28"/>
          <w:szCs w:val="28"/>
        </w:rPr>
        <w:t>013 г</w:t>
      </w:r>
      <w:r>
        <w:rPr>
          <w:sz w:val="28"/>
          <w:szCs w:val="28"/>
        </w:rPr>
        <w:t>ода</w:t>
      </w:r>
      <w:r w:rsidRPr="00B554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>№ 44-ФЗ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 </w:t>
      </w:r>
      <w:r w:rsidRPr="00B55428">
        <w:rPr>
          <w:sz w:val="28"/>
          <w:szCs w:val="28"/>
        </w:rPr>
        <w:t>контрактной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 системе 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сфере 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закупок 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>товаров,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 </w:t>
      </w:r>
      <w:r w:rsidRPr="00B55428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 </w:t>
      </w:r>
      <w:r w:rsidRPr="00B55428">
        <w:rPr>
          <w:sz w:val="28"/>
          <w:szCs w:val="28"/>
        </w:rPr>
        <w:t>услуг</w:t>
      </w:r>
      <w:r w:rsidRPr="00B554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B55428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 w:rsidRPr="00B554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B55428">
        <w:rPr>
          <w:color w:val="000000"/>
          <w:sz w:val="28"/>
          <w:szCs w:val="28"/>
        </w:rPr>
        <w:t>обеспечения</w:t>
      </w:r>
      <w:r>
        <w:rPr>
          <w:color w:val="000000"/>
          <w:sz w:val="28"/>
          <w:szCs w:val="28"/>
        </w:rPr>
        <w:t xml:space="preserve"> </w:t>
      </w:r>
      <w:r w:rsidRPr="00B554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B55428">
        <w:rPr>
          <w:color w:val="000000"/>
          <w:sz w:val="28"/>
          <w:szCs w:val="28"/>
        </w:rPr>
        <w:t>государственных</w:t>
      </w:r>
      <w:r>
        <w:rPr>
          <w:color w:val="000000"/>
          <w:sz w:val="28"/>
          <w:szCs w:val="28"/>
        </w:rPr>
        <w:t xml:space="preserve">   </w:t>
      </w:r>
      <w:r w:rsidRPr="00B5542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B554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B55428">
        <w:rPr>
          <w:color w:val="000000"/>
          <w:sz w:val="28"/>
          <w:szCs w:val="28"/>
        </w:rPr>
        <w:t xml:space="preserve">муниципальных </w:t>
      </w:r>
      <w:r>
        <w:rPr>
          <w:color w:val="000000"/>
          <w:sz w:val="28"/>
          <w:szCs w:val="28"/>
        </w:rPr>
        <w:t xml:space="preserve">   </w:t>
      </w:r>
      <w:r w:rsidRPr="00B55428">
        <w:rPr>
          <w:color w:val="000000"/>
          <w:sz w:val="28"/>
          <w:szCs w:val="28"/>
        </w:rPr>
        <w:t>нужд</w:t>
      </w:r>
      <w:r w:rsidRPr="00B5542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</w:t>
      </w:r>
      <w:r w:rsidRPr="00B55428">
        <w:rPr>
          <w:sz w:val="28"/>
          <w:szCs w:val="28"/>
        </w:rPr>
        <w:t xml:space="preserve">  п о с т а н о в л я ю:</w:t>
      </w:r>
    </w:p>
    <w:p w:rsidR="003954FD" w:rsidRDefault="003954FD" w:rsidP="004D26FC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</w:t>
      </w:r>
      <w:r w:rsidRPr="004D26FC">
        <w:rPr>
          <w:sz w:val="28"/>
          <w:szCs w:val="28"/>
        </w:rPr>
        <w:t xml:space="preserve"> </w:t>
      </w:r>
      <w:r w:rsidRPr="004D26FC">
        <w:rPr>
          <w:rFonts w:ascii="Times New Roman" w:hAnsi="Times New Roman" w:cs="Times New Roman"/>
          <w:sz w:val="28"/>
          <w:szCs w:val="28"/>
        </w:rPr>
        <w:t>Утвердить</w:t>
      </w:r>
      <w:r w:rsidRPr="004D26F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D26FC">
        <w:rPr>
          <w:rFonts w:ascii="Times New Roman" w:hAnsi="Times New Roman" w:cs="Times New Roman"/>
          <w:color w:val="000000"/>
          <w:sz w:val="28"/>
          <w:szCs w:val="28"/>
        </w:rPr>
        <w:t xml:space="preserve"> методику сокращения количества товаров, объемов  работ или услуг  при уменьшении цены контракта </w:t>
      </w:r>
      <w:r w:rsidRPr="004D26FC">
        <w:rPr>
          <w:rFonts w:ascii="Times New Roman" w:hAnsi="Times New Roman" w:cs="Times New Roman"/>
          <w:sz w:val="28"/>
          <w:szCs w:val="28"/>
        </w:rPr>
        <w:t>для обеспечени</w:t>
      </w:r>
      <w:r>
        <w:rPr>
          <w:rFonts w:ascii="Times New Roman" w:hAnsi="Times New Roman" w:cs="Times New Roman"/>
          <w:sz w:val="28"/>
          <w:szCs w:val="28"/>
        </w:rPr>
        <w:t>я муниципальных нужд Вышестеблиевского</w:t>
      </w:r>
      <w:r w:rsidRPr="004D26F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(приложение)</w:t>
      </w:r>
      <w:r w:rsidRPr="004D26F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D26FC">
        <w:rPr>
          <w:rFonts w:ascii="Times New Roman" w:hAnsi="Times New Roman" w:cs="Times New Roman"/>
          <w:sz w:val="28"/>
          <w:szCs w:val="28"/>
        </w:rPr>
        <w:tab/>
      </w:r>
    </w:p>
    <w:p w:rsidR="003954FD" w:rsidRDefault="003954FD" w:rsidP="005E2B95">
      <w:pPr>
        <w:ind w:left="-180" w:firstLine="7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D26FC">
        <w:rPr>
          <w:sz w:val="28"/>
          <w:szCs w:val="28"/>
        </w:rPr>
        <w:t>2.</w:t>
      </w:r>
      <w:bookmarkStart w:id="0" w:name="sub_4"/>
      <w:r w:rsidRPr="005E2B95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данное постановление на официальном сайте администрации Вышестеблиевского сельского поселения Темрюкского района.</w:t>
      </w:r>
    </w:p>
    <w:p w:rsidR="003954FD" w:rsidRPr="005E2B95" w:rsidRDefault="003954FD" w:rsidP="008E189F">
      <w:pPr>
        <w:pStyle w:val="BodyText"/>
        <w:spacing w:after="0"/>
        <w:jc w:val="both"/>
        <w:rPr>
          <w:sz w:val="28"/>
          <w:szCs w:val="28"/>
        </w:rPr>
      </w:pPr>
      <w:r w:rsidRPr="005E2B95">
        <w:rPr>
          <w:sz w:val="28"/>
          <w:szCs w:val="28"/>
        </w:rPr>
        <w:tab/>
        <w:t>3.</w:t>
      </w:r>
      <w:r>
        <w:rPr>
          <w:sz w:val="28"/>
          <w:szCs w:val="28"/>
        </w:rPr>
        <w:t xml:space="preserve">      </w:t>
      </w:r>
      <w:r w:rsidRPr="005E2B95">
        <w:rPr>
          <w:sz w:val="28"/>
          <w:szCs w:val="28"/>
        </w:rPr>
        <w:t>Контроль  за выполнением настояще</w:t>
      </w:r>
      <w:r>
        <w:rPr>
          <w:sz w:val="28"/>
          <w:szCs w:val="28"/>
        </w:rPr>
        <w:t>го постановления  возложить на н</w:t>
      </w:r>
      <w:r w:rsidRPr="005E2B9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5E2B95">
        <w:rPr>
          <w:sz w:val="28"/>
          <w:szCs w:val="28"/>
        </w:rPr>
        <w:t xml:space="preserve">  финансового  отдела</w:t>
      </w:r>
      <w:r>
        <w:rPr>
          <w:sz w:val="28"/>
          <w:szCs w:val="28"/>
        </w:rPr>
        <w:t xml:space="preserve"> </w:t>
      </w:r>
      <w:r w:rsidRPr="005E2B95">
        <w:rPr>
          <w:sz w:val="28"/>
          <w:szCs w:val="28"/>
        </w:rPr>
        <w:t>администрации Вышестеблиевского</w:t>
      </w:r>
      <w:r>
        <w:rPr>
          <w:sz w:val="28"/>
          <w:szCs w:val="28"/>
        </w:rPr>
        <w:t xml:space="preserve"> </w:t>
      </w:r>
      <w:r w:rsidRPr="005E2B9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5E2B95">
        <w:rPr>
          <w:sz w:val="28"/>
          <w:szCs w:val="28"/>
        </w:rPr>
        <w:t xml:space="preserve">Темрюкского района  </w:t>
      </w:r>
      <w:r>
        <w:rPr>
          <w:sz w:val="28"/>
          <w:szCs w:val="28"/>
        </w:rPr>
        <w:t>О.В. Хорошун.</w:t>
      </w:r>
      <w:r w:rsidRPr="005E2B95">
        <w:rPr>
          <w:sz w:val="28"/>
          <w:szCs w:val="28"/>
        </w:rPr>
        <w:t xml:space="preserve">                                                                         </w:t>
      </w:r>
    </w:p>
    <w:p w:rsidR="003954FD" w:rsidRPr="00AE04D7" w:rsidRDefault="003954FD" w:rsidP="008E189F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 Настоящее п</w:t>
      </w:r>
      <w:r w:rsidRPr="00AE04D7">
        <w:rPr>
          <w:sz w:val="28"/>
          <w:szCs w:val="28"/>
        </w:rPr>
        <w:t>остановление  вступает в силу с</w:t>
      </w:r>
      <w:r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Pr="00AE04D7">
        <w:rPr>
          <w:sz w:val="28"/>
          <w:szCs w:val="28"/>
        </w:rPr>
        <w:t xml:space="preserve"> 1 января 201</w:t>
      </w:r>
      <w:r>
        <w:rPr>
          <w:sz w:val="28"/>
          <w:szCs w:val="28"/>
        </w:rPr>
        <w:t xml:space="preserve">5 </w:t>
      </w:r>
      <w:r w:rsidRPr="00AE04D7">
        <w:rPr>
          <w:sz w:val="28"/>
          <w:szCs w:val="28"/>
        </w:rPr>
        <w:t xml:space="preserve">года.   </w:t>
      </w:r>
    </w:p>
    <w:bookmarkEnd w:id="0"/>
    <w:p w:rsidR="003954FD" w:rsidRDefault="003954FD" w:rsidP="00AE04D7">
      <w:pPr>
        <w:pStyle w:val="BodyTextIndent3"/>
        <w:tabs>
          <w:tab w:val="left" w:pos="360"/>
        </w:tabs>
        <w:ind w:left="0"/>
        <w:jc w:val="both"/>
      </w:pPr>
    </w:p>
    <w:p w:rsidR="003954FD" w:rsidRDefault="003954FD" w:rsidP="005D6A73">
      <w:pPr>
        <w:jc w:val="both"/>
        <w:rPr>
          <w:color w:val="FF0000"/>
        </w:rPr>
      </w:pPr>
    </w:p>
    <w:p w:rsidR="003954FD" w:rsidRDefault="003954FD" w:rsidP="005D6A73">
      <w:pPr>
        <w:jc w:val="both"/>
        <w:rPr>
          <w:color w:val="FF0000"/>
        </w:rPr>
      </w:pPr>
    </w:p>
    <w:p w:rsidR="003954FD" w:rsidRDefault="003954FD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3954FD" w:rsidRDefault="003954FD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954FD" w:rsidRDefault="003954FD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3954FD" w:rsidRDefault="003954FD" w:rsidP="005D6A73">
      <w:pPr>
        <w:rPr>
          <w:sz w:val="20"/>
          <w:szCs w:val="20"/>
        </w:rPr>
      </w:pPr>
    </w:p>
    <w:p w:rsidR="003954FD" w:rsidRDefault="003954FD"/>
    <w:sectPr w:rsidR="003954FD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4FD" w:rsidRDefault="003954FD" w:rsidP="00260B9B">
      <w:r>
        <w:separator/>
      </w:r>
    </w:p>
  </w:endnote>
  <w:endnote w:type="continuationSeparator" w:id="0">
    <w:p w:rsidR="003954FD" w:rsidRDefault="003954FD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4FD" w:rsidRDefault="003954FD" w:rsidP="00260B9B">
      <w:r>
        <w:separator/>
      </w:r>
    </w:p>
  </w:footnote>
  <w:footnote w:type="continuationSeparator" w:id="0">
    <w:p w:rsidR="003954FD" w:rsidRDefault="003954FD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FD" w:rsidRDefault="003954FD" w:rsidP="00260B9B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C06"/>
    <w:rsid w:val="000001F3"/>
    <w:rsid w:val="000159CC"/>
    <w:rsid w:val="00024F33"/>
    <w:rsid w:val="000366A2"/>
    <w:rsid w:val="00056216"/>
    <w:rsid w:val="00061F93"/>
    <w:rsid w:val="00075A1E"/>
    <w:rsid w:val="000D3690"/>
    <w:rsid w:val="001402D6"/>
    <w:rsid w:val="001445F4"/>
    <w:rsid w:val="00151295"/>
    <w:rsid w:val="00157DA6"/>
    <w:rsid w:val="00180C84"/>
    <w:rsid w:val="002009A2"/>
    <w:rsid w:val="002277E0"/>
    <w:rsid w:val="00252BA0"/>
    <w:rsid w:val="00252D9F"/>
    <w:rsid w:val="00256523"/>
    <w:rsid w:val="00260B9B"/>
    <w:rsid w:val="00262A8D"/>
    <w:rsid w:val="00263F63"/>
    <w:rsid w:val="00277549"/>
    <w:rsid w:val="00281A25"/>
    <w:rsid w:val="00297AAF"/>
    <w:rsid w:val="002D103E"/>
    <w:rsid w:val="002D5FBD"/>
    <w:rsid w:val="002E7B57"/>
    <w:rsid w:val="002F08F4"/>
    <w:rsid w:val="002F5EC4"/>
    <w:rsid w:val="003200CC"/>
    <w:rsid w:val="00323EEC"/>
    <w:rsid w:val="00363E83"/>
    <w:rsid w:val="0039335D"/>
    <w:rsid w:val="003954FD"/>
    <w:rsid w:val="00397225"/>
    <w:rsid w:val="003A0858"/>
    <w:rsid w:val="003F63D0"/>
    <w:rsid w:val="0040735C"/>
    <w:rsid w:val="00416026"/>
    <w:rsid w:val="00422421"/>
    <w:rsid w:val="0043164E"/>
    <w:rsid w:val="004447BC"/>
    <w:rsid w:val="004D18EA"/>
    <w:rsid w:val="004D26FC"/>
    <w:rsid w:val="00525385"/>
    <w:rsid w:val="00561565"/>
    <w:rsid w:val="005C3D51"/>
    <w:rsid w:val="005D3C3B"/>
    <w:rsid w:val="005D6A73"/>
    <w:rsid w:val="005E02C0"/>
    <w:rsid w:val="005E2B95"/>
    <w:rsid w:val="005E541C"/>
    <w:rsid w:val="00624017"/>
    <w:rsid w:val="00632A93"/>
    <w:rsid w:val="0063570B"/>
    <w:rsid w:val="00651A49"/>
    <w:rsid w:val="006541E9"/>
    <w:rsid w:val="00657937"/>
    <w:rsid w:val="00666711"/>
    <w:rsid w:val="006713E5"/>
    <w:rsid w:val="0068166A"/>
    <w:rsid w:val="0069714D"/>
    <w:rsid w:val="006C1EC9"/>
    <w:rsid w:val="006C59B6"/>
    <w:rsid w:val="007468B7"/>
    <w:rsid w:val="007A0EC7"/>
    <w:rsid w:val="007A72EC"/>
    <w:rsid w:val="007B72F7"/>
    <w:rsid w:val="007E01D3"/>
    <w:rsid w:val="007E0DDD"/>
    <w:rsid w:val="007E5BC5"/>
    <w:rsid w:val="00860055"/>
    <w:rsid w:val="008A1829"/>
    <w:rsid w:val="008A732E"/>
    <w:rsid w:val="008C1ABA"/>
    <w:rsid w:val="008D4FA1"/>
    <w:rsid w:val="008E189F"/>
    <w:rsid w:val="008E3294"/>
    <w:rsid w:val="008F6638"/>
    <w:rsid w:val="00976190"/>
    <w:rsid w:val="009A7D22"/>
    <w:rsid w:val="009B68A4"/>
    <w:rsid w:val="009B756C"/>
    <w:rsid w:val="009D4A7C"/>
    <w:rsid w:val="009D65D5"/>
    <w:rsid w:val="00A074B8"/>
    <w:rsid w:val="00A20858"/>
    <w:rsid w:val="00A25B6C"/>
    <w:rsid w:val="00A41344"/>
    <w:rsid w:val="00A82F06"/>
    <w:rsid w:val="00A85A88"/>
    <w:rsid w:val="00A96AE7"/>
    <w:rsid w:val="00AB0512"/>
    <w:rsid w:val="00AC0067"/>
    <w:rsid w:val="00AE04D7"/>
    <w:rsid w:val="00B03A91"/>
    <w:rsid w:val="00B14B79"/>
    <w:rsid w:val="00B319DC"/>
    <w:rsid w:val="00B33BFF"/>
    <w:rsid w:val="00B34447"/>
    <w:rsid w:val="00B55428"/>
    <w:rsid w:val="00B95761"/>
    <w:rsid w:val="00BD0364"/>
    <w:rsid w:val="00BD44E8"/>
    <w:rsid w:val="00C11473"/>
    <w:rsid w:val="00C37275"/>
    <w:rsid w:val="00C61DA1"/>
    <w:rsid w:val="00C93DD7"/>
    <w:rsid w:val="00CA4544"/>
    <w:rsid w:val="00CB4C2D"/>
    <w:rsid w:val="00CC061D"/>
    <w:rsid w:val="00CC2CA9"/>
    <w:rsid w:val="00CE03C8"/>
    <w:rsid w:val="00D036C3"/>
    <w:rsid w:val="00D32E00"/>
    <w:rsid w:val="00D36998"/>
    <w:rsid w:val="00DA3AD7"/>
    <w:rsid w:val="00DE6609"/>
    <w:rsid w:val="00E05AE3"/>
    <w:rsid w:val="00E30C06"/>
    <w:rsid w:val="00E441D6"/>
    <w:rsid w:val="00E61E32"/>
    <w:rsid w:val="00E62B8D"/>
    <w:rsid w:val="00E65201"/>
    <w:rsid w:val="00EA17DC"/>
    <w:rsid w:val="00ED0BE4"/>
    <w:rsid w:val="00F41AEB"/>
    <w:rsid w:val="00F425EF"/>
    <w:rsid w:val="00F47AB2"/>
    <w:rsid w:val="00F539E1"/>
    <w:rsid w:val="00F83A0F"/>
    <w:rsid w:val="00F91450"/>
    <w:rsid w:val="00FA6DC4"/>
    <w:rsid w:val="00FC24C0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0B9B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0B9B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CC2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C2CA9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CC2CA9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E441D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E441D6"/>
    <w:pPr>
      <w:suppressAutoHyphens w:val="0"/>
      <w:ind w:left="-540"/>
    </w:pPr>
    <w:rPr>
      <w:sz w:val="28"/>
      <w:szCs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441D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E441D6"/>
    <w:pPr>
      <w:ind w:left="720"/>
    </w:pPr>
  </w:style>
  <w:style w:type="paragraph" w:customStyle="1" w:styleId="ConsPlusTitle">
    <w:name w:val="ConsPlusTitle"/>
    <w:uiPriority w:val="99"/>
    <w:rsid w:val="004D26F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E2B9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5E2B95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7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243</Words>
  <Characters>1386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admin</cp:lastModifiedBy>
  <cp:revision>25</cp:revision>
  <cp:lastPrinted>2015-03-18T11:32:00Z</cp:lastPrinted>
  <dcterms:created xsi:type="dcterms:W3CDTF">2014-02-07T12:38:00Z</dcterms:created>
  <dcterms:modified xsi:type="dcterms:W3CDTF">2015-05-06T10:43:00Z</dcterms:modified>
</cp:coreProperties>
</file>