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041" w:rsidRDefault="007A3041"/>
    <w:p w:rsidR="007A3041" w:rsidRDefault="007A3041" w:rsidP="00666C7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3pt;margin-top:-53.7pt;width:62.25pt;height:55.5pt;z-index:251658240">
            <v:imagedata r:id="rId5" o:title=""/>
          </v:shape>
        </w:pict>
      </w:r>
    </w:p>
    <w:p w:rsidR="007A3041" w:rsidRPr="00FD02D2" w:rsidRDefault="007A3041" w:rsidP="00B46D30">
      <w:pPr>
        <w:spacing w:line="240" w:lineRule="auto"/>
        <w:jc w:val="center"/>
        <w:rPr>
          <w:rFonts w:ascii="Times New Roman" w:hAnsi="Times New Roman" w:cs="Times New Roman"/>
          <w:b/>
          <w:bCs/>
          <w:sz w:val="28"/>
          <w:szCs w:val="28"/>
        </w:rPr>
      </w:pPr>
      <w:r w:rsidRPr="00FD02D2">
        <w:rPr>
          <w:rFonts w:ascii="Times New Roman" w:hAnsi="Times New Roman" w:cs="Times New Roman"/>
          <w:b/>
          <w:bCs/>
          <w:sz w:val="28"/>
          <w:szCs w:val="28"/>
        </w:rPr>
        <w:t>АДМИНИСТРАЦИЯ ВЫШЕСТЕБЛИЕВСКОГО</w:t>
      </w:r>
    </w:p>
    <w:p w:rsidR="007A3041" w:rsidRPr="00FD02D2" w:rsidRDefault="007A3041" w:rsidP="00B46D30">
      <w:pPr>
        <w:spacing w:line="240" w:lineRule="auto"/>
        <w:ind w:left="-360"/>
        <w:jc w:val="center"/>
        <w:rPr>
          <w:rFonts w:ascii="Times New Roman" w:hAnsi="Times New Roman" w:cs="Times New Roman"/>
          <w:b/>
          <w:bCs/>
          <w:sz w:val="28"/>
          <w:szCs w:val="28"/>
        </w:rPr>
      </w:pPr>
      <w:r w:rsidRPr="00FD02D2">
        <w:rPr>
          <w:rFonts w:ascii="Times New Roman" w:hAnsi="Times New Roman" w:cs="Times New Roman"/>
          <w:b/>
          <w:bCs/>
          <w:sz w:val="28"/>
          <w:szCs w:val="28"/>
        </w:rPr>
        <w:t>СЕЛЬСКОГО ПОСЕЛЕНИЯ ТЕМРЮКСКОГО РАЙОНА</w:t>
      </w:r>
    </w:p>
    <w:p w:rsidR="007A3041" w:rsidRPr="00FD02D2" w:rsidRDefault="007A3041" w:rsidP="00B46D30">
      <w:pPr>
        <w:spacing w:line="240" w:lineRule="auto"/>
        <w:jc w:val="center"/>
        <w:rPr>
          <w:rFonts w:ascii="Times New Roman" w:hAnsi="Times New Roman" w:cs="Times New Roman"/>
          <w:b/>
          <w:bCs/>
          <w:sz w:val="32"/>
          <w:szCs w:val="32"/>
        </w:rPr>
      </w:pPr>
      <w:r w:rsidRPr="00FD02D2">
        <w:rPr>
          <w:rFonts w:ascii="Times New Roman" w:hAnsi="Times New Roman" w:cs="Times New Roman"/>
          <w:b/>
          <w:bCs/>
          <w:sz w:val="32"/>
          <w:szCs w:val="32"/>
        </w:rPr>
        <w:t>ПОСТАНОВЛЕНИЕ</w:t>
      </w:r>
    </w:p>
    <w:p w:rsidR="007A3041" w:rsidRDefault="007A3041" w:rsidP="00B46D30">
      <w:pPr>
        <w:jc w:val="center"/>
        <w:rPr>
          <w:rFonts w:ascii="Times New Roman" w:hAnsi="Times New Roman" w:cs="Times New Roman"/>
          <w:sz w:val="28"/>
          <w:szCs w:val="28"/>
        </w:rPr>
      </w:pPr>
      <w:r w:rsidRPr="00FD02D2">
        <w:rPr>
          <w:rFonts w:ascii="Times New Roman" w:hAnsi="Times New Roman" w:cs="Times New Roman"/>
          <w:sz w:val="28"/>
          <w:szCs w:val="28"/>
        </w:rPr>
        <w:t xml:space="preserve">от </w:t>
      </w:r>
      <w:r>
        <w:rPr>
          <w:rFonts w:ascii="Times New Roman" w:hAnsi="Times New Roman" w:cs="Times New Roman"/>
          <w:sz w:val="28"/>
          <w:szCs w:val="28"/>
        </w:rPr>
        <w:t xml:space="preserve">19.02.2015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FD02D2">
        <w:rPr>
          <w:rFonts w:ascii="Times New Roman" w:hAnsi="Times New Roman" w:cs="Times New Roman"/>
          <w:sz w:val="28"/>
          <w:szCs w:val="28"/>
        </w:rPr>
        <w:t xml:space="preserve">№ </w:t>
      </w:r>
      <w:r>
        <w:rPr>
          <w:rFonts w:ascii="Times New Roman" w:hAnsi="Times New Roman" w:cs="Times New Roman"/>
          <w:sz w:val="28"/>
          <w:szCs w:val="28"/>
        </w:rPr>
        <w:t>45</w:t>
      </w:r>
    </w:p>
    <w:p w:rsidR="007A3041" w:rsidRDefault="007A3041" w:rsidP="00B46D30">
      <w:pPr>
        <w:jc w:val="center"/>
        <w:rPr>
          <w:rFonts w:ascii="Times New Roman" w:hAnsi="Times New Roman" w:cs="Times New Roman"/>
          <w:sz w:val="28"/>
          <w:szCs w:val="28"/>
        </w:rPr>
      </w:pPr>
      <w:r w:rsidRPr="00FD02D2">
        <w:rPr>
          <w:rFonts w:ascii="Times New Roman" w:hAnsi="Times New Roman" w:cs="Times New Roman"/>
          <w:sz w:val="28"/>
          <w:szCs w:val="28"/>
        </w:rPr>
        <w:t>станица Вышестеблиевская</w:t>
      </w:r>
    </w:p>
    <w:p w:rsidR="007A3041" w:rsidRDefault="007A3041" w:rsidP="00B46D30">
      <w:pPr>
        <w:jc w:val="center"/>
        <w:rPr>
          <w:rFonts w:ascii="Times New Roman" w:hAnsi="Times New Roman" w:cs="Times New Roman"/>
          <w:b/>
          <w:bCs/>
          <w:sz w:val="28"/>
          <w:szCs w:val="28"/>
        </w:rPr>
      </w:pPr>
      <w:r w:rsidRPr="005E0D80">
        <w:rPr>
          <w:rFonts w:ascii="Times New Roman" w:hAnsi="Times New Roman" w:cs="Times New Roman"/>
          <w:b/>
          <w:bCs/>
          <w:sz w:val="28"/>
          <w:szCs w:val="28"/>
        </w:rPr>
        <w:t>Об утверждении административного регламента администрации Вышестеблиевского сельского поселения Темрюкского района по предоставлению муниципальной услуги «Внесение изменений в учетные данные граждан, состоящих на учете в качестве нуждающихся в жилых помещениях»</w:t>
      </w:r>
    </w:p>
    <w:p w:rsidR="007A3041" w:rsidRDefault="007A3041" w:rsidP="00666C7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муниципальных услуг», в целях регламентации муниципальных услуг, предоставляемых администрацией Вышестеблиевского сельского поселения Темрюкского района, </w:t>
      </w:r>
      <w:r>
        <w:rPr>
          <w:rFonts w:ascii="Times New Roman" w:hAnsi="Times New Roman" w:cs="Times New Roman"/>
          <w:sz w:val="28"/>
          <w:szCs w:val="28"/>
        </w:rPr>
        <w:t xml:space="preserve"> </w:t>
      </w:r>
    </w:p>
    <w:p w:rsidR="007A3041" w:rsidRPr="005E0D80" w:rsidRDefault="007A3041" w:rsidP="000A53F7">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w:t>
      </w:r>
      <w:r>
        <w:rPr>
          <w:rFonts w:ascii="Times New Roman" w:hAnsi="Times New Roman" w:cs="Times New Roman"/>
          <w:sz w:val="28"/>
          <w:szCs w:val="28"/>
        </w:rPr>
        <w:t xml:space="preserve"> </w:t>
      </w:r>
      <w:r w:rsidRPr="005E0D80">
        <w:rPr>
          <w:rFonts w:ascii="Times New Roman" w:hAnsi="Times New Roman" w:cs="Times New Roman"/>
          <w:sz w:val="28"/>
          <w:szCs w:val="28"/>
        </w:rPr>
        <w:t>о</w:t>
      </w:r>
      <w:r>
        <w:rPr>
          <w:rFonts w:ascii="Times New Roman" w:hAnsi="Times New Roman" w:cs="Times New Roman"/>
          <w:sz w:val="28"/>
          <w:szCs w:val="28"/>
        </w:rPr>
        <w:t xml:space="preserve"> </w:t>
      </w:r>
      <w:r w:rsidRPr="005E0D80">
        <w:rPr>
          <w:rFonts w:ascii="Times New Roman" w:hAnsi="Times New Roman" w:cs="Times New Roman"/>
          <w:sz w:val="28"/>
          <w:szCs w:val="28"/>
        </w:rPr>
        <w:t>с</w:t>
      </w:r>
      <w:r>
        <w:rPr>
          <w:rFonts w:ascii="Times New Roman" w:hAnsi="Times New Roman" w:cs="Times New Roman"/>
          <w:sz w:val="28"/>
          <w:szCs w:val="28"/>
        </w:rPr>
        <w:t xml:space="preserve"> </w:t>
      </w:r>
      <w:r w:rsidRPr="005E0D80">
        <w:rPr>
          <w:rFonts w:ascii="Times New Roman" w:hAnsi="Times New Roman" w:cs="Times New Roman"/>
          <w:sz w:val="28"/>
          <w:szCs w:val="28"/>
        </w:rPr>
        <w:t>т</w:t>
      </w:r>
      <w:r>
        <w:rPr>
          <w:rFonts w:ascii="Times New Roman" w:hAnsi="Times New Roman" w:cs="Times New Roman"/>
          <w:sz w:val="28"/>
          <w:szCs w:val="28"/>
        </w:rPr>
        <w:t xml:space="preserve"> </w:t>
      </w:r>
      <w:r w:rsidRPr="005E0D80">
        <w:rPr>
          <w:rFonts w:ascii="Times New Roman" w:hAnsi="Times New Roman" w:cs="Times New Roman"/>
          <w:sz w:val="28"/>
          <w:szCs w:val="28"/>
        </w:rPr>
        <w:t>а</w:t>
      </w:r>
      <w:r>
        <w:rPr>
          <w:rFonts w:ascii="Times New Roman" w:hAnsi="Times New Roman" w:cs="Times New Roman"/>
          <w:sz w:val="28"/>
          <w:szCs w:val="28"/>
        </w:rPr>
        <w:t xml:space="preserve"> </w:t>
      </w:r>
      <w:r w:rsidRPr="005E0D80">
        <w:rPr>
          <w:rFonts w:ascii="Times New Roman" w:hAnsi="Times New Roman" w:cs="Times New Roman"/>
          <w:sz w:val="28"/>
          <w:szCs w:val="28"/>
        </w:rPr>
        <w:t>н</w:t>
      </w:r>
      <w:r>
        <w:rPr>
          <w:rFonts w:ascii="Times New Roman" w:hAnsi="Times New Roman" w:cs="Times New Roman"/>
          <w:sz w:val="28"/>
          <w:szCs w:val="28"/>
        </w:rPr>
        <w:t xml:space="preserve"> </w:t>
      </w:r>
      <w:r w:rsidRPr="005E0D80">
        <w:rPr>
          <w:rFonts w:ascii="Times New Roman" w:hAnsi="Times New Roman" w:cs="Times New Roman"/>
          <w:sz w:val="28"/>
          <w:szCs w:val="28"/>
        </w:rPr>
        <w:t>о</w:t>
      </w:r>
      <w:r>
        <w:rPr>
          <w:rFonts w:ascii="Times New Roman" w:hAnsi="Times New Roman" w:cs="Times New Roman"/>
          <w:sz w:val="28"/>
          <w:szCs w:val="28"/>
        </w:rPr>
        <w:t xml:space="preserve"> </w:t>
      </w:r>
      <w:r w:rsidRPr="005E0D80">
        <w:rPr>
          <w:rFonts w:ascii="Times New Roman" w:hAnsi="Times New Roman" w:cs="Times New Roman"/>
          <w:sz w:val="28"/>
          <w:szCs w:val="28"/>
        </w:rPr>
        <w:t>в</w:t>
      </w:r>
      <w:r>
        <w:rPr>
          <w:rFonts w:ascii="Times New Roman" w:hAnsi="Times New Roman" w:cs="Times New Roman"/>
          <w:sz w:val="28"/>
          <w:szCs w:val="28"/>
        </w:rPr>
        <w:t xml:space="preserve"> </w:t>
      </w:r>
      <w:r w:rsidRPr="005E0D80">
        <w:rPr>
          <w:rFonts w:ascii="Times New Roman" w:hAnsi="Times New Roman" w:cs="Times New Roman"/>
          <w:sz w:val="28"/>
          <w:szCs w:val="28"/>
        </w:rPr>
        <w:t>л</w:t>
      </w:r>
      <w:r>
        <w:rPr>
          <w:rFonts w:ascii="Times New Roman" w:hAnsi="Times New Roman" w:cs="Times New Roman"/>
          <w:sz w:val="28"/>
          <w:szCs w:val="28"/>
        </w:rPr>
        <w:t xml:space="preserve"> </w:t>
      </w:r>
      <w:r w:rsidRPr="005E0D80">
        <w:rPr>
          <w:rFonts w:ascii="Times New Roman" w:hAnsi="Times New Roman" w:cs="Times New Roman"/>
          <w:sz w:val="28"/>
          <w:szCs w:val="28"/>
        </w:rPr>
        <w:t>я</w:t>
      </w:r>
      <w:r>
        <w:rPr>
          <w:rFonts w:ascii="Times New Roman" w:hAnsi="Times New Roman" w:cs="Times New Roman"/>
          <w:sz w:val="28"/>
          <w:szCs w:val="28"/>
        </w:rPr>
        <w:t xml:space="preserve"> </w:t>
      </w:r>
      <w:r w:rsidRPr="005E0D80">
        <w:rPr>
          <w:rFonts w:ascii="Times New Roman" w:hAnsi="Times New Roman" w:cs="Times New Roman"/>
          <w:sz w:val="28"/>
          <w:szCs w:val="28"/>
        </w:rPr>
        <w:t>ю:</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1. Утвердить административный регламент администрации Вышестеблиевского сельского поселения Темрюкского района по предоставлению муниципальной услуги «Внесение изменений в учетные данные граждан, состоящих на учете в качестве нуждающихся в жилых помещениях» (прилагается).</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2. Обнародовать постановление в установленном порядке и разместить на официальном сайте администрации Вышестеблиевского сельского поселения Темрюкского района в сети Интернет.</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3. Постановление вступает в силу после его официального обнародования.</w:t>
      </w:r>
    </w:p>
    <w:p w:rsidR="007A3041" w:rsidRPr="005E0D80" w:rsidRDefault="007A3041" w:rsidP="00D51939">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Главы Вышестеблиевского</w:t>
      </w:r>
    </w:p>
    <w:p w:rsidR="007A3041" w:rsidRDefault="007A3041" w:rsidP="00D51939">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xml:space="preserve"> сельского поселения</w:t>
      </w:r>
    </w:p>
    <w:p w:rsidR="007A3041" w:rsidRDefault="007A3041" w:rsidP="00D51939">
      <w:pPr>
        <w:rPr>
          <w:rFonts w:ascii="Times New Roman" w:hAnsi="Times New Roman" w:cs="Times New Roman"/>
          <w:sz w:val="28"/>
          <w:szCs w:val="28"/>
        </w:rPr>
      </w:pPr>
      <w:r>
        <w:rPr>
          <w:rFonts w:ascii="Times New Roman" w:hAnsi="Times New Roman" w:cs="Times New Roman"/>
          <w:sz w:val="28"/>
          <w:szCs w:val="28"/>
        </w:rPr>
        <w:t>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5E0D80">
        <w:rPr>
          <w:rFonts w:ascii="Times New Roman" w:hAnsi="Times New Roman" w:cs="Times New Roman"/>
          <w:sz w:val="28"/>
          <w:szCs w:val="28"/>
        </w:rPr>
        <w:t>П.К.Хаджиди</w:t>
      </w:r>
    </w:p>
    <w:p w:rsidR="007A3041" w:rsidRDefault="007A3041" w:rsidP="00D51939">
      <w:pPr>
        <w:rPr>
          <w:rFonts w:ascii="Times New Roman" w:hAnsi="Times New Roman" w:cs="Times New Roman"/>
          <w:sz w:val="28"/>
          <w:szCs w:val="28"/>
        </w:rPr>
      </w:pPr>
    </w:p>
    <w:p w:rsidR="007A3041" w:rsidRDefault="007A3041" w:rsidP="00D51939"/>
    <w:p w:rsidR="007A3041" w:rsidRDefault="007A3041" w:rsidP="00D51939"/>
    <w:p w:rsidR="007A3041" w:rsidRDefault="007A3041" w:rsidP="00D51939"/>
    <w:p w:rsidR="007A3041" w:rsidRPr="005E0D80" w:rsidRDefault="007A3041" w:rsidP="000A53F7">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ПРИЛОЖЕНИЕ</w:t>
      </w:r>
    </w:p>
    <w:p w:rsidR="007A3041" w:rsidRPr="005E0D80" w:rsidRDefault="007A3041" w:rsidP="00D51939">
      <w:pPr>
        <w:spacing w:after="0" w:line="240" w:lineRule="auto"/>
        <w:ind w:left="7088"/>
        <w:rPr>
          <w:rFonts w:ascii="Times New Roman" w:hAnsi="Times New Roman" w:cs="Times New Roman"/>
          <w:sz w:val="28"/>
          <w:szCs w:val="28"/>
        </w:rPr>
      </w:pPr>
      <w:r>
        <w:rPr>
          <w:rFonts w:ascii="Times New Roman" w:hAnsi="Times New Roman" w:cs="Times New Roman"/>
          <w:sz w:val="28"/>
          <w:szCs w:val="28"/>
        </w:rPr>
        <w:t>к постановлению</w:t>
      </w:r>
    </w:p>
    <w:p w:rsidR="007A3041" w:rsidRPr="005E0D80" w:rsidRDefault="007A3041"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администрации</w:t>
      </w:r>
    </w:p>
    <w:p w:rsidR="007A3041" w:rsidRPr="005E0D80" w:rsidRDefault="007A3041"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Вышестеблиевского</w:t>
      </w:r>
    </w:p>
    <w:p w:rsidR="007A3041" w:rsidRPr="005E0D80" w:rsidRDefault="007A3041"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7A3041" w:rsidRPr="005E0D80" w:rsidRDefault="007A3041"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Темрюкского района</w:t>
      </w:r>
    </w:p>
    <w:p w:rsidR="007A3041" w:rsidRDefault="007A3041" w:rsidP="00D51939">
      <w:pPr>
        <w:ind w:left="7088"/>
        <w:rPr>
          <w:rFonts w:ascii="Times New Roman" w:hAnsi="Times New Roman" w:cs="Times New Roman"/>
          <w:sz w:val="28"/>
          <w:szCs w:val="28"/>
        </w:rPr>
      </w:pPr>
      <w:r>
        <w:rPr>
          <w:rFonts w:ascii="Times New Roman" w:hAnsi="Times New Roman" w:cs="Times New Roman"/>
          <w:sz w:val="28"/>
          <w:szCs w:val="28"/>
        </w:rPr>
        <w:t>от 19.02.2015 г. № 45</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Административный регламент</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администрации Вышестеблиевского сельского поселения</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Темрюкского района по предоставлению муниципальной услуги</w:t>
      </w:r>
    </w:p>
    <w:p w:rsidR="007A3041" w:rsidRDefault="007A3041" w:rsidP="006D5951">
      <w:pPr>
        <w:spacing w:line="240" w:lineRule="auto"/>
        <w:jc w:val="center"/>
        <w:rPr>
          <w:rFonts w:ascii="Times New Roman" w:hAnsi="Times New Roman" w:cs="Times New Roman"/>
          <w:sz w:val="28"/>
          <w:szCs w:val="28"/>
        </w:rPr>
      </w:pPr>
      <w:r w:rsidRPr="005E0D80">
        <w:rPr>
          <w:rFonts w:ascii="Times New Roman" w:hAnsi="Times New Roman" w:cs="Times New Roman"/>
          <w:sz w:val="28"/>
          <w:szCs w:val="28"/>
        </w:rPr>
        <w:t>«Внесение изменений в учетные данные граждан, состоящих на учете в качестве нуждающихся в жилых помещениях»</w:t>
      </w:r>
    </w:p>
    <w:p w:rsidR="007A3041" w:rsidRDefault="007A3041" w:rsidP="00D51939">
      <w:pPr>
        <w:spacing w:after="0"/>
        <w:jc w:val="center"/>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Общие положения</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1.1. Предмет регулирования регламента</w:t>
      </w:r>
    </w:p>
    <w:p w:rsidR="007A3041"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Предметом регулирования настоящего административного регламента предоставления администрацией Вышестеблиевского сельского поселения Темрюкского района муниципальной услуги «Внесение изменений в учетные данные граждан, состоящих на учете в качестве нуждающихся в жилых помещениях» (далее - муниципальная услуга) является определение стандарта и порядка предоставления муниципальной услуги по предоставлению разрешения на условно разрешённый вид использования земельного участка и (или) объекта капитального строительства (далее - разрешение на условно разрешённый вид использования).</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1.2.</w:t>
      </w:r>
      <w:r>
        <w:rPr>
          <w:rFonts w:ascii="Times New Roman" w:hAnsi="Times New Roman" w:cs="Times New Roman"/>
          <w:sz w:val="28"/>
          <w:szCs w:val="28"/>
        </w:rPr>
        <w:t xml:space="preserve"> </w:t>
      </w:r>
      <w:r w:rsidRPr="005E0D80">
        <w:rPr>
          <w:rFonts w:ascii="Times New Roman" w:hAnsi="Times New Roman" w:cs="Times New Roman"/>
          <w:sz w:val="28"/>
          <w:szCs w:val="28"/>
        </w:rPr>
        <w:t>Круг заявителей</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             </w:t>
      </w:r>
      <w:r w:rsidRPr="005E0D80">
        <w:rPr>
          <w:rFonts w:ascii="Times New Roman" w:hAnsi="Times New Roman" w:cs="Times New Roman"/>
          <w:sz w:val="28"/>
          <w:szCs w:val="28"/>
        </w:rPr>
        <w:t>Заявителями, имеющими право на получение муниципальной услуги, являются граждане Российской Федерации, проживающие на территории Вышестеблиевского сельского поселения Темрюкского района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1.3. Требования к порядку информирования о предоставлении</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xml:space="preserve">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Информирование о предоставлении муниципальной услуги осуществляется:</w:t>
      </w:r>
    </w:p>
    <w:p w:rsidR="007A3041" w:rsidRPr="005E0D80" w:rsidRDefault="007A3041"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1.3.1. В муниципальном бюджетном учреждении «Темрюкский районный многофункциональный центр по предоставлению государственных и муниципальных услуг» (далее- МФЦ):</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при личном обращении;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по телефону (горячая линия): 8(86148)5-44-45, телефон - автоинформатор отсутствует</w:t>
      </w:r>
      <w:r>
        <w:rPr>
          <w:rFonts w:ascii="Times New Roman" w:hAnsi="Times New Roman" w:cs="Times New Roman"/>
          <w:sz w:val="28"/>
          <w:szCs w:val="28"/>
        </w:rPr>
        <w:t>.</w:t>
      </w:r>
    </w:p>
    <w:p w:rsidR="007A3041" w:rsidRPr="005E0D80" w:rsidRDefault="007A3041"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1.3.2. В администрации Вышестеблиевского сельского поселения Темрюкского района (далее - администрация):</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при личном обращении;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по телефону: 8(86148)35-3</w:t>
      </w:r>
      <w:r w:rsidRPr="006D5951">
        <w:rPr>
          <w:rFonts w:ascii="Times New Roman" w:hAnsi="Times New Roman" w:cs="Times New Roman"/>
          <w:sz w:val="28"/>
          <w:szCs w:val="28"/>
        </w:rPr>
        <w:t>-</w:t>
      </w:r>
      <w:r w:rsidRPr="005E0D80">
        <w:rPr>
          <w:rFonts w:ascii="Times New Roman" w:hAnsi="Times New Roman" w:cs="Times New Roman"/>
          <w:sz w:val="28"/>
          <w:szCs w:val="28"/>
        </w:rPr>
        <w:t xml:space="preserve">44, телефон - автоинформатор </w:t>
      </w:r>
      <w:r>
        <w:rPr>
          <w:rFonts w:ascii="Times New Roman" w:hAnsi="Times New Roman" w:cs="Times New Roman"/>
          <w:sz w:val="28"/>
          <w:szCs w:val="28"/>
        </w:rPr>
        <w:t xml:space="preserve"> </w:t>
      </w:r>
      <w:r w:rsidRPr="005E0D80">
        <w:rPr>
          <w:rFonts w:ascii="Times New Roman" w:hAnsi="Times New Roman" w:cs="Times New Roman"/>
          <w:sz w:val="28"/>
          <w:szCs w:val="28"/>
        </w:rPr>
        <w:t>отсутствует</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по письменным обращениям.</w:t>
      </w:r>
    </w:p>
    <w:p w:rsidR="007A3041" w:rsidRPr="005E0D80" w:rsidRDefault="007A3041"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1.3.3. Посредством размещения информации на официальным сайте администрации Вышестеблиевского сельского поселения Темрюкского района</w:t>
      </w:r>
      <w:r>
        <w:rPr>
          <w:rFonts w:ascii="Times New Roman" w:hAnsi="Times New Roman" w:cs="Times New Roman"/>
          <w:sz w:val="28"/>
          <w:szCs w:val="28"/>
        </w:rPr>
        <w:t xml:space="preserve"> в сети Интернет: www.</w:t>
      </w:r>
      <w:r>
        <w:rPr>
          <w:rFonts w:ascii="Times New Roman" w:hAnsi="Times New Roman" w:cs="Times New Roman"/>
          <w:sz w:val="28"/>
          <w:szCs w:val="28"/>
          <w:lang w:val="en-US"/>
        </w:rPr>
        <w:t>admvyshesteblievskaya</w:t>
      </w:r>
      <w:r w:rsidRPr="005E0D80">
        <w:rPr>
          <w:rFonts w:ascii="Times New Roman" w:hAnsi="Times New Roman" w:cs="Times New Roman"/>
          <w:sz w:val="28"/>
          <w:szCs w:val="28"/>
        </w:rPr>
        <w:t>.ru;</w:t>
      </w:r>
    </w:p>
    <w:p w:rsidR="007A3041" w:rsidRPr="005E0D80" w:rsidRDefault="007A3041"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7A3041" w:rsidRPr="005E0D80" w:rsidRDefault="007A3041" w:rsidP="00F3116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1.3.5. Посредством размещения информационных стендов в МФЦ и администрации.</w:t>
      </w:r>
    </w:p>
    <w:p w:rsidR="007A3041" w:rsidRPr="005E0D80" w:rsidRDefault="007A3041" w:rsidP="00F3116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1.3.6. Консультирование по вопросам предоставления муниципальной услуги осуществляется бесплатно.</w:t>
      </w:r>
    </w:p>
    <w:p w:rsidR="007A3041" w:rsidRPr="005E0D80" w:rsidRDefault="007A3041" w:rsidP="00F3116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1.3.7. Специалист, осуществляющий консультирование (посредством телефона и лично) по вопросам предоставления муниципальной услуги, должен корректно и внимательно относится к заявителям. 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         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       Рекомендуемое время для телефонного разговора не более 10 минут, личного устного информирования – не более 15 минут.</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       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A3041" w:rsidRPr="005E0D80" w:rsidRDefault="007A3041" w:rsidP="0030658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1.3.8. Информационные стенды, размещенные в МФЦ и администрации должны содержать:</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1) </w:t>
      </w:r>
      <w:r w:rsidRPr="005E0D80">
        <w:rPr>
          <w:rFonts w:ascii="Times New Roman" w:hAnsi="Times New Roman" w:cs="Times New Roman"/>
          <w:sz w:val="28"/>
          <w:szCs w:val="28"/>
        </w:rPr>
        <w:t>режим работы, адреса МФЦ, администрации Вышестеблиевского сельского поселения Темрюкского района, предоставляющего муниципальную услугу;</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2) </w:t>
      </w:r>
      <w:r w:rsidRPr="005E0D80">
        <w:rPr>
          <w:rFonts w:ascii="Times New Roman" w:hAnsi="Times New Roman" w:cs="Times New Roman"/>
          <w:sz w:val="28"/>
          <w:szCs w:val="28"/>
        </w:rPr>
        <w:t>адрес официального Интернет-портала администрации Вышестеблиевского сельского поселения Темрюкского района, адрес электронной почты органа администрации Вышестеблиевского сельского поселения Темрюкского района, предоставляющего муниципальную услугу;</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3) </w:t>
      </w:r>
      <w:r w:rsidRPr="005E0D80">
        <w:rPr>
          <w:rFonts w:ascii="Times New Roman" w:hAnsi="Times New Roman" w:cs="Times New Roman"/>
          <w:sz w:val="28"/>
          <w:szCs w:val="28"/>
        </w:rPr>
        <w:t>почтовые адреса, телефоны, фамилии руководителей МФЦ и органа администрации Вышестеблиевского сельского поселения Темрюкского района, предоставляющего муниципальную услугу;</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4) </w:t>
      </w:r>
      <w:r w:rsidRPr="005E0D80">
        <w:rPr>
          <w:rFonts w:ascii="Times New Roman" w:hAnsi="Times New Roman" w:cs="Times New Roman"/>
          <w:sz w:val="28"/>
          <w:szCs w:val="28"/>
        </w:rPr>
        <w:t>порядок получения консультаций о предоставлении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порядок и сроки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5) </w:t>
      </w:r>
      <w:r w:rsidRPr="005E0D80">
        <w:rPr>
          <w:rFonts w:ascii="Times New Roman" w:hAnsi="Times New Roman" w:cs="Times New Roman"/>
          <w:sz w:val="28"/>
          <w:szCs w:val="28"/>
        </w:rPr>
        <w:t>основание для отказа в приеме документов о предоставлении муниципальной услуги, в предоставлении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6) </w:t>
      </w:r>
      <w:r w:rsidRPr="005E0D80">
        <w:rPr>
          <w:rFonts w:ascii="Times New Roman" w:hAnsi="Times New Roman" w:cs="Times New Roman"/>
          <w:sz w:val="28"/>
          <w:szCs w:val="28"/>
        </w:rPr>
        <w:t>образцы запросов (заполненные), перечень документов, необходимых для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7) </w:t>
      </w:r>
      <w:r w:rsidRPr="005E0D80">
        <w:rPr>
          <w:rFonts w:ascii="Times New Roman" w:hAnsi="Times New Roman" w:cs="Times New Roman"/>
          <w:sz w:val="28"/>
          <w:szCs w:val="28"/>
        </w:rPr>
        <w:t>досудебный (внесудебный) порядок обжалования решений и действий (бездействия) администрации Вышестеблиевского сельского поселения Темрюкского района, предоставляющего муниципальную услугу, а также его должностных лиц и муниципальных служащих;</w:t>
      </w:r>
    </w:p>
    <w:p w:rsidR="007A3041" w:rsidRPr="005E0D80" w:rsidRDefault="007A3041"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8) </w:t>
      </w:r>
      <w:r w:rsidRPr="005E0D80">
        <w:rPr>
          <w:rFonts w:ascii="Times New Roman" w:hAnsi="Times New Roman" w:cs="Times New Roman"/>
          <w:sz w:val="28"/>
          <w:szCs w:val="28"/>
        </w:rPr>
        <w:t>иная информация, необходимая для получения муниципальной услуги.</w:t>
      </w:r>
    </w:p>
    <w:p w:rsidR="007A3041" w:rsidRPr="005E0D80" w:rsidRDefault="007A3041" w:rsidP="0030658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Такая же информация размещается на официальном Интернет-портале администрации Вышестеблиевского сельского поселения Темрюкского района и сайте МФЦ.</w:t>
      </w:r>
    </w:p>
    <w:p w:rsidR="007A3041" w:rsidRPr="005E0D80" w:rsidRDefault="007A3041" w:rsidP="0030658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1.3.9. Информация о месте нахождения и графике работы, справочных телефонах администрации и МФЦ:</w:t>
      </w:r>
    </w:p>
    <w:p w:rsidR="007A3041" w:rsidRPr="005F6D80" w:rsidRDefault="007A3041" w:rsidP="005F6D80">
      <w:pPr>
        <w:rPr>
          <w:sz w:val="96"/>
          <w:szCs w:val="96"/>
        </w:rPr>
      </w:pPr>
      <w:r w:rsidRPr="005E0D80">
        <w:rPr>
          <w:rFonts w:ascii="Times New Roman" w:hAnsi="Times New Roman" w:cs="Times New Roman"/>
          <w:sz w:val="28"/>
          <w:szCs w:val="28"/>
        </w:rPr>
        <w:t>Отдел расположен по адресу: Краснодарский край, Темрюкский район, станица Вышестеблиевская, улица Ленина, 94, телефоны для справок: 8(86148)35-3</w:t>
      </w:r>
      <w:r w:rsidRPr="00306586">
        <w:rPr>
          <w:rFonts w:ascii="Times New Roman" w:hAnsi="Times New Roman" w:cs="Times New Roman"/>
          <w:sz w:val="28"/>
          <w:szCs w:val="28"/>
        </w:rPr>
        <w:t>-</w:t>
      </w:r>
      <w:r w:rsidRPr="005E0D80">
        <w:rPr>
          <w:rFonts w:ascii="Times New Roman" w:hAnsi="Times New Roman" w:cs="Times New Roman"/>
          <w:sz w:val="28"/>
          <w:szCs w:val="28"/>
        </w:rPr>
        <w:t>44, адрес электронной почты: </w:t>
      </w:r>
      <w:r w:rsidRPr="005F6D80">
        <w:rPr>
          <w:rFonts w:ascii="Times New Roman" w:hAnsi="Times New Roman" w:cs="Times New Roman"/>
          <w:sz w:val="28"/>
          <w:szCs w:val="28"/>
        </w:rPr>
        <w:t>adm_histebl@mail.ru</w:t>
      </w:r>
    </w:p>
    <w:p w:rsidR="007A3041" w:rsidRPr="005E0D80" w:rsidRDefault="007A3041" w:rsidP="005F6D80">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График работы Отдела: понедельник, вторник, среда, четверг, пятница - 8.00 — 17.00 (перерыв с12.00-13.00), суббота, воскресенье — выходные дни.</w:t>
      </w:r>
    </w:p>
    <w:p w:rsidR="007A3041" w:rsidRPr="005F6D80" w:rsidRDefault="007A3041" w:rsidP="005F6D80">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Официальный сайт администрации Вышестеблиевского сельского поселения Темрюкского района в сети Интернет:</w:t>
      </w:r>
      <w:r w:rsidRPr="005F6D80">
        <w:rPr>
          <w:rFonts w:ascii="Times New Roman" w:hAnsi="Times New Roman" w:cs="Times New Roman"/>
          <w:sz w:val="28"/>
          <w:szCs w:val="28"/>
        </w:rPr>
        <w:t xml:space="preserve"> </w:t>
      </w:r>
      <w:r>
        <w:rPr>
          <w:rFonts w:ascii="Times New Roman" w:hAnsi="Times New Roman" w:cs="Times New Roman"/>
          <w:sz w:val="28"/>
          <w:szCs w:val="28"/>
        </w:rPr>
        <w:t>www.</w:t>
      </w:r>
      <w:r>
        <w:rPr>
          <w:rFonts w:ascii="Times New Roman" w:hAnsi="Times New Roman" w:cs="Times New Roman"/>
          <w:sz w:val="28"/>
          <w:szCs w:val="28"/>
          <w:lang w:val="en-US"/>
        </w:rPr>
        <w:t>admvyshesteblievskaya</w:t>
      </w:r>
      <w:r w:rsidRPr="005E0D80">
        <w:rPr>
          <w:rFonts w:ascii="Times New Roman" w:hAnsi="Times New Roman" w:cs="Times New Roman"/>
          <w:sz w:val="28"/>
          <w:szCs w:val="28"/>
        </w:rPr>
        <w:t>.ru;</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МФЦ расположен по адресу: Краснодарский край, г.Темрюк, ул.Розы Люксембург, 65/Гоголя 90</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График работы МФЦ: понедельник –пятница 8.00 – 20.00, суббота 9.00 – 13.00, воскресенье – выходной ( время предоставления отдыха и питания специалистов устанавливается правилами служебного порядка).</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II. Стандарт предоставления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 Наименование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Внесение изменений в учетные данные граждан, состоящих на учете в качестве нуждающихся в жилых помещениях.</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2.2. Наименование органа, предоставляющего муниципальную услугу</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Муниципальную услугу предоставляет общий отдел администрации Вышестеблиевского сельского поселения Темрюкского района (далее – Отдел).</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Прием и выдачу документов, консультирование о порядке предоставления муниципальной услуги осуществляется в МФЦ или непосредственно в Отделе.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Органами, обращение в которые необходимо для предоставления муниципальной услуги, являются:</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государственное унитарное предприятие Краснодарского края «Крайтехинвентаризация» (далее - ГУП КК «Крайтехинвентаризация»);</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управление Федеральной службы государственной регистрации, кадастра и картографии по Краснодарскому краю.</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постановлением администрации Вышестеблиевского  сельского поселения Темрюкского района.</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2.3. Результат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Результатом предоставления муниципальной услуги является издание постановления администрации Вышестеблиевского сельского поселения Темрюкского района:</w:t>
      </w:r>
    </w:p>
    <w:p w:rsidR="007A3041" w:rsidRPr="005E0D80" w:rsidRDefault="007A3041" w:rsidP="00D51939">
      <w:pPr>
        <w:spacing w:after="0" w:line="240" w:lineRule="auto"/>
        <w:jc w:val="both"/>
        <w:rPr>
          <w:rFonts w:ascii="Times New Roman" w:hAnsi="Times New Roman" w:cs="Times New Roman"/>
          <w:sz w:val="28"/>
          <w:szCs w:val="28"/>
        </w:rPr>
      </w:pPr>
      <w:r w:rsidRPr="00091E53">
        <w:rPr>
          <w:rFonts w:ascii="Times New Roman" w:hAnsi="Times New Roman" w:cs="Times New Roman"/>
          <w:sz w:val="28"/>
          <w:szCs w:val="28"/>
        </w:rPr>
        <w:t xml:space="preserve">1) </w:t>
      </w:r>
      <w:r w:rsidRPr="005E0D80">
        <w:rPr>
          <w:rFonts w:ascii="Times New Roman" w:hAnsi="Times New Roman" w:cs="Times New Roman"/>
          <w:sz w:val="28"/>
          <w:szCs w:val="28"/>
        </w:rPr>
        <w:t>о внесении изменения в учётное дело гражданина, состоящего на учёте в качестве нуждающихся в жилых помещениях;</w:t>
      </w:r>
    </w:p>
    <w:p w:rsidR="007A3041" w:rsidRPr="005E0D80" w:rsidRDefault="007A3041" w:rsidP="00D51939">
      <w:pPr>
        <w:spacing w:after="0" w:line="240" w:lineRule="auto"/>
        <w:jc w:val="both"/>
        <w:rPr>
          <w:rFonts w:ascii="Times New Roman" w:hAnsi="Times New Roman" w:cs="Times New Roman"/>
          <w:sz w:val="28"/>
          <w:szCs w:val="28"/>
        </w:rPr>
      </w:pPr>
      <w:r w:rsidRPr="00091E53">
        <w:rPr>
          <w:rFonts w:ascii="Times New Roman" w:hAnsi="Times New Roman" w:cs="Times New Roman"/>
          <w:sz w:val="28"/>
          <w:szCs w:val="28"/>
        </w:rPr>
        <w:t xml:space="preserve">2) </w:t>
      </w:r>
      <w:r w:rsidRPr="005E0D80">
        <w:rPr>
          <w:rFonts w:ascii="Times New Roman" w:hAnsi="Times New Roman" w:cs="Times New Roman"/>
          <w:sz w:val="28"/>
          <w:szCs w:val="28"/>
        </w:rPr>
        <w:t>об отказе во внесении изменения в учетное дело гражданина, состоящего на учёте в качестве нуждающихся в жилых помещениях.</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2.4. Срок предоставления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Срок предоставления муниципальной услуги - не более 30 календарных дней со дня принятия заявления и прилагаемых к нему документов.</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1) </w:t>
      </w:r>
      <w:r w:rsidRPr="005E0D80">
        <w:rPr>
          <w:rFonts w:ascii="Times New Roman" w:hAnsi="Times New Roman" w:cs="Times New Roman"/>
          <w:sz w:val="28"/>
          <w:szCs w:val="28"/>
        </w:rPr>
        <w:t>Конституция Российской Федерации от 12 декабря 1993 года;</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2) </w:t>
      </w:r>
      <w:r w:rsidRPr="005E0D80">
        <w:rPr>
          <w:rFonts w:ascii="Times New Roman" w:hAnsi="Times New Roman" w:cs="Times New Roman"/>
          <w:sz w:val="28"/>
          <w:szCs w:val="28"/>
        </w:rPr>
        <w:t>Жилищный кодекс Российской Федерации;</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3) </w:t>
      </w:r>
      <w:r w:rsidRPr="005E0D80">
        <w:rPr>
          <w:rFonts w:ascii="Times New Roman" w:hAnsi="Times New Roman" w:cs="Times New Roman"/>
          <w:sz w:val="28"/>
          <w:szCs w:val="28"/>
        </w:rPr>
        <w:t>Федеральный закон от 6 октября 2003 года № 131-ФЗ «Об общих принципах организации местного самоуправления в Российской Федерации»;</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4) </w:t>
      </w:r>
      <w:r w:rsidRPr="005E0D80">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5) </w:t>
      </w:r>
      <w:r w:rsidRPr="005E0D80">
        <w:rPr>
          <w:rFonts w:ascii="Times New Roman" w:hAnsi="Times New Roman" w:cs="Times New Roman"/>
          <w:sz w:val="28"/>
          <w:szCs w:val="28"/>
        </w:rPr>
        <w:t xml:space="preserve">Постановление </w:t>
      </w:r>
      <w:r w:rsidRPr="001B4E79">
        <w:rPr>
          <w:rFonts w:ascii="Times New Roman" w:hAnsi="Times New Roman" w:cs="Times New Roman"/>
          <w:sz w:val="28"/>
          <w:szCs w:val="28"/>
        </w:rPr>
        <w:t xml:space="preserve"> </w:t>
      </w:r>
      <w:r w:rsidRPr="005E0D80">
        <w:rPr>
          <w:rFonts w:ascii="Times New Roman" w:hAnsi="Times New Roman" w:cs="Times New Roman"/>
          <w:sz w:val="28"/>
          <w:szCs w:val="28"/>
        </w:rPr>
        <w:t>Правительства</w:t>
      </w:r>
      <w:r w:rsidRPr="001B4E79">
        <w:rPr>
          <w:rFonts w:ascii="Times New Roman" w:hAnsi="Times New Roman" w:cs="Times New Roman"/>
          <w:sz w:val="28"/>
          <w:szCs w:val="28"/>
        </w:rPr>
        <w:t xml:space="preserve"> </w:t>
      </w:r>
      <w:r w:rsidRPr="005E0D80">
        <w:rPr>
          <w:rFonts w:ascii="Times New Roman" w:hAnsi="Times New Roman" w:cs="Times New Roman"/>
          <w:sz w:val="28"/>
          <w:szCs w:val="28"/>
        </w:rPr>
        <w:t xml:space="preserve">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6) </w:t>
      </w:r>
      <w:r w:rsidRPr="005E0D80">
        <w:rPr>
          <w:rFonts w:ascii="Times New Roman" w:hAnsi="Times New Roman" w:cs="Times New Roman"/>
          <w:sz w:val="28"/>
          <w:szCs w:val="28"/>
        </w:rPr>
        <w:t>Закон Краснодарского края от 29 декабря 2008 года № 1655-КЗ «О порядке ведения органами местного самоуправления учёта граждан в качестве нуждающихся в жилых помещениях»;</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7) </w:t>
      </w:r>
      <w:r w:rsidRPr="005E0D80">
        <w:rPr>
          <w:rFonts w:ascii="Times New Roman" w:hAnsi="Times New Roman" w:cs="Times New Roman"/>
          <w:sz w:val="28"/>
          <w:szCs w:val="28"/>
        </w:rPr>
        <w:t>устав Вышестеблиевского сельского поселения Темрюкского района;</w:t>
      </w:r>
    </w:p>
    <w:p w:rsidR="007A3041" w:rsidRPr="005E0D80" w:rsidRDefault="007A3041"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8) </w:t>
      </w:r>
      <w:r w:rsidRPr="005E0D80">
        <w:rPr>
          <w:rFonts w:ascii="Times New Roman" w:hAnsi="Times New Roman" w:cs="Times New Roman"/>
          <w:sz w:val="28"/>
          <w:szCs w:val="28"/>
        </w:rPr>
        <w:t xml:space="preserve">решение Совета Вышестеблиевского сельского поселения Темрюкского района от 30 декабря 2008 года № 230 «Об утверждении учётной нормы площади  жилого помещения и нормы предоставления жилого помещения на территории </w:t>
      </w:r>
      <w:r>
        <w:rPr>
          <w:rFonts w:ascii="Times New Roman" w:hAnsi="Times New Roman" w:cs="Times New Roman"/>
          <w:sz w:val="28"/>
          <w:szCs w:val="28"/>
        </w:rPr>
        <w:t>Вышестеблиевского сельского поселения Темрюкского района</w:t>
      </w:r>
      <w:r w:rsidRPr="005E0D80">
        <w:rPr>
          <w:rFonts w:ascii="Times New Roman" w:hAnsi="Times New Roman" w:cs="Times New Roman"/>
          <w:sz w:val="28"/>
          <w:szCs w:val="28"/>
        </w:rPr>
        <w:t>».</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заявле</w:t>
      </w:r>
      <w:r>
        <w:rPr>
          <w:rFonts w:ascii="Times New Roman" w:hAnsi="Times New Roman" w:cs="Times New Roman"/>
          <w:sz w:val="28"/>
          <w:szCs w:val="28"/>
        </w:rPr>
        <w:t>ние на имя главы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(1 экземпляр подлинный), (далее - заявление) которое оформляется:</w:t>
      </w:r>
    </w:p>
    <w:p w:rsidR="007A3041" w:rsidRPr="005E0D80" w:rsidRDefault="007A3041" w:rsidP="001F68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Pr="001F68FD">
        <w:rPr>
          <w:rFonts w:ascii="Times New Roman" w:hAnsi="Times New Roman" w:cs="Times New Roman"/>
          <w:sz w:val="28"/>
          <w:szCs w:val="28"/>
        </w:rPr>
        <w:t xml:space="preserve">) </w:t>
      </w:r>
      <w:r w:rsidRPr="005E0D80">
        <w:rPr>
          <w:rFonts w:ascii="Times New Roman" w:hAnsi="Times New Roman" w:cs="Times New Roman"/>
          <w:sz w:val="28"/>
          <w:szCs w:val="28"/>
        </w:rPr>
        <w:t>в связи с изменением состава семьи по форме согласно приложению № 1 к настоящему административному регламенту;</w:t>
      </w:r>
    </w:p>
    <w:p w:rsidR="007A3041" w:rsidRPr="005E0D80" w:rsidRDefault="007A3041" w:rsidP="001F68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в связи с изменением места жительства по форме согласно приложению № 2 к настоящему административному регламенту;</w:t>
      </w:r>
    </w:p>
    <w:p w:rsidR="007A3041" w:rsidRPr="005E0D80" w:rsidRDefault="007A3041" w:rsidP="001F68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в связи с изменением жилищных условий по форме согласно приложению № 3 к настоящему административному регламенту;</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паспорт или иной документ, удостоверяющий личность заявителя и членов его семьи, состоящих на учёте (при предоставлении паспорта стр.2, 3, 5, 14, 17) (1 экземпляр подлинный для ознакомления, 1 экземпляр копии);</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свидетельства о заключении (расторжении) брака, о рождении, о смерти (1 экземпляр подлинный для ознакомления, 1 экземпляр копии);</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вступивший в силу судебный акт, подтверждающий основания изменения даты принятия на учёт в качестве нуждающихся в жилых помещениях, либо иной документ, подтверждающий основания изменения даты принятия на учёт (1 экземпляр подлинный для ознакомления, 1 экземпляр копии);</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5) выписка из лицевого счёта жилого помещения, принадлежащего и (или) принадлежавшего в течение последних пяти лет гражданину и (или) членам его семьи на праве собственности, фактически занимаемого в течение последних пяти лет гражданином или членами его семьи, составленная не ранее чем за два месяца до даты представления в уполномоченный орган по учёту (1 экземпляр подлинный);</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6) 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 (2 экземпляра подлинные), из органа, осуществляющего технический учёт жилищного фонда (ГУП КК «Крайтехинвентаризация»), и органа,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В случае невозможности представления подлинников представляются нотариально заверенные копии.</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Отдела (МФЦ), после чего оригиналы возвращаются заявителю. Копии иных документов представляются заявителем самостоятельно.</w:t>
      </w:r>
    </w:p>
    <w:p w:rsidR="007A3041" w:rsidRPr="005E0D80"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Заявление и сканированные копии документов, указанные в данном пункте, могут быть поданы заявителем в электронной форме после регистрации в федеральной государственной информационной системе «Единый портал государственных и муниципальных услуг (функций)».</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ab/>
      </w:r>
      <w:r w:rsidRPr="005E0D80">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органах (организациях) государственной власти, местного самоуправления и подведомственных этим органам организациях, которые заявитель вправе предоставить самостоятельно</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этим органам организаций, подлежащих запросу через уполномоченный орган, которые заявитель вправе предоставить самостоятельно относятся:</w:t>
      </w:r>
    </w:p>
    <w:p w:rsidR="007A3041" w:rsidRPr="005E0D80" w:rsidRDefault="007A3041" w:rsidP="001F68FD">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w:t>
      </w:r>
    </w:p>
    <w:p w:rsidR="007A3041" w:rsidRDefault="007A3041"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непредставления заявителем документов, указанных в данном пункте административного регламента, Отдел, в рамках межведомственного информационного взаимодействия, запрашивает их в Управлении Федеральной службы государственной регистрации, кадастра и картографии по Краснодарскому краю.</w:t>
      </w:r>
    </w:p>
    <w:p w:rsidR="007A3041" w:rsidRPr="005E0D80" w:rsidRDefault="007A3041" w:rsidP="00D51939">
      <w:pPr>
        <w:spacing w:after="0" w:line="240" w:lineRule="auto"/>
        <w:jc w:val="both"/>
        <w:rPr>
          <w:rFonts w:ascii="Times New Roman" w:hAnsi="Times New Roman" w:cs="Times New Roman"/>
          <w:sz w:val="28"/>
          <w:szCs w:val="28"/>
        </w:rPr>
      </w:pPr>
    </w:p>
    <w:p w:rsidR="007A3041"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2.8.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К документам, которые необходимы для предоставления муниципальной услуги в рамках межведомственного информационного взаимодействия, которые заявитель вправе предоставить самостоятельно относятся:</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В случае непредставления заявителем документов, указанных в данном пункте административного регламента, Отдел, в рамках межведомственного информационного взаимодействия, запрашивает их в Управления Федеральной службы государственной регистрации, кадастра и картографии по Краснодарскому краю.</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От заявителя запрещается требовать:</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7A3041"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w:t>
      </w:r>
      <w:r>
        <w:rPr>
          <w:rFonts w:ascii="Times New Roman" w:hAnsi="Times New Roman" w:cs="Times New Roman"/>
          <w:sz w:val="28"/>
          <w:szCs w:val="28"/>
        </w:rPr>
        <w:t>правовыми актами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находятся в распоряжении государственных органов, представляющих государственную услугу, иных государственных органов, органов местного</w:t>
      </w:r>
      <w:r>
        <w:rPr>
          <w:rFonts w:ascii="Times New Roman" w:hAnsi="Times New Roman" w:cs="Times New Roman"/>
          <w:sz w:val="28"/>
          <w:szCs w:val="28"/>
        </w:rPr>
        <w:t xml:space="preserve"> самоуправления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и (или) подведомственных государственных органов и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7A3041" w:rsidRPr="005E0D80" w:rsidRDefault="007A3041" w:rsidP="00D51939">
      <w:pPr>
        <w:spacing w:after="0" w:line="240" w:lineRule="auto"/>
        <w:jc w:val="both"/>
        <w:rPr>
          <w:rFonts w:ascii="Times New Roman" w:hAnsi="Times New Roman" w:cs="Times New Roman"/>
          <w:sz w:val="28"/>
          <w:szCs w:val="28"/>
        </w:rPr>
      </w:pPr>
    </w:p>
    <w:p w:rsidR="007A3041"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2.9. Исчерпывающий перечень оснований для отказа в приёме документов, необходимых для предоставления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органами, указанными в пункте 2.2. настоящего административного регламента;</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истечение срока действия предоставляемых документов;</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E0D80">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и др.)</w:t>
      </w:r>
    </w:p>
    <w:p w:rsidR="007A3041" w:rsidRPr="005E0D80" w:rsidRDefault="007A3041"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Не может быть отказано заявителю в приёме дополнительных документов при наличии намерения их сдать.</w:t>
      </w:r>
    </w:p>
    <w:p w:rsidR="007A3041" w:rsidRPr="005E0D80" w:rsidRDefault="007A3041"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информируется о наличии оснований для отказа в приёме документов, при этом заявителю должно быть предложено обратиться с обращением на имя руководителя органа, уполномоченного на предоставление муниципальной услуги, которое может быть принято в Отделе (МФЦ).</w:t>
      </w:r>
    </w:p>
    <w:p w:rsidR="007A3041" w:rsidRPr="005E0D80" w:rsidRDefault="007A3041"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После приёма документов, необходимых для предоставления муниципальной услуги, отказ в предоставлении муниципальной услуги недопустим.</w:t>
      </w:r>
    </w:p>
    <w:p w:rsidR="007A3041" w:rsidRDefault="007A3041"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вправе отозвать своё заявление на любой стадии рассмотрения, согласования или подготовки документа Отделом, обратившись с соответствующим заявлением. В этом случае документы в полном объёме в течение 5 рабочих дней подлежат возврату заявителю.</w:t>
      </w:r>
    </w:p>
    <w:p w:rsidR="007A3041" w:rsidRPr="005E0D80" w:rsidRDefault="007A3041" w:rsidP="00D51939">
      <w:pPr>
        <w:spacing w:after="0" w:line="240" w:lineRule="auto"/>
        <w:jc w:val="both"/>
        <w:rPr>
          <w:rFonts w:ascii="Times New Roman" w:hAnsi="Times New Roman" w:cs="Times New Roman"/>
          <w:sz w:val="28"/>
          <w:szCs w:val="28"/>
        </w:rPr>
      </w:pPr>
    </w:p>
    <w:p w:rsidR="007A3041"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2.10. Основания для приостановления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невозможность предоставления муниципальной услуги в силу отсутствия в представленных документах информации, необходимой для принятия решения о предоставлении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направление запросов в уполномоченные органы, учреждения, организации о представлении информации, необходимой для выявления оснований для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необходимость представления для принятия решения о предоставлении муниципальной услуги дополнительных документов.</w:t>
      </w:r>
    </w:p>
    <w:p w:rsidR="007A3041" w:rsidRPr="005E0D80" w:rsidRDefault="007A3041" w:rsidP="00E805EE">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Предоставление муниципальной услуги может быть приостановлено однократно, на срок не более 30 рабочих дней.</w:t>
      </w:r>
    </w:p>
    <w:p w:rsidR="007A3041" w:rsidRPr="005E0D80" w:rsidRDefault="007A3041" w:rsidP="00E805EE">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Решение о приостановлении предоставления муниципальной услуги принимается начальником Отдела, не позднее 20 рабочих дней с момента принятия заявления.</w:t>
      </w:r>
    </w:p>
    <w:p w:rsidR="007A3041" w:rsidRPr="005E0D80" w:rsidRDefault="007A3041" w:rsidP="00E805EE">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Решение о приостановлении предоставления муниципальной услуги выдается гражданину под роспись или направляется заказным письмом с уведомлением о вручении с приложением уведомления установленной формы с указанием перечня недостающих документов.</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2.11. Исчерпывающий перечень оснований для отказа в пред</w:t>
      </w:r>
      <w:r>
        <w:rPr>
          <w:rFonts w:ascii="Times New Roman" w:hAnsi="Times New Roman" w:cs="Times New Roman"/>
          <w:sz w:val="28"/>
          <w:szCs w:val="28"/>
        </w:rPr>
        <w:t>оставлении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обращение (в письменном виде) заявителя с просьбой о прекращении подготовки запрашиваемого им документа;</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отсутствие права у заявителя на получение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отсутствие у заявителя документов, наличие которых предусмотрено пунктом 2.6 настоящего административного регламента (за исключением документов, указанных в пункте 2.7 настоящего административного регламента);</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E0D80">
        <w:rPr>
          <w:rFonts w:ascii="Times New Roman" w:hAnsi="Times New Roman" w:cs="Times New Roman"/>
          <w:sz w:val="28"/>
          <w:szCs w:val="28"/>
        </w:rPr>
        <w:t>невозможность оказания муниципальной услуги в силу обстоятельств, ранее неизвестных при приёме документов, но ставших известными в процессе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r w:rsidRPr="005E0D80">
        <w:rPr>
          <w:rFonts w:ascii="Times New Roman" w:hAnsi="Times New Roman" w:cs="Times New Roman"/>
          <w:sz w:val="28"/>
          <w:szCs w:val="28"/>
        </w:rPr>
        <w:t>представление заявителем недостоверной, неполной или неактуальной информации;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 </w:t>
      </w:r>
      <w:r w:rsidRPr="005E0D80">
        <w:rPr>
          <w:rFonts w:ascii="Times New Roman" w:hAnsi="Times New Roman" w:cs="Times New Roman"/>
          <w:sz w:val="28"/>
          <w:szCs w:val="28"/>
        </w:rPr>
        <w:t>представление заявителем подложных документов или сообщение заведомо ложных сведений;</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ж) </w:t>
      </w:r>
      <w:r w:rsidRPr="005E0D80">
        <w:rPr>
          <w:rFonts w:ascii="Times New Roman" w:hAnsi="Times New Roman" w:cs="Times New Roman"/>
          <w:sz w:val="28"/>
          <w:szCs w:val="28"/>
        </w:rPr>
        <w:t>наступление форс-мажорных обстоятельств.</w:t>
      </w:r>
    </w:p>
    <w:p w:rsidR="007A3041" w:rsidRDefault="007A3041" w:rsidP="00C8432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Отказ в предоставлении муниципальной услуги не препятствует повторному обращению заявителя в Отдел (МФЦ) после устранения причины, послужившей основанием для отказа. </w:t>
      </w:r>
    </w:p>
    <w:p w:rsidR="007A3041" w:rsidRDefault="007A3041" w:rsidP="00C8432F">
      <w:pPr>
        <w:spacing w:after="0" w:line="240" w:lineRule="auto"/>
        <w:ind w:firstLine="708"/>
        <w:jc w:val="both"/>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2.12. Перечень услуг, которые являются необходимыми и обязательными для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584931">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Сведения о документе (документах), являющиеся необходимыми и обязательными для предоставления муниципальной услуги, выдаваемом (выдаваемых) организациями, участвующими в предоставлении муниципальной услуги, будут запрашиваться и представляться путём межведомственного взаимодействия</w:t>
      </w:r>
      <w:r>
        <w:rPr>
          <w:rFonts w:ascii="Times New Roman" w:hAnsi="Times New Roman" w:cs="Times New Roman"/>
          <w:sz w:val="28"/>
          <w:szCs w:val="28"/>
        </w:rPr>
        <w:t>.</w:t>
      </w:r>
    </w:p>
    <w:p w:rsidR="007A3041" w:rsidRPr="005E0D80" w:rsidRDefault="007A3041" w:rsidP="00584931">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рамках предоставления муниципальной услуги осуществляется межведомственное взаимодействие с:</w:t>
      </w:r>
    </w:p>
    <w:p w:rsidR="007A3041"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Управлением Федеральной службы государственной регистрации, кадастра и картографии по Краснодарскому краю - запрос и представление 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w:t>
      </w:r>
    </w:p>
    <w:p w:rsidR="007A3041" w:rsidRPr="005E0D80" w:rsidRDefault="007A3041" w:rsidP="00D51939">
      <w:pPr>
        <w:spacing w:after="0" w:line="240" w:lineRule="auto"/>
        <w:jc w:val="both"/>
        <w:rPr>
          <w:rFonts w:ascii="Times New Roman" w:hAnsi="Times New Roman" w:cs="Times New Roman"/>
          <w:sz w:val="28"/>
          <w:szCs w:val="28"/>
        </w:rPr>
      </w:pPr>
    </w:p>
    <w:p w:rsidR="007A3041"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предоставление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Муниципальная услуга предоставляется бесплатно.</w:t>
      </w:r>
    </w:p>
    <w:p w:rsidR="007A3041" w:rsidRPr="005E0D80" w:rsidRDefault="007A3041" w:rsidP="00D51939">
      <w:pPr>
        <w:spacing w:after="0" w:line="240" w:lineRule="auto"/>
        <w:jc w:val="both"/>
        <w:rPr>
          <w:rFonts w:ascii="Times New Roman" w:hAnsi="Times New Roman" w:cs="Times New Roman"/>
          <w:sz w:val="28"/>
          <w:szCs w:val="28"/>
        </w:rPr>
      </w:pP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2.14. Максимальный срок ожидания в очереди при подаче</w:t>
      </w:r>
    </w:p>
    <w:p w:rsidR="007A3041"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запроса о предоставлении муниципальной услуги и при получении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результата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Срок ожидания заявителя в очереди при подаче заявления и до</w:t>
      </w:r>
      <w:r>
        <w:rPr>
          <w:rFonts w:ascii="Times New Roman" w:hAnsi="Times New Roman" w:cs="Times New Roman"/>
          <w:sz w:val="28"/>
          <w:szCs w:val="28"/>
        </w:rPr>
        <w:t xml:space="preserve">кументов </w:t>
      </w:r>
      <w:r w:rsidRPr="005E0D80">
        <w:rPr>
          <w:rFonts w:ascii="Times New Roman" w:hAnsi="Times New Roman" w:cs="Times New Roman"/>
          <w:sz w:val="28"/>
          <w:szCs w:val="28"/>
        </w:rPr>
        <w:t xml:space="preserve"> не должен превышать 15 минут.</w:t>
      </w:r>
    </w:p>
    <w:p w:rsidR="007A3041" w:rsidRPr="005E0D80" w:rsidRDefault="007A3041"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Срок ожидания заявителя в очереди при получении результата предоставления муниципальной услуги не должен превышать 15 минут.</w:t>
      </w:r>
    </w:p>
    <w:p w:rsidR="007A3041" w:rsidRPr="005E0D80" w:rsidRDefault="007A3041"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Поступившее заявление специалист Отдела (МФЦ) регистрирует и оформляет с использованием системы электронной очереди расписку о приёме документов по установленной форме в 2-х экземплярах. В расписке, в том числе указываются:</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5E0D80">
        <w:rPr>
          <w:rFonts w:ascii="Times New Roman" w:hAnsi="Times New Roman" w:cs="Times New Roman"/>
          <w:sz w:val="28"/>
          <w:szCs w:val="28"/>
        </w:rPr>
        <w:t>дата представления документов;</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ФИО заявителя или наименование юридического лица (лиц по доверенности);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5E0D80">
        <w:rPr>
          <w:rFonts w:ascii="Times New Roman" w:hAnsi="Times New Roman" w:cs="Times New Roman"/>
          <w:sz w:val="28"/>
          <w:szCs w:val="28"/>
        </w:rPr>
        <w:t>адрес объекта;</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5E0D80">
        <w:rPr>
          <w:rFonts w:ascii="Times New Roman" w:hAnsi="Times New Roman" w:cs="Times New Roman"/>
          <w:sz w:val="28"/>
          <w:szCs w:val="28"/>
        </w:rPr>
        <w:t>перечень документов с указанием их наименования, реквизитов;</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5E0D80">
        <w:rPr>
          <w:rFonts w:ascii="Times New Roman" w:hAnsi="Times New Roman" w:cs="Times New Roman"/>
          <w:sz w:val="28"/>
          <w:szCs w:val="28"/>
        </w:rPr>
        <w:t>количество экземпляров каждого из представленных документов (подлинных экземпляров и их копий);</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5E0D80">
        <w:rPr>
          <w:rFonts w:ascii="Times New Roman" w:hAnsi="Times New Roman" w:cs="Times New Roman"/>
          <w:sz w:val="28"/>
          <w:szCs w:val="28"/>
        </w:rPr>
        <w:t>максимальный срок оказания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Pr="005E0D80">
        <w:rPr>
          <w:rFonts w:ascii="Times New Roman" w:hAnsi="Times New Roman" w:cs="Times New Roman"/>
          <w:sz w:val="28"/>
          <w:szCs w:val="28"/>
        </w:rPr>
        <w:t>фамилия и инициалы специалиста, принявшего документы, а также его подпись;</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5E0D80">
        <w:rPr>
          <w:rFonts w:ascii="Times New Roman" w:hAnsi="Times New Roman" w:cs="Times New Roman"/>
          <w:sz w:val="28"/>
          <w:szCs w:val="28"/>
        </w:rPr>
        <w:t>иные данные.</w:t>
      </w:r>
    </w:p>
    <w:p w:rsidR="007A3041" w:rsidRPr="005E0D80" w:rsidRDefault="007A3041"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Первый экземпляр расписки передаётся заявителю, второй - помещается в пакет принятых документов для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предоставлении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704EE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помещении, в котором предоставляется муниципальная услуга, размещается информационная табличка (вывеска), содержащая информацию о наименовании, режиме работы МФЦ и администрации, а также о телефонных номерах справочной службы.</w:t>
      </w:r>
    </w:p>
    <w:p w:rsidR="007A3041" w:rsidRPr="005E0D80" w:rsidRDefault="007A3041"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помещениях для работы с заявителями размещаются информационные стенды с образцами заполнения запросов и перечнем документов, необходимых для предоставления муниципальной услуги.</w:t>
      </w:r>
    </w:p>
    <w:p w:rsidR="007A3041" w:rsidRPr="005E0D80" w:rsidRDefault="007A3041"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МФЦ и администрации, предоставляющих муниципальную услугу.</w:t>
      </w:r>
    </w:p>
    <w:p w:rsidR="007A3041" w:rsidRPr="005E0D80" w:rsidRDefault="007A3041"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Места ожидания в очереди на получение результатов муниципальной услуги должны быть оборудованы стульями или кресельными секциями. Количество мест ожидания определяется исходя из фактической нагрузки и возможностей для их размещения в помещении.</w:t>
      </w:r>
    </w:p>
    <w:p w:rsidR="007A3041" w:rsidRPr="005E0D80" w:rsidRDefault="007A3041"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Места для заполнения документов оборудуются стульями, столами и обеспечиваются писчей бумагой и канцелярскими принадлежностями в количестве, достаточном для оформления заявления о предоставлении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2.16. Показатели доступности и качества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Оценка качества и доступности муниципальной услуги должна осуществляться по следующим показателям:</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степень информированности граждан о порядке предоставления муниципальной услуги (доступность информации о муниципальной услуги, возможность выбора способа получения информации);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возможность выбора заявителем фор</w:t>
      </w:r>
      <w:r>
        <w:rPr>
          <w:rFonts w:ascii="Times New Roman" w:hAnsi="Times New Roman" w:cs="Times New Roman"/>
          <w:sz w:val="28"/>
          <w:szCs w:val="28"/>
        </w:rPr>
        <w:t xml:space="preserve">мы обращения за предоставлением </w:t>
      </w:r>
      <w:r w:rsidRPr="005E0D80">
        <w:rPr>
          <w:rFonts w:ascii="Times New Roman" w:hAnsi="Times New Roman" w:cs="Times New Roman"/>
          <w:sz w:val="28"/>
          <w:szCs w:val="28"/>
        </w:rPr>
        <w:t>муниципальной услуги (лично, посредством почтовой связи, в форме электронного документооборота через Единый портал государственных и муниципальных услуг (функций);</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3)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Работниками Отдела (МФЦ) может осуществляться устное индивидуальное информирование (личное или по телефону) заявителей при предоставлении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2.17. Особенности выполнения административных процедур в электронной форме</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Заявителям обеспечивается возможность получения муниципальной услуги на Портале государственных и муниципальных услуг Краснодарского края ( </w:t>
      </w:r>
      <w:hyperlink r:id="rId6" w:history="1">
        <w:r w:rsidRPr="005E0D80">
          <w:rPr>
            <w:rFonts w:ascii="Times New Roman" w:hAnsi="Times New Roman" w:cs="Times New Roman"/>
            <w:sz w:val="28"/>
            <w:szCs w:val="28"/>
            <w:u w:val="single"/>
          </w:rPr>
          <w:t>http://pgu.krasnodar.ru</w:t>
        </w:r>
      </w:hyperlink>
      <w:r w:rsidRPr="005E0D80">
        <w:rPr>
          <w:rFonts w:ascii="Times New Roman" w:hAnsi="Times New Roman" w:cs="Times New Roman"/>
          <w:sz w:val="28"/>
          <w:szCs w:val="28"/>
        </w:rPr>
        <w:t>).</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обращении на региональный портал государственных и муниципальных услуг (далее Портал)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документов в п. 2.6 настоящего регламента, пользователь портала отправляет заявку на получение муниципальной услуги.</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Заявка регистрируется на Портале автоматически в режиме реального времени.</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Изменения статуса заявки муниципальной услуги заявитель сможет отслеживать в режиме реального времени в личном кабинете на Портале.</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Со стороны Портала ответственный специалист, являющийся пользователем системы исполнения регламентов ( далее -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(далее - СМЭВ), реализованной в СИР.</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отсутствия возможности направления запроса посредством СМЭВ специалист запрашивает сведения по почте, электронной почте, по факсу.</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Административные процедуры: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приём заявления и прилагаемых к нему документов;</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2) рассмотрение заявления и прилагаемых к нему документов в Отделе и принятие решения о предоставлении (отказе в предоставлении) муниципальной услуги; формирование и направление межведомственных запросов в органы, участвующие в предоставлении муниципальной услуги (в случае непредставления заявителем документов, предусмотренных пунктом 2.7 настоящего административного регламента, по собственной инициативе);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3) выдача результата оказания муниципальной услуги заявителю, выполняются согласно разделу III настоящего регламента без изменений.</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 Портала государственных и муниципальных услуг ответ на уведомление направляется в форме электронного документа или в письменной форме по почтовому адресу, указанному в уведомлении.</w:t>
      </w:r>
    </w:p>
    <w:p w:rsidR="007A3041" w:rsidRPr="005E0D80" w:rsidRDefault="007A3041"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Использование Регионального портала государственных и муниципальных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III. Состав, последовательность и сроки выполнения административных процедур, требования к порядку их выполнения</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9B76DA">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приём заявления и прилагаемых к нему документов;</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2) рассмотрение заявления и прилагаемых к нему документов в Отделе и принятие решения о предоставлении (отказе в предоставлении) муниципальной услуги; формирование и направление межведомственных запросов в органы, участвующие в предоставлении муниципальной услуги (в случае непредставления заявителем документов, предусмотренных пунктом 2.7 настоящего административного регламента, по собственной инициативе);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3) выдача результата оказания муниципальной услуги заявителю.</w:t>
      </w:r>
    </w:p>
    <w:p w:rsidR="007A3041" w:rsidRPr="005E0D80" w:rsidRDefault="007A3041" w:rsidP="009B76DA">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Блок-схема предоставления муниципальной услуги приводится в приложении № 4 к настоящему административному регламенту.</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3.1. Приём заявления и прилагаемых к нему документов</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9B76DA">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3.1.1. Основанием для начала административной процедуры является обращение заявителя в Отдел (МФЦ) с заявлением и приложенными к нему документами, предусмотренными настоящим административным регламентом.</w:t>
      </w:r>
    </w:p>
    <w:p w:rsidR="007A3041" w:rsidRPr="005E0D80" w:rsidRDefault="007A3041"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приёме заявления и прилагаемых к нему документов работник Отдела (МФЦ):</w:t>
      </w:r>
    </w:p>
    <w:p w:rsidR="007A3041" w:rsidRPr="005E0D80" w:rsidRDefault="007A3041"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A3041" w:rsidRPr="005E0D80" w:rsidRDefault="007A3041"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проверяет соответствие представленных документов установленным требованиям, удостоверяясь, что:</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тексты документов написаны разборчиво;</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E0D80">
        <w:rPr>
          <w:rFonts w:ascii="Times New Roman" w:hAnsi="Times New Roman" w:cs="Times New Roman"/>
          <w:sz w:val="28"/>
          <w:szCs w:val="28"/>
        </w:rPr>
        <w:t>в документах нет подчисток, приписок, зачёркнутых слов и иных не оговоренных в них исправлений;</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r w:rsidRPr="005E0D80">
        <w:rPr>
          <w:rFonts w:ascii="Times New Roman" w:hAnsi="Times New Roman" w:cs="Times New Roman"/>
          <w:sz w:val="28"/>
          <w:szCs w:val="28"/>
        </w:rPr>
        <w:t>документы не исполнены карандашом;</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 </w:t>
      </w:r>
      <w:r w:rsidRPr="005E0D80">
        <w:rPr>
          <w:rFonts w:ascii="Times New Roman" w:hAnsi="Times New Roman" w:cs="Times New Roman"/>
          <w:sz w:val="28"/>
          <w:szCs w:val="28"/>
        </w:rPr>
        <w:t>документы не имеют серьёзных повреждений, наличие которых не позволяет однозначно истолковать их содержание;</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ж) </w:t>
      </w:r>
      <w:r w:rsidRPr="005E0D80">
        <w:rPr>
          <w:rFonts w:ascii="Times New Roman" w:hAnsi="Times New Roman" w:cs="Times New Roman"/>
          <w:sz w:val="28"/>
          <w:szCs w:val="28"/>
        </w:rPr>
        <w:t>срок действия документов не истёк;</w:t>
      </w:r>
    </w:p>
    <w:p w:rsidR="007A3041" w:rsidRPr="005E0D80" w:rsidRDefault="007A3041"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в случае представления документов, предусмотренных частью 6 статьи 7 Федерального закона от 27 июля 2010года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7A3041" w:rsidRPr="005E0D80" w:rsidRDefault="007A3041"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при отсутствии оснований для отказа в приёме документов оформляет расписку о приёме документов.</w:t>
      </w:r>
    </w:p>
    <w:p w:rsidR="007A3041" w:rsidRPr="005E0D80" w:rsidRDefault="007A3041"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Специалистом регистрируется заявление, заявителю выдаётся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w:t>
      </w:r>
    </w:p>
    <w:p w:rsidR="007A3041" w:rsidRPr="005E0D80" w:rsidRDefault="007A3041"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наличии оснований для отказа в приёме документов работник Отдела (МФЦ) выдаёт расписку об отказе в приёме документов.</w:t>
      </w:r>
    </w:p>
    <w:p w:rsidR="007A3041" w:rsidRPr="005E0D80" w:rsidRDefault="007A3041"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Отдела (МФЦ):</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5E0D80">
        <w:rPr>
          <w:rFonts w:ascii="Times New Roman" w:hAnsi="Times New Roman" w:cs="Times New Roman"/>
          <w:sz w:val="28"/>
          <w:szCs w:val="28"/>
        </w:rPr>
        <w:t>о сроке предоставления муниципальной услуги;</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о возможности отказа в предоставлении муниципальной услуги.</w:t>
      </w:r>
    </w:p>
    <w:p w:rsidR="007A3041" w:rsidRPr="005E0D80" w:rsidRDefault="007A3041"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на исполнение.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3.2. Рассмотрение заявления и прилагаемых к нему документов в Отделе и принятие решения о предоставлении (отказе в предоставлении)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3.2.1.Основанием для начала административной процедуры является получение Отделом заявления и пакета документов от заявителя (из МФЦ).</w:t>
      </w:r>
    </w:p>
    <w:p w:rsidR="007A3041" w:rsidRPr="005E0D80" w:rsidRDefault="007A3041"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Работник Отдела после получения документов осуществляет проверку полноты и достоверности документов.</w:t>
      </w:r>
    </w:p>
    <w:p w:rsidR="007A3041" w:rsidRPr="005E0D80" w:rsidRDefault="007A3041"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непредставления заявителем по собственной инициативе документов, указанных в пункте 2.8. настоящего административного регламента, работником Отдела в течение 2-х рабочих дней со дня получения заявления подготавливаются межведомственные запросы в соответствующие органы (организации), которые подписываются директором департамента либо его заместителем.</w:t>
      </w:r>
    </w:p>
    <w:p w:rsidR="007A3041" w:rsidRPr="005E0D80" w:rsidRDefault="007A3041"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7A3041" w:rsidRPr="005E0D80" w:rsidRDefault="007A3041"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Направление межведомственных запросов осуществляется в электронной форме по каналам межведомственного электронного взаимодействия (СМЭВ) либо по иным электронным каналам.</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Также допускается направление запросов в бумажном виде по почте, факсу, посредством курьера.</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После получения ответов на межведомственные запросы от органов, участвующих в предоставлении муниципальной услуги, работник Отдела, с учётом информации, представленной по межведомственным запросам, выявляет наличие оснований для предоставления муниципальной услуги или отказа в предоставлении муниципальной услуги.</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3.2.2. В случае наличия оснований для приостановления предоставления муниципальной услуги работником Отдела не позднее 20 рабочих дней с момента принятия заявления подготавливается уведомление о приостановлении предоставления муниципальной услуги, которое подписывается главой поселения.</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Решение о приостановлении предоставления муниципальной услуги выдаётся гражданину под роспись или направляется заказным письмом с уведомлением о вручении с приложением уведомления установленной формы с указанием перечня недостающих документов.</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непредставления гражданином недостающих учётных документов в течение тридцати рабочих дней со дня вручения гражданину данного уведомления либо представления им письменного заявления об отказе от представления недостающих учётных документов, указанных в уведомлении, принимается решение о дальнейшем предоставлении муниципальной услуги на основании имеющихся документов.</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3.2.3. По результатам рассмотрения информации, представленной по межведомственному запросу и запросу, направленному с целью получения дополнительной информации, при наличии предусмотренных законодательством оснований принимается решение о предоставлении муниципальной услуги.</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наличии оснований для предоставления муниципальной услуги работник в течение 20 рабочих дней со дня принятия заявления с прилагаемыми к нему документами, готовит проект постановления указанного в пункте 2.3. настоящего административного регламента который после согласования в течение 2-х дней подписывается главой поселения</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3.2.4. Результатом административной процедуры является издание постановлен</w:t>
      </w:r>
      <w:r>
        <w:rPr>
          <w:rFonts w:ascii="Times New Roman" w:hAnsi="Times New Roman" w:cs="Times New Roman"/>
          <w:sz w:val="28"/>
          <w:szCs w:val="28"/>
        </w:rPr>
        <w:t>ия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о внесении изменения в учётное дело гражданина, состоящего на учёте в качестве нуждающихся в жилых помещениях либо об отказе во внесении изменения в учётное дело гражданина, состоящего на учёте в качестве нуждающихся в жилых помещениях</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3.2.5. Рассмотрение заявления, полученного в электронной форме, осуществляется в том же порядке, что и рассмотрение заявления, полученного лично от заявителя.</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рассмотрения заявления, полученного в электронной форме, заявителю направляются сканированные копии документов, подтверждающих принятое решение, через федеральную государственную информационную систему «Единый портал государственных и муниципальных услуг (функций)».</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Для получения результата предоставления муниципальной услуги, предоставляемой в электронной форме, заявитель либо представитель заявителя прибывает в Отдел лично с документом, удостоверяющим личность, и документом, удостоверяющим полномочия представителя заявителя.</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3.3. Выдача результата оказания муниципальной услуги заявителю</w:t>
      </w:r>
    </w:p>
    <w:p w:rsidR="007A3041" w:rsidRPr="005E0D80" w:rsidRDefault="007A3041" w:rsidP="00D51939">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3.3.1. Основанием для начала административной процедуры выдачи результата оказания муниципальной услуги является издание муниципального правового акта.</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3.3.2. Для получения результата оказания муниципальной услуги заявитель либо представитель заявителя по доверенности прибывает в Отдел (МФЦ) лично с документом, удостоверяющим личность.</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3.3.3. При выдаче результата оказания муниципальной услуги работник Отдела (МФЦ):</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учётном деле);</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знакомит с содержанием результата оказания муниципальной услуги и выдаёт его.</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подтверждает получение результата оказания муниципальной услуги личной подписью с расшифровкой в уведомлении.</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3.3.4. Результатом административной процедуры является получение заявителем постановления о внесении изменения в учётное дело гражданина, состоящего на учёте в качестве нуждающихся в жилых помещениях либо об отказе во внесении изменения в учётное дело гражданина, состоящего на учёте в качестве нуждающихся в жилых помещениях.</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IV. Форма контроля за исполнением административного регламента</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начальником Отдела ежедневно.</w:t>
      </w:r>
    </w:p>
    <w:p w:rsidR="007A3041" w:rsidRPr="005E0D80" w:rsidRDefault="007A3041"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 регулирующих предоставление муниципальной услуги.</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Проверки могут быть плановыми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Должностные лица органов местног</w:t>
      </w:r>
      <w:r>
        <w:rPr>
          <w:rFonts w:ascii="Times New Roman" w:hAnsi="Times New Roman" w:cs="Times New Roman"/>
          <w:sz w:val="28"/>
          <w:szCs w:val="28"/>
        </w:rPr>
        <w:t>о самоуправления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за решения и действия (бездействия), принимаемые (осуществляемые) в ходе предоставления муниципальной услуги, несут ответственность в соответствии с законодательством Российской Федерации.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V. Досудебный (внесудебный) порядок обжалования решений и действий (бездействия) органа, исполняющего муниципальную услугу, а также должностных лиц</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5.1.Информация для заявителя о его праве подать жалобу на</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решение и (или) действие (бездействие) органа, и (или) его должностных лиц при предоставлении муниципальной услуги</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имеет право на обжалование решения и (или) действий (бездействия) орга</w:t>
      </w:r>
      <w:r>
        <w:rPr>
          <w:rFonts w:ascii="Times New Roman" w:hAnsi="Times New Roman" w:cs="Times New Roman"/>
          <w:sz w:val="28"/>
          <w:szCs w:val="28"/>
        </w:rPr>
        <w:t>на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предоставляющего муниципальную услугу, его должностных лиц, муниципальных служащих в ходе исполнения муниципальной услуги в досудебном (внесудебном) порядке.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5.2. Предмет досудебного (внесудебного) обжалования</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Предметом досудебного (внесудебного) обжалования являются конкретное решение и действия (бездействие) органа, исполняющего муниципальную услугу, а также действия (бездействие) должностных</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лиц, муниципальных служащих в ходе исполнения муниципальной услуги, в результате которых нарушены права заявителя.</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может обратиться с жалобой на решение и (или) действие (бездействие) орга</w:t>
      </w:r>
      <w:r>
        <w:rPr>
          <w:rFonts w:ascii="Times New Roman" w:hAnsi="Times New Roman" w:cs="Times New Roman"/>
          <w:sz w:val="28"/>
          <w:szCs w:val="28"/>
        </w:rPr>
        <w:t>на администрации Вышестеблиевского</w:t>
      </w:r>
      <w:r w:rsidRPr="005E0D80">
        <w:rPr>
          <w:rFonts w:ascii="Times New Roman" w:hAnsi="Times New Roman" w:cs="Times New Roman"/>
          <w:sz w:val="28"/>
          <w:szCs w:val="28"/>
        </w:rPr>
        <w:t xml:space="preserve"> сельского посел</w:t>
      </w:r>
      <w:r>
        <w:rPr>
          <w:rFonts w:ascii="Times New Roman" w:hAnsi="Times New Roman" w:cs="Times New Roman"/>
          <w:sz w:val="28"/>
          <w:szCs w:val="28"/>
        </w:rPr>
        <w:t>ения Темрюкского</w:t>
      </w:r>
      <w:r w:rsidRPr="005E0D80">
        <w:rPr>
          <w:rFonts w:ascii="Times New Roman" w:hAnsi="Times New Roman" w:cs="Times New Roman"/>
          <w:sz w:val="28"/>
          <w:szCs w:val="28"/>
        </w:rPr>
        <w:t xml:space="preserve"> района, предоставляющего муниципальную услугу, его должностных лиц, муниципальных служащих в следующих случаях:</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нарушение срока предоставления муниципальной услуги;</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отказ в приеме документов, предоставление которых предусмотрено</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нормативными правовыми актами Российской Федерации для предоставления муниципальной услуги, у заявителя;</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6) за 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7) отказ органа, предоставляющего муниципальной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Жалоба должна содержать:</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наименование орга</w:t>
      </w:r>
      <w:r>
        <w:rPr>
          <w:rFonts w:ascii="Times New Roman" w:hAnsi="Times New Roman" w:cs="Times New Roman"/>
          <w:sz w:val="28"/>
          <w:szCs w:val="28"/>
        </w:rPr>
        <w:t>на администрации Вышестеблиевског</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сведения об обжалуемых решениях и действиях (бездействии) орга</w:t>
      </w:r>
      <w:r>
        <w:rPr>
          <w:rFonts w:ascii="Times New Roman" w:hAnsi="Times New Roman" w:cs="Times New Roman"/>
          <w:sz w:val="28"/>
          <w:szCs w:val="28"/>
        </w:rPr>
        <w:t>на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доводы, на основании которых заявитель не согласен с решением или действиями (бездействием) должностных л</w:t>
      </w:r>
      <w:r>
        <w:rPr>
          <w:rFonts w:ascii="Times New Roman" w:hAnsi="Times New Roman" w:cs="Times New Roman"/>
          <w:sz w:val="28"/>
          <w:szCs w:val="28"/>
        </w:rPr>
        <w:t>иц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Заявителем могут быть предоставлены документы (при наличии), подтверждающие доводы заявителя, либо их копии.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5.3 Орга</w:t>
      </w:r>
      <w:r>
        <w:rPr>
          <w:rFonts w:ascii="Times New Roman" w:hAnsi="Times New Roman" w:cs="Times New Roman"/>
          <w:sz w:val="28"/>
          <w:szCs w:val="28"/>
        </w:rPr>
        <w:t>ны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уполномоченные на рассмотрение жалобы, должностные лица, которым может быть направлена жалоба</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Органа</w:t>
      </w:r>
      <w:r>
        <w:rPr>
          <w:rFonts w:ascii="Times New Roman" w:hAnsi="Times New Roman" w:cs="Times New Roman"/>
          <w:sz w:val="28"/>
          <w:szCs w:val="28"/>
        </w:rPr>
        <w:t>ми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должностными лицами, которым может быть направлена жалоба заявителя в досудебном (внесудебном) порядке являются:</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Вышестеблиевского</w:t>
      </w:r>
      <w:r w:rsidRPr="005E0D80">
        <w:rPr>
          <w:rFonts w:ascii="Times New Roman" w:hAnsi="Times New Roman" w:cs="Times New Roman"/>
          <w:sz w:val="28"/>
          <w:szCs w:val="28"/>
        </w:rPr>
        <w:t xml:space="preserve"> сельског</w:t>
      </w:r>
      <w:r>
        <w:rPr>
          <w:rFonts w:ascii="Times New Roman" w:hAnsi="Times New Roman" w:cs="Times New Roman"/>
          <w:sz w:val="28"/>
          <w:szCs w:val="28"/>
        </w:rPr>
        <w:t xml:space="preserve">о поселения Темрюкского </w:t>
      </w:r>
      <w:r w:rsidRPr="005E0D80">
        <w:rPr>
          <w:rFonts w:ascii="Times New Roman" w:hAnsi="Times New Roman" w:cs="Times New Roman"/>
          <w:sz w:val="28"/>
          <w:szCs w:val="28"/>
        </w:rPr>
        <w:t xml:space="preserve"> района;</w:t>
      </w:r>
    </w:p>
    <w:p w:rsidR="007A3041" w:rsidRPr="005E0D80"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7A3041" w:rsidRPr="005E0D80" w:rsidRDefault="007A3041"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Жалоба на действия (бездействие) и решения должностных лиц Отдела (далее - жалоба) может быть подана как в форме устного обращения, так и в письменной (в том числе электронной) форме по адресу:</w:t>
      </w:r>
      <w:r>
        <w:rPr>
          <w:rFonts w:ascii="Times New Roman" w:hAnsi="Times New Roman" w:cs="Times New Roman"/>
          <w:sz w:val="28"/>
          <w:szCs w:val="28"/>
        </w:rPr>
        <w:t xml:space="preserve"> Краснодарский край, Темрюкский  район, станица Вышестеблиевская, улица Ленина, 94</w:t>
      </w:r>
      <w:r w:rsidRPr="005E0D80">
        <w:rPr>
          <w:rFonts w:ascii="Times New Roman" w:hAnsi="Times New Roman" w:cs="Times New Roman"/>
          <w:sz w:val="28"/>
          <w:szCs w:val="28"/>
        </w:rPr>
        <w:t>.</w:t>
      </w:r>
    </w:p>
    <w:p w:rsidR="007A3041" w:rsidRPr="00EB51E0" w:rsidRDefault="007A3041" w:rsidP="00EB51E0">
      <w:pPr>
        <w:spacing w:line="240" w:lineRule="auto"/>
        <w:rPr>
          <w:sz w:val="96"/>
          <w:szCs w:val="96"/>
        </w:rPr>
      </w:pPr>
      <w:r w:rsidRPr="005E0D80">
        <w:rPr>
          <w:rFonts w:ascii="Times New Roman" w:hAnsi="Times New Roman" w:cs="Times New Roman"/>
          <w:sz w:val="28"/>
          <w:szCs w:val="28"/>
        </w:rPr>
        <w:t>Заявитель имеет право обратиться с жалобой лично (устно, в установленные часы приема) или направить письменное предложение, заявление или жалобу (далее-письменное обращение) по почте в адрес главы или по электронной почте: </w:t>
      </w:r>
      <w:r w:rsidRPr="005F6D80">
        <w:rPr>
          <w:rFonts w:ascii="Times New Roman" w:hAnsi="Times New Roman" w:cs="Times New Roman"/>
          <w:sz w:val="28"/>
          <w:szCs w:val="28"/>
        </w:rPr>
        <w:t>adm_histebl@mail.ru</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имеет право уточнить график приема и записаться на личн</w:t>
      </w:r>
      <w:r>
        <w:rPr>
          <w:rFonts w:ascii="Times New Roman" w:hAnsi="Times New Roman" w:cs="Times New Roman"/>
          <w:sz w:val="28"/>
          <w:szCs w:val="28"/>
        </w:rPr>
        <w:t>ый приём к главе Вышестеблиевского</w:t>
      </w:r>
      <w:r w:rsidRPr="005E0D80">
        <w:rPr>
          <w:rFonts w:ascii="Times New Roman" w:hAnsi="Times New Roman" w:cs="Times New Roman"/>
          <w:sz w:val="28"/>
          <w:szCs w:val="28"/>
        </w:rPr>
        <w:t xml:space="preserve"> сельского поселени</w:t>
      </w:r>
      <w:r>
        <w:rPr>
          <w:rFonts w:ascii="Times New Roman" w:hAnsi="Times New Roman" w:cs="Times New Roman"/>
          <w:sz w:val="28"/>
          <w:szCs w:val="28"/>
        </w:rPr>
        <w:t>я Темрюкского района по телефону (86148)35-242</w:t>
      </w:r>
      <w:r w:rsidRPr="005E0D80">
        <w:rPr>
          <w:rFonts w:ascii="Times New Roman" w:hAnsi="Times New Roman" w:cs="Times New Roman"/>
          <w:sz w:val="28"/>
          <w:szCs w:val="28"/>
        </w:rPr>
        <w:t>.</w:t>
      </w:r>
    </w:p>
    <w:p w:rsidR="007A3041" w:rsidRPr="005E0D80" w:rsidRDefault="007A3041"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Личный прием заявителей п</w:t>
      </w:r>
      <w:r>
        <w:rPr>
          <w:rFonts w:ascii="Times New Roman" w:hAnsi="Times New Roman" w:cs="Times New Roman"/>
          <w:sz w:val="28"/>
          <w:szCs w:val="28"/>
        </w:rPr>
        <w:t>роводится главой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5.4.Порядок подачи и рассмотрения жалобы</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 xml:space="preserve">Жалоба подается заявителем в письменной форме на бумажном носителе либо в электронной форме и может быть направлена по почте, через МФЦ или с использованием информационно-телекоммуникационной сети «Интернет» </w:t>
      </w:r>
    </w:p>
    <w:p w:rsidR="007A3041" w:rsidRPr="005E0D80" w:rsidRDefault="007A3041"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Уполномоченные на рассмотрение жалоб должностные лица, обеспечивают:</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а) прием и рассмотрение жалоб;</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б) направление жалоб в уполномоченный на их рассмотрение орган.</w:t>
      </w:r>
    </w:p>
    <w:p w:rsidR="007A3041" w:rsidRPr="005E0D80" w:rsidRDefault="007A3041"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A3041" w:rsidRPr="005E0D80" w:rsidRDefault="007A3041"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а) доверенность (от физических лиц), оформленная в соответствии с законодательством Российской Федерации;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При подаче жалобы в электронной форме документы, могут быть, подписаны простой электронной подписью, вид которой предусмотрен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7A3041" w:rsidRPr="005E0D80" w:rsidRDefault="007A3041"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Жалоба может быть подана через МФЦ. При поступлении жалобы МФЦ обеспечивает ее передачу</w:t>
      </w:r>
      <w:r>
        <w:rPr>
          <w:rFonts w:ascii="Times New Roman" w:hAnsi="Times New Roman" w:cs="Times New Roman"/>
          <w:sz w:val="28"/>
          <w:szCs w:val="28"/>
        </w:rPr>
        <w:t xml:space="preserve"> в администрацию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5.5.Срок рассмотрения жалобы</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Жалоба, поступившая</w:t>
      </w:r>
      <w:r>
        <w:rPr>
          <w:rFonts w:ascii="Times New Roman" w:hAnsi="Times New Roman" w:cs="Times New Roman"/>
          <w:sz w:val="28"/>
          <w:szCs w:val="28"/>
        </w:rPr>
        <w:t xml:space="preserve"> в администрацию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 xml:space="preserve">сельского поселения </w:t>
      </w:r>
      <w:r w:rsidRPr="005E0D80">
        <w:rPr>
          <w:rFonts w:ascii="Times New Roman" w:hAnsi="Times New Roman" w:cs="Times New Roman"/>
          <w:sz w:val="28"/>
          <w:szCs w:val="28"/>
        </w:rPr>
        <w:t xml:space="preserve">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w:t>
      </w:r>
      <w:r>
        <w:rPr>
          <w:rFonts w:ascii="Times New Roman" w:hAnsi="Times New Roman" w:cs="Times New Roman"/>
          <w:sz w:val="28"/>
          <w:szCs w:val="28"/>
        </w:rPr>
        <w:t>за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или ее органа, предоставляющего муниципальную услугу, либо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5.6.Перечень оснований для приостановления рассмотрения жалобы</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Основания для приостановления рассмотрения жалобы заявителя на решения и (или) действия (бездействие) должностных лиц отсутствуют.</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5.7.Результат рассмотрения жалобы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 результатам рассмотрения жалобы должностным лицом принимается следующее решение:</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об удовлетворении жалобы полностью или частично;</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2) об отказе в удовлетворении жалобы.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5.8 Порядок обжалования решения по жалобе</w:t>
      </w:r>
    </w:p>
    <w:p w:rsidR="007A3041" w:rsidRPr="005E0D80" w:rsidRDefault="007A3041" w:rsidP="00D51939">
      <w:pPr>
        <w:spacing w:after="0" w:line="240" w:lineRule="auto"/>
        <w:jc w:val="center"/>
        <w:rPr>
          <w:rFonts w:ascii="Times New Roman" w:hAnsi="Times New Roman" w:cs="Times New Roman"/>
          <w:sz w:val="28"/>
          <w:szCs w:val="28"/>
        </w:rPr>
      </w:pPr>
    </w:p>
    <w:p w:rsidR="007A3041" w:rsidRPr="005E0D80" w:rsidRDefault="007A3041"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b/>
          <w:bCs/>
          <w:sz w:val="28"/>
          <w:szCs w:val="28"/>
        </w:rPr>
        <w:t> </w:t>
      </w:r>
    </w:p>
    <w:p w:rsidR="007A3041" w:rsidRPr="005E0D80" w:rsidRDefault="007A3041"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5.10 Способы информирования заявителей о порядке подачи и рассмотрения жалобы</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Информирование заявителей о порядке подачи и рассмотрения жалобы на решения и действия (бездействие) должностных лиц осуществляется посредством размещения информации на стен</w:t>
      </w:r>
      <w:r>
        <w:rPr>
          <w:rFonts w:ascii="Times New Roman" w:hAnsi="Times New Roman" w:cs="Times New Roman"/>
          <w:sz w:val="28"/>
          <w:szCs w:val="28"/>
        </w:rPr>
        <w:t>дах в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и официальном интернет- сай</w:t>
      </w:r>
      <w:r>
        <w:rPr>
          <w:rFonts w:ascii="Times New Roman" w:hAnsi="Times New Roman" w:cs="Times New Roman"/>
          <w:sz w:val="28"/>
          <w:szCs w:val="28"/>
        </w:rPr>
        <w:t>те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на «Едином портале государственных и муниципальных услуг (функций)», в МФЦ.</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w:t>
      </w:r>
      <w:r w:rsidRPr="005E0D80">
        <w:rPr>
          <w:rFonts w:ascii="Times New Roman" w:hAnsi="Times New Roman" w:cs="Times New Roman"/>
          <w:sz w:val="28"/>
          <w:szCs w:val="28"/>
        </w:rPr>
        <w:t xml:space="preserve"> общего отдела </w:t>
      </w:r>
    </w:p>
    <w:p w:rsidR="007A3041" w:rsidRDefault="007A3041"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5E0D80">
        <w:rPr>
          <w:rFonts w:ascii="Times New Roman" w:hAnsi="Times New Roman" w:cs="Times New Roman"/>
          <w:sz w:val="28"/>
          <w:szCs w:val="28"/>
        </w:rPr>
        <w:t>дминистрации</w:t>
      </w:r>
      <w:r>
        <w:rPr>
          <w:rFonts w:ascii="Times New Roman" w:hAnsi="Times New Roman" w:cs="Times New Roman"/>
          <w:sz w:val="28"/>
          <w:szCs w:val="28"/>
        </w:rPr>
        <w:t xml:space="preserve"> Вышестеблиевского</w:t>
      </w:r>
      <w:r w:rsidRPr="005E0D80">
        <w:rPr>
          <w:rFonts w:ascii="Times New Roman" w:hAnsi="Times New Roman" w:cs="Times New Roman"/>
          <w:sz w:val="28"/>
          <w:szCs w:val="28"/>
        </w:rPr>
        <w:t xml:space="preserve"> </w:t>
      </w:r>
    </w:p>
    <w:p w:rsidR="007A3041" w:rsidRPr="005E0D80" w:rsidRDefault="007A3041"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7A3041" w:rsidRDefault="007A3041" w:rsidP="00D51939">
      <w:pPr>
        <w:jc w:val="center"/>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w:t>
      </w:r>
      <w:r>
        <w:rPr>
          <w:rFonts w:ascii="Times New Roman" w:hAnsi="Times New Roman" w:cs="Times New Roman"/>
          <w:sz w:val="28"/>
          <w:szCs w:val="28"/>
        </w:rPr>
        <w:t xml:space="preserve">              Л.Н.Бедакова</w:t>
      </w: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Default="007A3041" w:rsidP="00D51939">
      <w:pPr>
        <w:rPr>
          <w:rFonts w:ascii="Times New Roman" w:hAnsi="Times New Roman" w:cs="Times New Roman"/>
          <w:sz w:val="28"/>
          <w:szCs w:val="28"/>
        </w:rPr>
      </w:pPr>
    </w:p>
    <w:p w:rsidR="007A3041" w:rsidRPr="005E0D80" w:rsidRDefault="007A3041"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1</w:t>
      </w:r>
    </w:p>
    <w:p w:rsidR="007A3041" w:rsidRPr="005E0D80" w:rsidRDefault="007A3041"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7A3041" w:rsidRDefault="007A3041"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админист</w:t>
      </w:r>
      <w:r>
        <w:rPr>
          <w:rFonts w:ascii="Times New Roman" w:hAnsi="Times New Roman" w:cs="Times New Roman"/>
          <w:sz w:val="28"/>
          <w:szCs w:val="28"/>
        </w:rPr>
        <w:t>рации Вышестеблиевского</w:t>
      </w:r>
      <w:r w:rsidRPr="005E0D80">
        <w:rPr>
          <w:rFonts w:ascii="Times New Roman" w:hAnsi="Times New Roman" w:cs="Times New Roman"/>
          <w:sz w:val="28"/>
          <w:szCs w:val="28"/>
        </w:rPr>
        <w:t xml:space="preserve"> </w:t>
      </w:r>
    </w:p>
    <w:p w:rsidR="007A3041" w:rsidRDefault="007A3041" w:rsidP="00D519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w:t>
      </w:r>
    </w:p>
    <w:p w:rsidR="007A3041" w:rsidRDefault="007A3041"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по предоставлению муниципальной услуги </w:t>
      </w:r>
    </w:p>
    <w:p w:rsidR="007A3041" w:rsidRDefault="007A3041"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«Внесение изменений в учетные данные </w:t>
      </w:r>
    </w:p>
    <w:p w:rsidR="007A3041"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w:t>
      </w:r>
      <w:r w:rsidRPr="005E0D80">
        <w:rPr>
          <w:rFonts w:ascii="Times New Roman" w:hAnsi="Times New Roman" w:cs="Times New Roman"/>
          <w:sz w:val="28"/>
          <w:szCs w:val="28"/>
        </w:rPr>
        <w:t>ражд</w:t>
      </w:r>
      <w:r>
        <w:rPr>
          <w:rFonts w:ascii="Times New Roman" w:hAnsi="Times New Roman" w:cs="Times New Roman"/>
          <w:sz w:val="28"/>
          <w:szCs w:val="28"/>
        </w:rPr>
        <w:t xml:space="preserve">ан, </w:t>
      </w:r>
      <w:r w:rsidRPr="005E0D80">
        <w:rPr>
          <w:rFonts w:ascii="Times New Roman" w:hAnsi="Times New Roman" w:cs="Times New Roman"/>
          <w:sz w:val="28"/>
          <w:szCs w:val="28"/>
        </w:rPr>
        <w:t xml:space="preserve">состоящих на учете в качестве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нуждающихся в жилых помещениях»</w:t>
      </w:r>
    </w:p>
    <w:p w:rsidR="007A3041" w:rsidRDefault="007A3041" w:rsidP="002E432E">
      <w:pPr>
        <w:spacing w:after="0" w:line="240" w:lineRule="auto"/>
        <w:jc w:val="right"/>
        <w:rPr>
          <w:rFonts w:ascii="Times New Roman" w:hAnsi="Times New Roman" w:cs="Times New Roman"/>
          <w:sz w:val="28"/>
          <w:szCs w:val="28"/>
        </w:rPr>
      </w:pPr>
    </w:p>
    <w:p w:rsidR="007A3041" w:rsidRDefault="007A3041" w:rsidP="002E432E">
      <w:pPr>
        <w:spacing w:after="0" w:line="240" w:lineRule="auto"/>
        <w:jc w:val="right"/>
        <w:rPr>
          <w:rFonts w:ascii="Times New Roman" w:hAnsi="Times New Roman" w:cs="Times New Roman"/>
          <w:sz w:val="28"/>
          <w:szCs w:val="28"/>
        </w:rPr>
      </w:pP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Форма заявления</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состава семьи</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Главе</w:t>
      </w:r>
      <w:r>
        <w:rPr>
          <w:rFonts w:ascii="Times New Roman" w:hAnsi="Times New Roman" w:cs="Times New Roman"/>
          <w:sz w:val="28"/>
          <w:szCs w:val="28"/>
        </w:rPr>
        <w:t xml:space="preserve"> Вышестеблиевског</w:t>
      </w:r>
      <w:r w:rsidRPr="005E0D80">
        <w:rPr>
          <w:rFonts w:ascii="Times New Roman" w:hAnsi="Times New Roman" w:cs="Times New Roman"/>
          <w:sz w:val="28"/>
          <w:szCs w:val="28"/>
        </w:rPr>
        <w:t xml:space="preserve">о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7A3041" w:rsidRPr="005E0D80"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зарегистрированного(ой) по адресу:</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_________________________________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проживающего(ей) по адресу:</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паспорт__________________________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выдан____________________________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тел. (обязательно)</w:t>
      </w:r>
      <w:r>
        <w:rPr>
          <w:rFonts w:ascii="Times New Roman" w:hAnsi="Times New Roman" w:cs="Times New Roman"/>
          <w:sz w:val="28"/>
          <w:szCs w:val="28"/>
        </w:rPr>
        <w:t>_________________</w:t>
      </w:r>
      <w:r w:rsidRPr="005E0D80">
        <w:rPr>
          <w:rFonts w:ascii="Times New Roman" w:hAnsi="Times New Roman" w:cs="Times New Roman"/>
          <w:sz w:val="28"/>
          <w:szCs w:val="28"/>
        </w:rPr>
        <w:t>:</w:t>
      </w:r>
    </w:p>
    <w:p w:rsidR="007A3041" w:rsidRPr="005E0D80" w:rsidRDefault="007A3041" w:rsidP="002E432E">
      <w:pPr>
        <w:spacing w:after="0" w:line="240" w:lineRule="auto"/>
        <w:jc w:val="center"/>
        <w:rPr>
          <w:rFonts w:ascii="Times New Roman" w:hAnsi="Times New Roman" w:cs="Times New Roman"/>
          <w:sz w:val="28"/>
          <w:szCs w:val="28"/>
        </w:rPr>
      </w:pP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Заявление</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состава семьи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В связи с 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 xml:space="preserve">                                          </w:t>
      </w:r>
      <w:r w:rsidRPr="005E0D80">
        <w:rPr>
          <w:rFonts w:ascii="Times New Roman" w:hAnsi="Times New Roman" w:cs="Times New Roman"/>
          <w:sz w:val="28"/>
          <w:szCs w:val="28"/>
        </w:rPr>
        <w:t>(указать причину) ____________________________________________________________________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прошу в целях учета в качестве нуждающихся в жилом помещении учесть в составе моей семьи /исключить из состава моей семьи (ненужное вычеркнуть):</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3868"/>
        <w:gridCol w:w="1365"/>
        <w:gridCol w:w="1791"/>
        <w:gridCol w:w="1513"/>
      </w:tblGrid>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(полностью) заявителя и членов</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его семьи</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рождения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(число,</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месяц, год)</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Родственные</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отношения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членов семьи</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 отношению</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к заявителю</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Примечание</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7A3041" w:rsidRPr="005E0D80" w:rsidRDefault="007A3041" w:rsidP="00895D8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(и вышеуказанные дееспособные члены моей семьи) даю (даём)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7A3041" w:rsidRPr="005E0D80" w:rsidRDefault="007A3041" w:rsidP="00895D8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7A3041" w:rsidRPr="005E0D80" w:rsidRDefault="007A3041" w:rsidP="00895D82">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895D82">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Приложение документов, необходимых для рассмотрения заявления, на ________ листах.</w:t>
      </w:r>
    </w:p>
    <w:p w:rsidR="007A3041" w:rsidRPr="005E0D80"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Подписи</w:t>
      </w:r>
      <w:r>
        <w:rPr>
          <w:rFonts w:ascii="Times New Roman" w:hAnsi="Times New Roman" w:cs="Times New Roman"/>
          <w:sz w:val="28"/>
          <w:szCs w:val="28"/>
        </w:rPr>
        <w:t xml:space="preserve"> </w:t>
      </w: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заявителя и всех дееспособных членов его семьи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 ______________________________ г.</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Отметка о принятии документов _____________________________________</w:t>
      </w: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2</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админ</w:t>
      </w:r>
      <w:r>
        <w:rPr>
          <w:rFonts w:ascii="Times New Roman" w:hAnsi="Times New Roman" w:cs="Times New Roman"/>
          <w:sz w:val="28"/>
          <w:szCs w:val="28"/>
        </w:rPr>
        <w:t>истрации Вышестеблиевского</w:t>
      </w:r>
      <w:r w:rsidRPr="005E0D80">
        <w:rPr>
          <w:rFonts w:ascii="Times New Roman" w:hAnsi="Times New Roman" w:cs="Times New Roman"/>
          <w:sz w:val="28"/>
          <w:szCs w:val="28"/>
        </w:rPr>
        <w:t xml:space="preserve"> </w:t>
      </w:r>
    </w:p>
    <w:p w:rsidR="007A3041"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по предоставлению муниципальной услуги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«Внесение изменений в учетные данные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граждан, состоящих на учете в качестве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нуждающихся в жилых помещениях»</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Форма заявления</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места жительства</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Главе</w:t>
      </w:r>
      <w:r>
        <w:rPr>
          <w:rFonts w:ascii="Times New Roman" w:hAnsi="Times New Roman" w:cs="Times New Roman"/>
          <w:sz w:val="28"/>
          <w:szCs w:val="28"/>
        </w:rPr>
        <w:t xml:space="preserve"> Вышестеблиевского</w:t>
      </w:r>
      <w:r w:rsidRPr="005E0D80">
        <w:rPr>
          <w:rFonts w:ascii="Times New Roman" w:hAnsi="Times New Roman" w:cs="Times New Roman"/>
          <w:sz w:val="28"/>
          <w:szCs w:val="28"/>
        </w:rPr>
        <w:t xml:space="preserve">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7A3041" w:rsidRPr="005E0D80"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зарегистрированного(ой) по адресу:</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_________________________________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проживающего(ей) по адресу:</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паспорт__________________________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выдан____________________________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тел. (обязательно):_</w:t>
      </w:r>
      <w:r>
        <w:rPr>
          <w:rFonts w:ascii="Times New Roman" w:hAnsi="Times New Roman" w:cs="Times New Roman"/>
          <w:sz w:val="28"/>
          <w:szCs w:val="28"/>
        </w:rPr>
        <w:t>______________</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Заявление</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места жительства</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В связи с _________________________________________________________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 xml:space="preserve">                                                 </w:t>
      </w:r>
      <w:r w:rsidRPr="005E0D80">
        <w:rPr>
          <w:rFonts w:ascii="Times New Roman" w:hAnsi="Times New Roman" w:cs="Times New Roman"/>
          <w:sz w:val="28"/>
          <w:szCs w:val="28"/>
        </w:rPr>
        <w:t>(указать причину) ____________________________________________________________________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прошу считать местом моего жительства/местом жительства моей семьи из _______ человек, в том числе:</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3868"/>
        <w:gridCol w:w="1365"/>
        <w:gridCol w:w="1791"/>
        <w:gridCol w:w="1513"/>
      </w:tblGrid>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(полностью) заявителя и членов</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его семьи</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рождения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(число,</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месяц, год)</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Родственные</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отношения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членов семьи</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 отношению</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к заявителю</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Примечание</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/местом жительства моего (моей) подопечной 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(фамилия, имя, отчество полностью)</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адрес:_____________________________________________________________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(почтовый индекс, населенный пункт, улица, номер дома, корпуса, квартиры)</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__________________________________________________________________</w:t>
      </w:r>
    </w:p>
    <w:p w:rsidR="007A3041" w:rsidRPr="005E0D80" w:rsidRDefault="007A3041"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(и вышеуказанные дееспособные члены моей семьи) даю (даём)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7A3041" w:rsidRPr="005E0D80" w:rsidRDefault="007A3041"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7A3041" w:rsidRPr="005E0D80" w:rsidRDefault="007A3041" w:rsidP="005679C6">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5679C6">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Приложение документов, необходимых для рассмотрения заявления, на ________ листах.</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Подписи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заявителя и всех дееспособных членов его семьи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 ______________________________ г.</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Отметка о принятии документов _____________________________________</w:t>
      </w: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3</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7A3041"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администрации Вышестеблиевского</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Темрюксого</w:t>
      </w:r>
      <w:r w:rsidRPr="005E0D80">
        <w:rPr>
          <w:rFonts w:ascii="Times New Roman" w:hAnsi="Times New Roman" w:cs="Times New Roman"/>
          <w:sz w:val="28"/>
          <w:szCs w:val="28"/>
        </w:rPr>
        <w:t xml:space="preserve"> района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по предоставлению муниципальной услуги</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«Внесение изменений в учетные данные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граждан, состоящих на учете в качестве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нуждающихся в жилых помещениях»</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Форма заявления</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дата учета на более раннюю</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Главе</w:t>
      </w:r>
      <w:r>
        <w:rPr>
          <w:rFonts w:ascii="Times New Roman" w:hAnsi="Times New Roman" w:cs="Times New Roman"/>
          <w:sz w:val="28"/>
          <w:szCs w:val="28"/>
        </w:rPr>
        <w:t xml:space="preserve"> Вышестеблиевского</w:t>
      </w:r>
      <w:r w:rsidRPr="005E0D80">
        <w:rPr>
          <w:rFonts w:ascii="Times New Roman" w:hAnsi="Times New Roman" w:cs="Times New Roman"/>
          <w:sz w:val="28"/>
          <w:szCs w:val="28"/>
        </w:rPr>
        <w:t xml:space="preserve"> </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7A3041" w:rsidRPr="005E0D80"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зарегистрированного(ой) по адресу:</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проживающего(ей) по адресу:</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паспорт__________________________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выдан____________________________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тел. (обязательно):</w:t>
      </w:r>
      <w:r>
        <w:rPr>
          <w:rFonts w:ascii="Times New Roman" w:hAnsi="Times New Roman" w:cs="Times New Roman"/>
          <w:sz w:val="28"/>
          <w:szCs w:val="28"/>
        </w:rPr>
        <w:t>___</w:t>
      </w:r>
      <w:r w:rsidRPr="005E0D80">
        <w:rPr>
          <w:rFonts w:ascii="Times New Roman" w:hAnsi="Times New Roman" w:cs="Times New Roman"/>
          <w:sz w:val="28"/>
          <w:szCs w:val="28"/>
        </w:rPr>
        <w:t>_</w:t>
      </w:r>
      <w:r>
        <w:rPr>
          <w:rFonts w:ascii="Times New Roman" w:hAnsi="Times New Roman" w:cs="Times New Roman"/>
          <w:sz w:val="28"/>
          <w:szCs w:val="28"/>
        </w:rPr>
        <w:t>_____________</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Заявление</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жилищных условий</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На основании ( в соответствии, в связи) с 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__________________________________________________________________ произошли следующие изменения моих жилищных условий:</w:t>
      </w:r>
    </w:p>
    <w:p w:rsidR="007A3041" w:rsidRPr="005E0D80" w:rsidRDefault="007A3041" w:rsidP="002E432E">
      <w:pPr>
        <w:numPr>
          <w:ilvl w:val="0"/>
          <w:numId w:val="3"/>
        </w:num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связанные с занимаемым мною (моей семьей)/моим подопечным</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(фамилия, имя, отчество полностью)</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принадлежащем мне/мне и членам моей семьи/ моему подопечному</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 фамилия, имя, отчество полностью)</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жилым помещением (ненужное вычеркнуть):</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5105"/>
        <w:gridCol w:w="1439"/>
        <w:gridCol w:w="1357"/>
        <w:gridCol w:w="1357"/>
      </w:tblGrid>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Показатель</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До изменения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После</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Вид жилого помещения</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Собственник жилого помещения</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Целевое использование жилищного фонда</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4.</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Размер общей площади (кв. м)</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Количество отдельных (изолированных) комнат (ед.)</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6.</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Степень благоустройства (част. удоб./благоустр.)</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7.</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Наличие решения уполномоченного органа о признании жилого помещения непригодным для проживания (есть / нет)</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8.</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Отчуждение жилого помещения (адрес)</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9.</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Перевод жилого помещения в нежилое (кв. м общей площади)</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10.</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Изменения порядка пользования жилым помещением (кв. м/чел.)</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numPr>
          <w:ilvl w:val="0"/>
          <w:numId w:val="4"/>
        </w:num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связанных с изменением количества и (или) статуса лиц, проживающих в жилом помещении: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bl>
      <w:tblPr>
        <w:tblW w:w="9330" w:type="dxa"/>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4666"/>
        <w:gridCol w:w="1542"/>
        <w:gridCol w:w="1357"/>
        <w:gridCol w:w="1357"/>
      </w:tblGrid>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Показатель</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До изменения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После</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Количество лиц, проживающих в жилом помещении (чел.)</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Статус лиц (фамилия, имя, отчество):</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х</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х</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х</w:t>
            </w:r>
          </w:p>
        </w:tc>
      </w:tr>
      <w:tr w:rsidR="007A3041" w:rsidRPr="00DD3DED">
        <w:trPr>
          <w:tblCellSpacing w:w="0" w:type="dxa"/>
        </w:trPr>
        <w:tc>
          <w:tcPr>
            <w:tcW w:w="0" w:type="auto"/>
            <w:tcBorders>
              <w:top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7A3041" w:rsidRPr="005E0D80" w:rsidRDefault="007A3041"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(и вышеуказанные дееспособные члены моей семьи) даю (даём)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7A3041" w:rsidRPr="005E0D80" w:rsidRDefault="007A3041"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Приложение документов, необходимых для рассмотрения заявления, на ________ листах.</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Подписи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заявителя и всех дееспособных членов его семьи</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 ______________________________ г.</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Отметка о принятии документов _____________________________________</w:t>
      </w: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Default="007A3041" w:rsidP="002E432E">
      <w:pPr>
        <w:spacing w:after="0" w:line="240" w:lineRule="auto"/>
        <w:rPr>
          <w:rFonts w:ascii="Times New Roman" w:hAnsi="Times New Roman" w:cs="Times New Roman"/>
          <w:sz w:val="28"/>
          <w:szCs w:val="28"/>
        </w:rPr>
      </w:pP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4</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7A3041" w:rsidRDefault="007A3041"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администрации Вышестеблиевского</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по предоставлению муниципальной услуги</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«Внесение изменений в учетные данные</w:t>
      </w:r>
    </w:p>
    <w:p w:rsidR="007A3041"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граждан, состоящих на учете в качестве</w:t>
      </w:r>
    </w:p>
    <w:p w:rsidR="007A3041" w:rsidRPr="005E0D80" w:rsidRDefault="007A3041"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нуждающихся в жилых помещениях»</w:t>
      </w:r>
    </w:p>
    <w:p w:rsidR="007A3041" w:rsidRPr="005E0D80"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7A3041" w:rsidRPr="005E0D80" w:rsidRDefault="007A3041"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БЛОК–СХЕМА</w:t>
      </w:r>
    </w:p>
    <w:p w:rsidR="007A3041" w:rsidRDefault="007A3041" w:rsidP="002E432E">
      <w:pPr>
        <w:spacing w:after="0" w:line="240" w:lineRule="auto"/>
        <w:ind w:left="-672"/>
        <w:jc w:val="center"/>
        <w:rPr>
          <w:rFonts w:ascii="Times New Roman" w:hAnsi="Times New Roman" w:cs="Times New Roman"/>
          <w:sz w:val="28"/>
          <w:szCs w:val="28"/>
        </w:rPr>
      </w:pPr>
      <w:r w:rsidRPr="005E0D80">
        <w:rPr>
          <w:rFonts w:ascii="Times New Roman" w:hAnsi="Times New Roman" w:cs="Times New Roman"/>
          <w:sz w:val="28"/>
          <w:szCs w:val="28"/>
        </w:rPr>
        <w:t>последовательности выполнения административных проце</w:t>
      </w:r>
      <w:r>
        <w:rPr>
          <w:rFonts w:ascii="Times New Roman" w:hAnsi="Times New Roman" w:cs="Times New Roman"/>
          <w:sz w:val="28"/>
          <w:szCs w:val="28"/>
        </w:rPr>
        <w:t>дур предоставления</w:t>
      </w:r>
    </w:p>
    <w:p w:rsidR="007A3041" w:rsidRPr="005E0D80" w:rsidRDefault="007A3041" w:rsidP="002E43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w:t>
      </w:r>
      <w:r w:rsidRPr="005E0D80">
        <w:rPr>
          <w:rFonts w:ascii="Times New Roman" w:hAnsi="Times New Roman" w:cs="Times New Roman"/>
          <w:sz w:val="28"/>
          <w:szCs w:val="28"/>
        </w:rPr>
        <w:t xml:space="preserve"> услуги «Внесение изменений в учетные данные граждан, состоящих на учете в качестве нуждающихся в жилых помещениях»</w:t>
      </w:r>
    </w:p>
    <w:p w:rsidR="007A3041" w:rsidRPr="005E0D80" w:rsidRDefault="007A3041" w:rsidP="002E432E">
      <w:pPr>
        <w:spacing w:after="0" w:line="240" w:lineRule="auto"/>
        <w:jc w:val="center"/>
        <w:rPr>
          <w:rFonts w:ascii="Times New Roman" w:hAnsi="Times New Roman" w:cs="Times New Roman"/>
          <w:sz w:val="28"/>
          <w:szCs w:val="28"/>
        </w:rPr>
      </w:pPr>
    </w:p>
    <w:p w:rsidR="007A3041" w:rsidRDefault="007A3041"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5E0D80">
        <w:rPr>
          <w:rFonts w:ascii="Times New Roman" w:hAnsi="Times New Roman" w:cs="Times New Roman"/>
          <w:sz w:val="28"/>
          <w:szCs w:val="28"/>
        </w:rPr>
        <w:t>Приём заявления о предоставлении муниципальной услуги и пакета документов</w:t>
      </w:r>
    </w:p>
    <w:p w:rsidR="007A3041"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в Отделе (МФЦ)</w:t>
      </w:r>
      <w:r>
        <w:rPr>
          <w:rFonts w:ascii="Times New Roman" w:hAnsi="Times New Roman" w:cs="Times New Roman"/>
          <w:sz w:val="28"/>
          <w:szCs w:val="28"/>
        </w:rPr>
        <w:t>;</w:t>
      </w:r>
    </w:p>
    <w:p w:rsidR="007A3041" w:rsidRDefault="007A3041" w:rsidP="002E432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Рассмотрение заявления и пакета документов Отделом</w:t>
      </w:r>
      <w:r>
        <w:rPr>
          <w:rFonts w:ascii="Times New Roman" w:hAnsi="Times New Roman" w:cs="Times New Roman"/>
          <w:sz w:val="28"/>
          <w:szCs w:val="28"/>
        </w:rPr>
        <w:t>;</w:t>
      </w:r>
    </w:p>
    <w:p w:rsidR="007A3041" w:rsidRDefault="007A3041"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5E0D80">
        <w:rPr>
          <w:rFonts w:ascii="Times New Roman" w:hAnsi="Times New Roman" w:cs="Times New Roman"/>
          <w:sz w:val="28"/>
          <w:szCs w:val="28"/>
        </w:rPr>
        <w:t>При</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наличии</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5E0D80">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5E0D80">
        <w:rPr>
          <w:rFonts w:ascii="Times New Roman" w:hAnsi="Times New Roman" w:cs="Times New Roman"/>
          <w:sz w:val="28"/>
          <w:szCs w:val="28"/>
        </w:rPr>
        <w:t>с</w:t>
      </w:r>
      <w:r>
        <w:rPr>
          <w:rFonts w:ascii="Times New Roman" w:hAnsi="Times New Roman" w:cs="Times New Roman"/>
          <w:sz w:val="28"/>
          <w:szCs w:val="28"/>
        </w:rPr>
        <w:t xml:space="preserve"> </w:t>
      </w:r>
      <w:r w:rsidRPr="005E0D80">
        <w:rPr>
          <w:rFonts w:ascii="Times New Roman" w:hAnsi="Times New Roman" w:cs="Times New Roman"/>
          <w:sz w:val="28"/>
          <w:szCs w:val="28"/>
        </w:rPr>
        <w:t>законодательством</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основания</w:t>
      </w:r>
      <w:r>
        <w:rPr>
          <w:rFonts w:ascii="Times New Roman" w:hAnsi="Times New Roman" w:cs="Times New Roman"/>
          <w:sz w:val="28"/>
          <w:szCs w:val="28"/>
        </w:rPr>
        <w:t xml:space="preserve">  для </w:t>
      </w:r>
      <w:r w:rsidRPr="005E0D80">
        <w:rPr>
          <w:rFonts w:ascii="Times New Roman" w:hAnsi="Times New Roman" w:cs="Times New Roman"/>
          <w:sz w:val="28"/>
          <w:szCs w:val="28"/>
        </w:rPr>
        <w:t xml:space="preserve">предоставления </w:t>
      </w:r>
    </w:p>
    <w:p w:rsidR="007A3041" w:rsidRDefault="007A3041" w:rsidP="002E432E">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w:t>
      </w:r>
      <w:r w:rsidRPr="005E0D80">
        <w:rPr>
          <w:rFonts w:ascii="Times New Roman" w:hAnsi="Times New Roman" w:cs="Times New Roman"/>
          <w:sz w:val="28"/>
          <w:szCs w:val="28"/>
        </w:rPr>
        <w:t>ус</w:t>
      </w:r>
      <w:r>
        <w:rPr>
          <w:rFonts w:ascii="Times New Roman" w:hAnsi="Times New Roman" w:cs="Times New Roman"/>
          <w:sz w:val="28"/>
          <w:szCs w:val="28"/>
        </w:rPr>
        <w:t xml:space="preserve">луги    –     </w:t>
      </w:r>
      <w:r w:rsidRPr="005E0D80">
        <w:rPr>
          <w:rFonts w:ascii="Times New Roman" w:hAnsi="Times New Roman" w:cs="Times New Roman"/>
          <w:sz w:val="28"/>
          <w:szCs w:val="28"/>
        </w:rPr>
        <w:t xml:space="preserve">подготовка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о внесении изменений в учетные данные граждан, состоящих на учете в качестве нуждающихся в жилых </w:t>
      </w:r>
    </w:p>
    <w:p w:rsidR="007A3041" w:rsidRDefault="007A3041"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помещениях</w:t>
      </w:r>
      <w:r>
        <w:rPr>
          <w:rFonts w:ascii="Times New Roman" w:hAnsi="Times New Roman" w:cs="Times New Roman"/>
          <w:sz w:val="28"/>
          <w:szCs w:val="28"/>
        </w:rPr>
        <w:t>;</w:t>
      </w:r>
    </w:p>
    <w:p w:rsidR="007A3041" w:rsidRDefault="007A3041"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5E0D80">
        <w:rPr>
          <w:rFonts w:ascii="Times New Roman" w:hAnsi="Times New Roman" w:cs="Times New Roman"/>
          <w:sz w:val="28"/>
          <w:szCs w:val="28"/>
        </w:rPr>
        <w:t>Подготовка</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и направление межведомственных запросов (в </w:t>
      </w:r>
      <w:r>
        <w:rPr>
          <w:rFonts w:ascii="Times New Roman" w:hAnsi="Times New Roman" w:cs="Times New Roman"/>
          <w:sz w:val="28"/>
          <w:szCs w:val="28"/>
        </w:rPr>
        <w:t>с</w:t>
      </w:r>
      <w:r w:rsidRPr="005E0D80">
        <w:rPr>
          <w:rFonts w:ascii="Times New Roman" w:hAnsi="Times New Roman" w:cs="Times New Roman"/>
          <w:sz w:val="28"/>
          <w:szCs w:val="28"/>
        </w:rPr>
        <w:t>лучае</w:t>
      </w:r>
      <w:r>
        <w:rPr>
          <w:rFonts w:ascii="Times New Roman" w:hAnsi="Times New Roman" w:cs="Times New Roman"/>
          <w:sz w:val="28"/>
          <w:szCs w:val="28"/>
        </w:rPr>
        <w:t xml:space="preserve"> н</w:t>
      </w:r>
      <w:r w:rsidRPr="005E0D80">
        <w:rPr>
          <w:rFonts w:ascii="Times New Roman" w:hAnsi="Times New Roman" w:cs="Times New Roman"/>
          <w:sz w:val="28"/>
          <w:szCs w:val="28"/>
        </w:rPr>
        <w:t>епредставления</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заявителем по</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собственной </w:t>
      </w:r>
      <w:r>
        <w:rPr>
          <w:rFonts w:ascii="Times New Roman" w:hAnsi="Times New Roman" w:cs="Times New Roman"/>
          <w:sz w:val="28"/>
          <w:szCs w:val="28"/>
        </w:rPr>
        <w:t xml:space="preserve"> </w:t>
      </w:r>
      <w:r w:rsidRPr="005E0D80">
        <w:rPr>
          <w:rFonts w:ascii="Times New Roman" w:hAnsi="Times New Roman" w:cs="Times New Roman"/>
          <w:sz w:val="28"/>
          <w:szCs w:val="28"/>
        </w:rPr>
        <w:t>инициативе документов, указанных в</w:t>
      </w:r>
      <w:r>
        <w:rPr>
          <w:rFonts w:ascii="Times New Roman" w:hAnsi="Times New Roman" w:cs="Times New Roman"/>
          <w:sz w:val="28"/>
          <w:szCs w:val="28"/>
        </w:rPr>
        <w:t xml:space="preserve"> </w:t>
      </w:r>
      <w:r w:rsidRPr="005E0D80">
        <w:rPr>
          <w:rFonts w:ascii="Times New Roman" w:hAnsi="Times New Roman" w:cs="Times New Roman"/>
          <w:sz w:val="28"/>
          <w:szCs w:val="28"/>
        </w:rPr>
        <w:t>пункте 2.8. настоящего административного регламента</w:t>
      </w:r>
      <w:r>
        <w:rPr>
          <w:rFonts w:ascii="Times New Roman" w:hAnsi="Times New Roman" w:cs="Times New Roman"/>
          <w:sz w:val="28"/>
          <w:szCs w:val="28"/>
        </w:rPr>
        <w:t>;</w:t>
      </w:r>
    </w:p>
    <w:p w:rsidR="007A3041" w:rsidRDefault="007A3041"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5E0D80">
        <w:rPr>
          <w:rFonts w:ascii="Times New Roman" w:hAnsi="Times New Roman" w:cs="Times New Roman"/>
          <w:sz w:val="28"/>
          <w:szCs w:val="28"/>
        </w:rPr>
        <w:t xml:space="preserve">При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наличии в </w:t>
      </w:r>
      <w:r>
        <w:rPr>
          <w:rFonts w:ascii="Times New Roman" w:hAnsi="Times New Roman" w:cs="Times New Roman"/>
          <w:sz w:val="28"/>
          <w:szCs w:val="28"/>
        </w:rPr>
        <w:t xml:space="preserve">   </w:t>
      </w:r>
      <w:r w:rsidRPr="005E0D80">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с </w:t>
      </w:r>
      <w:r>
        <w:rPr>
          <w:rFonts w:ascii="Times New Roman" w:hAnsi="Times New Roman" w:cs="Times New Roman"/>
          <w:sz w:val="28"/>
          <w:szCs w:val="28"/>
        </w:rPr>
        <w:t xml:space="preserve">   </w:t>
      </w:r>
      <w:r w:rsidRPr="005E0D80">
        <w:rPr>
          <w:rFonts w:ascii="Times New Roman" w:hAnsi="Times New Roman" w:cs="Times New Roman"/>
          <w:sz w:val="28"/>
          <w:szCs w:val="28"/>
        </w:rPr>
        <w:t>законодательством</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основания для отказа в предоставлении муниципальной услуги – подготовка отказа в предоставлении муниципальной услуги</w:t>
      </w:r>
      <w:r>
        <w:rPr>
          <w:rFonts w:ascii="Times New Roman" w:hAnsi="Times New Roman" w:cs="Times New Roman"/>
          <w:sz w:val="28"/>
          <w:szCs w:val="28"/>
        </w:rPr>
        <w:t>;</w:t>
      </w:r>
    </w:p>
    <w:p w:rsidR="007A3041" w:rsidRDefault="007A3041"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5E0D80">
        <w:rPr>
          <w:rFonts w:ascii="Times New Roman" w:hAnsi="Times New Roman" w:cs="Times New Roman"/>
          <w:sz w:val="28"/>
          <w:szCs w:val="28"/>
        </w:rPr>
        <w:t>Рассмотрение документов по результатам направления ответов на запрос</w:t>
      </w:r>
      <w:r>
        <w:rPr>
          <w:rFonts w:ascii="Times New Roman" w:hAnsi="Times New Roman" w:cs="Times New Roman"/>
          <w:sz w:val="28"/>
          <w:szCs w:val="28"/>
        </w:rPr>
        <w:t>;</w:t>
      </w:r>
    </w:p>
    <w:p w:rsidR="007A3041" w:rsidRPr="002E432E" w:rsidRDefault="007A3041"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Pr="005E0D80">
        <w:rPr>
          <w:rFonts w:ascii="Times New Roman" w:hAnsi="Times New Roman" w:cs="Times New Roman"/>
          <w:sz w:val="28"/>
          <w:szCs w:val="28"/>
        </w:rPr>
        <w:t>Выдача заявителю постановления о внесении изменений в учетные данные граждан, состоящих на учете в качестве нуждающихся в жилых помещениях или отказа в предоставлении муниципальной услуги</w:t>
      </w:r>
      <w:r>
        <w:rPr>
          <w:rFonts w:ascii="Times New Roman" w:hAnsi="Times New Roman" w:cs="Times New Roman"/>
          <w:sz w:val="28"/>
          <w:szCs w:val="28"/>
        </w:rPr>
        <w:t>.</w:t>
      </w:r>
    </w:p>
    <w:sectPr w:rsidR="007A3041" w:rsidRPr="002E432E" w:rsidSect="000A53F7">
      <w:pgSz w:w="11906" w:h="16838" w:code="9"/>
      <w:pgMar w:top="1134" w:right="567"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4AA5584C"/>
    <w:multiLevelType w:val="multilevel"/>
    <w:tmpl w:val="334653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7F692D6A"/>
    <w:multiLevelType w:val="multilevel"/>
    <w:tmpl w:val="F67236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D30"/>
    <w:rsid w:val="0005394E"/>
    <w:rsid w:val="00091E53"/>
    <w:rsid w:val="000A53F7"/>
    <w:rsid w:val="001B2BC2"/>
    <w:rsid w:val="001B4E79"/>
    <w:rsid w:val="001F31E2"/>
    <w:rsid w:val="001F68FD"/>
    <w:rsid w:val="00226F49"/>
    <w:rsid w:val="002E432E"/>
    <w:rsid w:val="00306586"/>
    <w:rsid w:val="003524FF"/>
    <w:rsid w:val="003528D6"/>
    <w:rsid w:val="00395ABB"/>
    <w:rsid w:val="003A442C"/>
    <w:rsid w:val="0052361D"/>
    <w:rsid w:val="005679C6"/>
    <w:rsid w:val="00584931"/>
    <w:rsid w:val="00590CA5"/>
    <w:rsid w:val="005E0D80"/>
    <w:rsid w:val="005F6D80"/>
    <w:rsid w:val="00655F76"/>
    <w:rsid w:val="00666C7C"/>
    <w:rsid w:val="00672255"/>
    <w:rsid w:val="006D5951"/>
    <w:rsid w:val="00704EED"/>
    <w:rsid w:val="00754630"/>
    <w:rsid w:val="007A3041"/>
    <w:rsid w:val="007A7928"/>
    <w:rsid w:val="00850E97"/>
    <w:rsid w:val="0088289F"/>
    <w:rsid w:val="00895D82"/>
    <w:rsid w:val="00945F31"/>
    <w:rsid w:val="00961A62"/>
    <w:rsid w:val="009972C7"/>
    <w:rsid w:val="009B76DA"/>
    <w:rsid w:val="009F0D34"/>
    <w:rsid w:val="00AD60ED"/>
    <w:rsid w:val="00B46D30"/>
    <w:rsid w:val="00B62CBA"/>
    <w:rsid w:val="00B73173"/>
    <w:rsid w:val="00BD7C70"/>
    <w:rsid w:val="00C8432F"/>
    <w:rsid w:val="00CA3D41"/>
    <w:rsid w:val="00CD1778"/>
    <w:rsid w:val="00CD3761"/>
    <w:rsid w:val="00D51939"/>
    <w:rsid w:val="00D60CB8"/>
    <w:rsid w:val="00DA03A5"/>
    <w:rsid w:val="00DD3DED"/>
    <w:rsid w:val="00E23D93"/>
    <w:rsid w:val="00E457AD"/>
    <w:rsid w:val="00E805EE"/>
    <w:rsid w:val="00E87522"/>
    <w:rsid w:val="00E96CD7"/>
    <w:rsid w:val="00EB51E0"/>
    <w:rsid w:val="00F31166"/>
    <w:rsid w:val="00FD02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D30"/>
    <w:pPr>
      <w:spacing w:after="200" w:line="276" w:lineRule="auto"/>
    </w:pPr>
    <w:rPr>
      <w:rFonts w:ascii="Calibri" w:hAnsi="Calibri" w:cs="Calibri"/>
    </w:rPr>
  </w:style>
  <w:style w:type="paragraph" w:styleId="Heading6">
    <w:name w:val="heading 6"/>
    <w:basedOn w:val="Normal"/>
    <w:next w:val="Normal"/>
    <w:link w:val="Heading6Char"/>
    <w:uiPriority w:val="99"/>
    <w:qFormat/>
    <w:rsid w:val="00BD7C70"/>
    <w:pPr>
      <w:keepNext/>
      <w:spacing w:after="0" w:line="240" w:lineRule="auto"/>
      <w:outlineLvl w:val="5"/>
    </w:pPr>
    <w:rPr>
      <w:rFonts w:cs="Times New Roman"/>
      <w:sz w:val="28"/>
      <w:szCs w:val="28"/>
    </w:rPr>
  </w:style>
  <w:style w:type="paragraph" w:styleId="Heading7">
    <w:name w:val="heading 7"/>
    <w:basedOn w:val="Normal"/>
    <w:next w:val="Normal"/>
    <w:link w:val="Heading7Char"/>
    <w:uiPriority w:val="99"/>
    <w:qFormat/>
    <w:rsid w:val="00BD7C70"/>
    <w:pPr>
      <w:keepNext/>
      <w:spacing w:after="0" w:line="240" w:lineRule="auto"/>
      <w:jc w:val="both"/>
      <w:outlineLvl w:val="6"/>
    </w:pPr>
    <w:rPr>
      <w:rFonts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BD7C70"/>
    <w:rPr>
      <w:rFonts w:cs="Times New Roman"/>
      <w:sz w:val="28"/>
      <w:szCs w:val="28"/>
      <w:lang w:eastAsia="zh-CN"/>
    </w:rPr>
  </w:style>
  <w:style w:type="character" w:customStyle="1" w:styleId="Heading7Char">
    <w:name w:val="Heading 7 Char"/>
    <w:basedOn w:val="DefaultParagraphFont"/>
    <w:link w:val="Heading7"/>
    <w:uiPriority w:val="99"/>
    <w:locked/>
    <w:rsid w:val="00BD7C70"/>
    <w:rPr>
      <w:rFonts w:cs="Times New Roman"/>
      <w:sz w:val="24"/>
      <w:szCs w:val="24"/>
      <w:lang w:eastAsia="zh-CN"/>
    </w:rPr>
  </w:style>
  <w:style w:type="paragraph" w:styleId="Caption">
    <w:name w:val="caption"/>
    <w:basedOn w:val="Normal"/>
    <w:uiPriority w:val="99"/>
    <w:qFormat/>
    <w:rsid w:val="00BD7C70"/>
    <w:pPr>
      <w:suppressLineNumbers/>
      <w:spacing w:before="120" w:after="120"/>
    </w:pPr>
    <w:rPr>
      <w:i/>
      <w:iCs/>
      <w:sz w:val="24"/>
      <w:szCs w:val="24"/>
    </w:rPr>
  </w:style>
  <w:style w:type="paragraph" w:styleId="NoSpacing">
    <w:name w:val="No Spacing"/>
    <w:uiPriority w:val="99"/>
    <w:qFormat/>
    <w:rsid w:val="00BD7C70"/>
    <w:pPr>
      <w:suppressAutoHyphens/>
    </w:pPr>
    <w:rPr>
      <w:rFonts w:ascii="Calibri" w:hAnsi="Calibri" w:cs="Calibri"/>
      <w:lang w:eastAsia="zh-CN"/>
    </w:rPr>
  </w:style>
  <w:style w:type="paragraph" w:styleId="ListParagraph">
    <w:name w:val="List Paragraph"/>
    <w:basedOn w:val="Normal"/>
    <w:uiPriority w:val="99"/>
    <w:qFormat/>
    <w:rsid w:val="00BD7C7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gu.krasnodar.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1265</TotalTime>
  <Pages>29</Pages>
  <Words>8625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32</cp:revision>
  <cp:lastPrinted>2015-02-19T11:31:00Z</cp:lastPrinted>
  <dcterms:created xsi:type="dcterms:W3CDTF">2015-02-18T11:16:00Z</dcterms:created>
  <dcterms:modified xsi:type="dcterms:W3CDTF">2015-03-05T06:33:00Z</dcterms:modified>
</cp:coreProperties>
</file>