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38" w:rsidRDefault="00967538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/>
          </v:shape>
        </w:pict>
      </w:r>
    </w:p>
    <w:p w:rsidR="00967538" w:rsidRDefault="0096753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7538" w:rsidRDefault="0096753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7538" w:rsidRDefault="0096753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7538" w:rsidRPr="00B8335B" w:rsidRDefault="0096753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7538" w:rsidRPr="00051EE9" w:rsidRDefault="00967538" w:rsidP="0073618A">
      <w:pPr>
        <w:tabs>
          <w:tab w:val="left" w:pos="3375"/>
        </w:tabs>
        <w:rPr>
          <w:sz w:val="28"/>
          <w:szCs w:val="28"/>
        </w:rPr>
      </w:pPr>
    </w:p>
    <w:p w:rsidR="00967538" w:rsidRDefault="00967538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 № 260</w:t>
      </w:r>
    </w:p>
    <w:p w:rsidR="00967538" w:rsidRDefault="00967538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7538" w:rsidRDefault="00967538">
      <w:pPr>
        <w:rPr>
          <w:sz w:val="28"/>
          <w:szCs w:val="28"/>
        </w:rPr>
      </w:pPr>
    </w:p>
    <w:p w:rsidR="00967538" w:rsidRDefault="0096753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67538" w:rsidRDefault="00967538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967538" w:rsidRPr="00F55287" w:rsidRDefault="00967538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967538" w:rsidRDefault="00967538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7538" w:rsidRDefault="00967538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7538" w:rsidRPr="00FE46B3" w:rsidRDefault="00967538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67538" w:rsidRDefault="00967538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жилищно-коммунального хозяйства» на 2015-2017 годы (приложение).</w:t>
      </w:r>
    </w:p>
    <w:p w:rsidR="00967538" w:rsidRDefault="00967538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11 октября 2013 года № 256 «Об утверждении муниципальной долгосрочной Целевой программы «Озеленение территории Вышестеблиевского сельского поселения Темрюкского района на 2014-2016 годы» признать утратившим силу.</w:t>
      </w:r>
    </w:p>
    <w:p w:rsidR="00967538" w:rsidRPr="00FE46B3" w:rsidRDefault="00967538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967538" w:rsidRDefault="00967538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967538" w:rsidRPr="00252198" w:rsidRDefault="00967538" w:rsidP="00252198">
      <w:pPr>
        <w:pStyle w:val="NoSpacing"/>
        <w:spacing w:after="0" w:line="240" w:lineRule="auto"/>
        <w:ind w:firstLine="851"/>
        <w:jc w:val="both"/>
      </w:pPr>
      <w:r>
        <w:t>5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967538" w:rsidRDefault="00967538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7538" w:rsidRPr="00F45CD8" w:rsidRDefault="00967538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7538" w:rsidRDefault="00967538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7538" w:rsidRDefault="00967538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7538" w:rsidRDefault="00967538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67538" w:rsidRDefault="00967538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967538" w:rsidRPr="00211421" w:rsidRDefault="00967538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967538" w:rsidRDefault="00967538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967538" w:rsidRDefault="00967538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67538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538" w:rsidRDefault="00967538">
      <w:r>
        <w:separator/>
      </w:r>
    </w:p>
  </w:endnote>
  <w:endnote w:type="continuationSeparator" w:id="0">
    <w:p w:rsidR="00967538" w:rsidRDefault="00967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538" w:rsidRDefault="00967538">
      <w:r>
        <w:separator/>
      </w:r>
    </w:p>
  </w:footnote>
  <w:footnote w:type="continuationSeparator" w:id="0">
    <w:p w:rsidR="00967538" w:rsidRDefault="00967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38" w:rsidRDefault="0096753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67538" w:rsidRDefault="009675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00E2B"/>
    <w:rsid w:val="00155D75"/>
    <w:rsid w:val="00171FEB"/>
    <w:rsid w:val="001733F7"/>
    <w:rsid w:val="00197B43"/>
    <w:rsid w:val="001F2D4E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A6FC0"/>
    <w:rsid w:val="003C5549"/>
    <w:rsid w:val="003D3D56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A302F"/>
    <w:rsid w:val="005B3916"/>
    <w:rsid w:val="005C050B"/>
    <w:rsid w:val="005E4975"/>
    <w:rsid w:val="005F3637"/>
    <w:rsid w:val="005F7ADA"/>
    <w:rsid w:val="00642773"/>
    <w:rsid w:val="006754AB"/>
    <w:rsid w:val="00683C91"/>
    <w:rsid w:val="006C7E24"/>
    <w:rsid w:val="006D7E70"/>
    <w:rsid w:val="0073618A"/>
    <w:rsid w:val="007C3C2E"/>
    <w:rsid w:val="00861F72"/>
    <w:rsid w:val="00862786"/>
    <w:rsid w:val="008A2AF8"/>
    <w:rsid w:val="008D0C1E"/>
    <w:rsid w:val="00900F8E"/>
    <w:rsid w:val="00910172"/>
    <w:rsid w:val="009618BE"/>
    <w:rsid w:val="00962400"/>
    <w:rsid w:val="00967538"/>
    <w:rsid w:val="009748A1"/>
    <w:rsid w:val="009E2129"/>
    <w:rsid w:val="00A02965"/>
    <w:rsid w:val="00AA4EFF"/>
    <w:rsid w:val="00AA6498"/>
    <w:rsid w:val="00AF4402"/>
    <w:rsid w:val="00B26C34"/>
    <w:rsid w:val="00B475FF"/>
    <w:rsid w:val="00B8335B"/>
    <w:rsid w:val="00B83964"/>
    <w:rsid w:val="00B87161"/>
    <w:rsid w:val="00BC19F9"/>
    <w:rsid w:val="00BF101C"/>
    <w:rsid w:val="00C05CC6"/>
    <w:rsid w:val="00C37400"/>
    <w:rsid w:val="00C76F3A"/>
    <w:rsid w:val="00CA56DF"/>
    <w:rsid w:val="00D85DDE"/>
    <w:rsid w:val="00D90328"/>
    <w:rsid w:val="00D90DD3"/>
    <w:rsid w:val="00D97430"/>
    <w:rsid w:val="00DF7C91"/>
    <w:rsid w:val="00E11D4D"/>
    <w:rsid w:val="00E93D18"/>
    <w:rsid w:val="00ED732F"/>
    <w:rsid w:val="00EE0278"/>
    <w:rsid w:val="00EE4C6C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  <w:rPr>
      <w:rFonts w:cs="Times New Roman"/>
    </w:rPr>
  </w:style>
  <w:style w:type="character" w:customStyle="1" w:styleId="a1">
    <w:name w:val="Нижний колонтитул Знак"/>
    <w:basedOn w:val="4"/>
    <w:uiPriority w:val="99"/>
    <w:rsid w:val="00B87161"/>
    <w:rPr>
      <w:rFonts w:cs="Times New Roman"/>
    </w:rPr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1</Pages>
  <Words>280</Words>
  <Characters>1596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Admin</cp:lastModifiedBy>
  <cp:revision>30</cp:revision>
  <cp:lastPrinted>2014-12-18T13:05:00Z</cp:lastPrinted>
  <dcterms:created xsi:type="dcterms:W3CDTF">2013-08-12T10:14:00Z</dcterms:created>
  <dcterms:modified xsi:type="dcterms:W3CDTF">2014-12-30T13:36:00Z</dcterms:modified>
</cp:coreProperties>
</file>