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0" w:rsidRDefault="009C31D0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9C31D0" w:rsidRDefault="009C31D0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C31D0" w:rsidRDefault="009C31D0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C31D0" w:rsidRDefault="009C31D0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C31D0" w:rsidRPr="00B8335B" w:rsidRDefault="009C31D0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C31D0" w:rsidRPr="00051EE9" w:rsidRDefault="009C31D0" w:rsidP="0073618A">
      <w:pPr>
        <w:tabs>
          <w:tab w:val="left" w:pos="3375"/>
        </w:tabs>
        <w:rPr>
          <w:sz w:val="28"/>
          <w:szCs w:val="28"/>
        </w:rPr>
      </w:pPr>
    </w:p>
    <w:p w:rsidR="009C31D0" w:rsidRDefault="009C31D0" w:rsidP="0073618A">
      <w:pPr>
        <w:rPr>
          <w:sz w:val="28"/>
          <w:szCs w:val="28"/>
        </w:rPr>
      </w:pPr>
      <w:r>
        <w:rPr>
          <w:sz w:val="28"/>
          <w:szCs w:val="28"/>
        </w:rPr>
        <w:t>от  18.12.2014                                                                                                       № 258</w:t>
      </w:r>
    </w:p>
    <w:p w:rsidR="009C31D0" w:rsidRDefault="009C31D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C31D0" w:rsidRDefault="009C31D0">
      <w:pPr>
        <w:rPr>
          <w:sz w:val="28"/>
          <w:szCs w:val="28"/>
        </w:rPr>
      </w:pPr>
    </w:p>
    <w:p w:rsidR="009C31D0" w:rsidRDefault="009C31D0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9C31D0" w:rsidRPr="0061576E" w:rsidRDefault="009C31D0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9C31D0" w:rsidRDefault="009C31D0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C31D0" w:rsidRPr="00FE46B3" w:rsidRDefault="009C31D0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r w:rsidRPr="00FE46B3">
        <w:rPr>
          <w:sz w:val="28"/>
          <w:szCs w:val="28"/>
        </w:rPr>
        <w:t>п о с т а н о в л я ю:</w:t>
      </w:r>
    </w:p>
    <w:p w:rsidR="009C31D0" w:rsidRDefault="009C31D0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муниципальную программу «Социальная поддержка граждан Вышестеблиевского сельского поселения Темрюкского района» на 2015-2017 годы (приложение).</w:t>
      </w:r>
    </w:p>
    <w:p w:rsidR="009C31D0" w:rsidRPr="00FE46B3" w:rsidRDefault="009C31D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9C31D0" w:rsidRDefault="009C31D0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</w:t>
      </w:r>
      <w:r>
        <w:t>вления возложить на начальника общего отдела администрации  Вышестеблиевского сельского поселения  Темрюкского</w:t>
      </w:r>
      <w:r w:rsidRPr="00FE46B3">
        <w:t xml:space="preserve"> район</w:t>
      </w:r>
      <w:r>
        <w:t>а  Л.Н. Бедакову</w:t>
      </w:r>
      <w:r w:rsidRPr="00FE46B3">
        <w:t>.</w:t>
      </w:r>
    </w:p>
    <w:p w:rsidR="009C31D0" w:rsidRPr="00252198" w:rsidRDefault="009C31D0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9C31D0" w:rsidRDefault="009C31D0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C31D0" w:rsidRPr="00F45CD8" w:rsidRDefault="009C31D0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C31D0" w:rsidRDefault="009C31D0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C31D0" w:rsidRDefault="009C31D0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C31D0" w:rsidRDefault="009C31D0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C31D0" w:rsidRDefault="009C31D0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9C31D0" w:rsidRDefault="009C31D0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C31D0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1D0" w:rsidRDefault="009C31D0">
      <w:r>
        <w:separator/>
      </w:r>
    </w:p>
  </w:endnote>
  <w:endnote w:type="continuationSeparator" w:id="0">
    <w:p w:rsidR="009C31D0" w:rsidRDefault="009C3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1D0" w:rsidRDefault="009C31D0">
      <w:r>
        <w:separator/>
      </w:r>
    </w:p>
  </w:footnote>
  <w:footnote w:type="continuationSeparator" w:id="0">
    <w:p w:rsidR="009C31D0" w:rsidRDefault="009C3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D0" w:rsidRDefault="009C31D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C31D0" w:rsidRDefault="009C31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51EE9"/>
    <w:rsid w:val="00064C96"/>
    <w:rsid w:val="000765FA"/>
    <w:rsid w:val="000A2460"/>
    <w:rsid w:val="000D4D74"/>
    <w:rsid w:val="001F2D4E"/>
    <w:rsid w:val="002019EB"/>
    <w:rsid w:val="00211421"/>
    <w:rsid w:val="00252198"/>
    <w:rsid w:val="00271A23"/>
    <w:rsid w:val="002754AA"/>
    <w:rsid w:val="002A3679"/>
    <w:rsid w:val="00317E22"/>
    <w:rsid w:val="0035717D"/>
    <w:rsid w:val="00381AFE"/>
    <w:rsid w:val="003D3D56"/>
    <w:rsid w:val="003F7C6F"/>
    <w:rsid w:val="0043408E"/>
    <w:rsid w:val="004B73AE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711179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9C31D0"/>
    <w:rsid w:val="00A072EC"/>
    <w:rsid w:val="00AF4402"/>
    <w:rsid w:val="00B04AAB"/>
    <w:rsid w:val="00B8335B"/>
    <w:rsid w:val="00B83964"/>
    <w:rsid w:val="00B87161"/>
    <w:rsid w:val="00BA7BB3"/>
    <w:rsid w:val="00C37400"/>
    <w:rsid w:val="00C76F3A"/>
    <w:rsid w:val="00CA56DF"/>
    <w:rsid w:val="00D85DDE"/>
    <w:rsid w:val="00D90328"/>
    <w:rsid w:val="00D90DD3"/>
    <w:rsid w:val="00DC0585"/>
    <w:rsid w:val="00E11D4D"/>
    <w:rsid w:val="00E65AD0"/>
    <w:rsid w:val="00ED732F"/>
    <w:rsid w:val="00F45CD8"/>
    <w:rsid w:val="00F55287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1</Pages>
  <Words>269</Words>
  <Characters>1536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26</cp:revision>
  <cp:lastPrinted>2014-11-25T06:40:00Z</cp:lastPrinted>
  <dcterms:created xsi:type="dcterms:W3CDTF">2013-08-12T10:14:00Z</dcterms:created>
  <dcterms:modified xsi:type="dcterms:W3CDTF">2014-12-30T13:34:00Z</dcterms:modified>
</cp:coreProperties>
</file>