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58" w:rsidRDefault="00B17458" w:rsidP="0073618A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/>
          </v:shape>
        </w:pict>
      </w:r>
    </w:p>
    <w:p w:rsidR="00B17458" w:rsidRDefault="00B1745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B17458" w:rsidRDefault="00B1745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B17458" w:rsidRDefault="00B1745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17458" w:rsidRPr="00B8335B" w:rsidRDefault="00B1745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B17458" w:rsidRPr="00051EE9" w:rsidRDefault="00B17458" w:rsidP="0073618A">
      <w:pPr>
        <w:tabs>
          <w:tab w:val="left" w:pos="3375"/>
        </w:tabs>
        <w:rPr>
          <w:sz w:val="28"/>
          <w:szCs w:val="28"/>
        </w:rPr>
      </w:pPr>
    </w:p>
    <w:p w:rsidR="00B17458" w:rsidRDefault="00B17458" w:rsidP="0073618A">
      <w:pPr>
        <w:rPr>
          <w:sz w:val="28"/>
          <w:szCs w:val="28"/>
        </w:rPr>
      </w:pPr>
      <w:r>
        <w:rPr>
          <w:sz w:val="28"/>
          <w:szCs w:val="28"/>
        </w:rPr>
        <w:t>от  18.12.2014 г.                                                                                                  № 257</w:t>
      </w:r>
    </w:p>
    <w:p w:rsidR="00B17458" w:rsidRDefault="00B17458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B17458" w:rsidRDefault="00B17458">
      <w:pPr>
        <w:rPr>
          <w:sz w:val="28"/>
          <w:szCs w:val="28"/>
        </w:rPr>
      </w:pPr>
    </w:p>
    <w:p w:rsidR="00B17458" w:rsidRDefault="00B1745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B17458" w:rsidRPr="00F55287" w:rsidRDefault="00B17458" w:rsidP="004D3509">
      <w:pPr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на 2015-2017 годы</w:t>
      </w:r>
    </w:p>
    <w:p w:rsidR="00B17458" w:rsidRDefault="00B17458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B17458" w:rsidRDefault="00B17458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B17458" w:rsidRPr="00FE46B3" w:rsidRDefault="00B17458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B17458" w:rsidRDefault="00B17458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>» на 2015-2017 годы (приложение).</w:t>
      </w:r>
    </w:p>
    <w:p w:rsidR="00B17458" w:rsidRPr="00FE46B3" w:rsidRDefault="00B17458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B17458" w:rsidRDefault="00B17458" w:rsidP="00252198">
      <w:pPr>
        <w:pStyle w:val="NoSpacing"/>
        <w:spacing w:after="0" w:line="240" w:lineRule="auto"/>
        <w:ind w:firstLine="851"/>
        <w:jc w:val="both"/>
      </w:pPr>
      <w:r>
        <w:t>3</w:t>
      </w:r>
      <w:r w:rsidRPr="00FE46B3">
        <w:t>. Контроль за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Вышестеблиепвского сельского поселения Темрюкского района Э.В. Журавлеву.</w:t>
      </w:r>
    </w:p>
    <w:p w:rsidR="00B17458" w:rsidRPr="00252198" w:rsidRDefault="00B17458" w:rsidP="00252198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Постановление вступает в силу со дня его</w:t>
      </w:r>
      <w:bookmarkStart w:id="0" w:name="_GoBack"/>
      <w:bookmarkEnd w:id="0"/>
      <w:r>
        <w:t xml:space="preserve"> обнарод</w:t>
      </w:r>
      <w:r w:rsidRPr="00FE46B3">
        <w:t>ования, но не ранее 1 января 2015 года</w:t>
      </w:r>
      <w:r w:rsidRPr="00FE46B3">
        <w:rPr>
          <w:i/>
          <w:iCs/>
        </w:rPr>
        <w:t>.</w:t>
      </w:r>
    </w:p>
    <w:p w:rsidR="00B17458" w:rsidRDefault="00B17458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B17458" w:rsidRDefault="00B17458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B17458" w:rsidRPr="00F45CD8" w:rsidRDefault="00B17458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17458" w:rsidRDefault="00B17458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B17458" w:rsidRDefault="00B17458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B17458" w:rsidRDefault="00B17458" w:rsidP="00ED732F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B17458" w:rsidRDefault="00B17458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B17458" w:rsidRPr="00211421" w:rsidRDefault="00B17458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B17458" w:rsidRDefault="00B17458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B17458" w:rsidRDefault="00B17458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B17458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458" w:rsidRDefault="00B17458">
      <w:r>
        <w:separator/>
      </w:r>
    </w:p>
  </w:endnote>
  <w:endnote w:type="continuationSeparator" w:id="0">
    <w:p w:rsidR="00B17458" w:rsidRDefault="00B17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458" w:rsidRDefault="00B17458">
      <w:r>
        <w:separator/>
      </w:r>
    </w:p>
  </w:footnote>
  <w:footnote w:type="continuationSeparator" w:id="0">
    <w:p w:rsidR="00B17458" w:rsidRDefault="00B174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458" w:rsidRDefault="00B17458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B17458" w:rsidRDefault="00B174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651DA"/>
    <w:rsid w:val="001F2D4E"/>
    <w:rsid w:val="00211421"/>
    <w:rsid w:val="00252198"/>
    <w:rsid w:val="00271A23"/>
    <w:rsid w:val="002754AA"/>
    <w:rsid w:val="002A3679"/>
    <w:rsid w:val="00317E22"/>
    <w:rsid w:val="00327E3C"/>
    <w:rsid w:val="0035344C"/>
    <w:rsid w:val="0035717D"/>
    <w:rsid w:val="00376B0B"/>
    <w:rsid w:val="00381AFE"/>
    <w:rsid w:val="003B0167"/>
    <w:rsid w:val="003D3D56"/>
    <w:rsid w:val="003D6F1A"/>
    <w:rsid w:val="003F7C6F"/>
    <w:rsid w:val="0043408E"/>
    <w:rsid w:val="004D3509"/>
    <w:rsid w:val="004F4E0B"/>
    <w:rsid w:val="005268BF"/>
    <w:rsid w:val="00553405"/>
    <w:rsid w:val="005706EB"/>
    <w:rsid w:val="005849D4"/>
    <w:rsid w:val="005866CF"/>
    <w:rsid w:val="005B3916"/>
    <w:rsid w:val="005C050B"/>
    <w:rsid w:val="005F7ADA"/>
    <w:rsid w:val="00642773"/>
    <w:rsid w:val="006754AB"/>
    <w:rsid w:val="0073618A"/>
    <w:rsid w:val="007C3C2E"/>
    <w:rsid w:val="007C42E6"/>
    <w:rsid w:val="00861F72"/>
    <w:rsid w:val="00862786"/>
    <w:rsid w:val="008D0C1E"/>
    <w:rsid w:val="00910172"/>
    <w:rsid w:val="009207D2"/>
    <w:rsid w:val="00962400"/>
    <w:rsid w:val="00972387"/>
    <w:rsid w:val="00AF4402"/>
    <w:rsid w:val="00B15F54"/>
    <w:rsid w:val="00B17458"/>
    <w:rsid w:val="00B8335B"/>
    <w:rsid w:val="00B83964"/>
    <w:rsid w:val="00B87161"/>
    <w:rsid w:val="00BD1A9E"/>
    <w:rsid w:val="00C37400"/>
    <w:rsid w:val="00C75C9F"/>
    <w:rsid w:val="00C76F3A"/>
    <w:rsid w:val="00CA56DF"/>
    <w:rsid w:val="00D61B9C"/>
    <w:rsid w:val="00D85DDE"/>
    <w:rsid w:val="00D90328"/>
    <w:rsid w:val="00D90DD3"/>
    <w:rsid w:val="00E11D4D"/>
    <w:rsid w:val="00ED732F"/>
    <w:rsid w:val="00F45CD8"/>
    <w:rsid w:val="00F55287"/>
    <w:rsid w:val="00F61D8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  <w:rPr>
      <w:rFonts w:cs="Times New Roman"/>
    </w:rPr>
  </w:style>
  <w:style w:type="character" w:customStyle="1" w:styleId="a1">
    <w:name w:val="Нижний колонтитул Знак"/>
    <w:basedOn w:val="4"/>
    <w:uiPriority w:val="99"/>
    <w:rsid w:val="00B87161"/>
    <w:rPr>
      <w:rFonts w:cs="Times New Roman"/>
    </w:rPr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162</TotalTime>
  <Pages>1</Pages>
  <Words>281</Words>
  <Characters>1603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Admin</cp:lastModifiedBy>
  <cp:revision>22</cp:revision>
  <cp:lastPrinted>2014-11-25T05:00:00Z</cp:lastPrinted>
  <dcterms:created xsi:type="dcterms:W3CDTF">2013-08-12T10:14:00Z</dcterms:created>
  <dcterms:modified xsi:type="dcterms:W3CDTF">2014-12-30T13:33:00Z</dcterms:modified>
</cp:coreProperties>
</file>