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42" w:rsidRDefault="00DF1142" w:rsidP="00E55E7E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Изображение" style="position:absolute;left:0;text-align:left;margin-left:0;margin-top:-45pt;width:62.25pt;height:55.5pt;z-index:251658240;visibility:visible;mso-position-horizontal:center">
            <v:imagedata r:id="rId5" o:title=""/>
          </v:shape>
        </w:pict>
      </w:r>
    </w:p>
    <w:p w:rsidR="00DF1142" w:rsidRDefault="00DF1142" w:rsidP="00E55E7E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DF1142" w:rsidRDefault="00DF1142" w:rsidP="00E55E7E">
      <w:pPr>
        <w:spacing w:line="228" w:lineRule="auto"/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F1142" w:rsidRDefault="00DF1142" w:rsidP="00E55E7E">
      <w:pPr>
        <w:spacing w:line="228" w:lineRule="auto"/>
        <w:ind w:left="-360"/>
        <w:jc w:val="center"/>
        <w:rPr>
          <w:b/>
          <w:bCs/>
          <w:sz w:val="28"/>
          <w:szCs w:val="28"/>
        </w:rPr>
      </w:pPr>
    </w:p>
    <w:p w:rsidR="00DF1142" w:rsidRDefault="00DF1142" w:rsidP="00E55E7E">
      <w:pPr>
        <w:spacing w:line="228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DF1142" w:rsidRDefault="00DF1142" w:rsidP="00E55E7E">
      <w:pPr>
        <w:spacing w:line="228" w:lineRule="auto"/>
        <w:ind w:left="-540"/>
        <w:jc w:val="center"/>
        <w:rPr>
          <w:b/>
          <w:bCs/>
          <w:sz w:val="28"/>
          <w:szCs w:val="28"/>
        </w:rPr>
      </w:pPr>
    </w:p>
    <w:p w:rsidR="00DF1142" w:rsidRDefault="00DF1142" w:rsidP="00E55E7E">
      <w:pPr>
        <w:tabs>
          <w:tab w:val="left" w:pos="4500"/>
          <w:tab w:val="left" w:pos="5400"/>
        </w:tabs>
        <w:spacing w:line="228" w:lineRule="auto"/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06.11.2014                                                                                          № 210</w:t>
      </w:r>
    </w:p>
    <w:p w:rsidR="00DF1142" w:rsidRPr="00121D6C" w:rsidRDefault="00DF1142" w:rsidP="00E55E7E">
      <w:pPr>
        <w:tabs>
          <w:tab w:val="left" w:pos="4500"/>
        </w:tabs>
        <w:spacing w:after="240" w:line="228" w:lineRule="auto"/>
        <w:jc w:val="center"/>
      </w:pPr>
      <w:r w:rsidRPr="002C2256">
        <w:t>станица Вышестеблиевская</w:t>
      </w:r>
      <w:bookmarkStart w:id="0" w:name="_GoBack"/>
      <w:bookmarkEnd w:id="0"/>
    </w:p>
    <w:p w:rsidR="00DF1142" w:rsidRDefault="00DF1142" w:rsidP="00EE6202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подготовке проекта</w:t>
      </w:r>
      <w:r w:rsidRPr="00390A3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«М</w:t>
      </w:r>
      <w:r w:rsidRPr="00390A36">
        <w:rPr>
          <w:b/>
          <w:bCs/>
          <w:sz w:val="28"/>
          <w:szCs w:val="28"/>
        </w:rPr>
        <w:t>естны</w:t>
      </w:r>
      <w:r>
        <w:rPr>
          <w:b/>
          <w:bCs/>
          <w:sz w:val="28"/>
          <w:szCs w:val="28"/>
        </w:rPr>
        <w:t>е</w:t>
      </w:r>
      <w:r w:rsidRPr="00390A36">
        <w:rPr>
          <w:b/>
          <w:bCs/>
          <w:sz w:val="28"/>
          <w:szCs w:val="28"/>
        </w:rPr>
        <w:t xml:space="preserve"> норматив</w:t>
      </w:r>
      <w:r>
        <w:rPr>
          <w:b/>
          <w:bCs/>
          <w:sz w:val="28"/>
          <w:szCs w:val="28"/>
        </w:rPr>
        <w:t>ы</w:t>
      </w:r>
      <w:r w:rsidRPr="00390A36">
        <w:rPr>
          <w:b/>
          <w:bCs/>
          <w:sz w:val="28"/>
          <w:szCs w:val="28"/>
        </w:rPr>
        <w:t xml:space="preserve"> градостроительного проектирования </w:t>
      </w:r>
      <w:r>
        <w:rPr>
          <w:b/>
          <w:bCs/>
          <w:sz w:val="28"/>
          <w:szCs w:val="28"/>
        </w:rPr>
        <w:t>Вышестеблиевского</w:t>
      </w:r>
      <w:r w:rsidRPr="00390A36">
        <w:rPr>
          <w:b/>
          <w:bCs/>
          <w:sz w:val="28"/>
          <w:szCs w:val="28"/>
        </w:rPr>
        <w:t xml:space="preserve"> сельского поселения </w:t>
      </w:r>
    </w:p>
    <w:p w:rsidR="00DF1142" w:rsidRPr="00390A36" w:rsidRDefault="00DF1142" w:rsidP="00EE6202">
      <w:pPr>
        <w:spacing w:line="228" w:lineRule="auto"/>
        <w:jc w:val="center"/>
        <w:rPr>
          <w:b/>
          <w:bCs/>
          <w:sz w:val="28"/>
          <w:szCs w:val="28"/>
        </w:rPr>
      </w:pPr>
      <w:r w:rsidRPr="00390A36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</w:p>
    <w:p w:rsidR="00DF1142" w:rsidRDefault="00DF1142" w:rsidP="00EE6202">
      <w:pPr>
        <w:spacing w:line="228" w:lineRule="auto"/>
        <w:rPr>
          <w:sz w:val="28"/>
          <w:szCs w:val="28"/>
        </w:rPr>
      </w:pPr>
    </w:p>
    <w:p w:rsidR="00DF1142" w:rsidRPr="00D76751" w:rsidRDefault="00DF1142" w:rsidP="00EE6202">
      <w:pPr>
        <w:spacing w:line="22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Градостроительным кодексом Российской Федерации от 29 декабря 2004 года № 190-ФЗ, Федеральным законом от 5 мая 2014 года        № 131-ФЗ «О внесении изменений в Градостроительный кодекс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п</w:t>
      </w:r>
      <w:r w:rsidRPr="000D6A08">
        <w:rPr>
          <w:color w:val="000000"/>
          <w:sz w:val="28"/>
          <w:szCs w:val="28"/>
        </w:rPr>
        <w:t xml:space="preserve">о с т а н о в л я ю: </w:t>
      </w:r>
    </w:p>
    <w:p w:rsidR="00DF1142" w:rsidRPr="00CD7AC9" w:rsidRDefault="00DF1142" w:rsidP="00EE6202">
      <w:pPr>
        <w:spacing w:line="228" w:lineRule="auto"/>
        <w:ind w:firstLine="567"/>
        <w:jc w:val="both"/>
        <w:rPr>
          <w:sz w:val="28"/>
          <w:szCs w:val="28"/>
        </w:rPr>
      </w:pPr>
      <w:r w:rsidRPr="001F240D">
        <w:rPr>
          <w:sz w:val="28"/>
          <w:szCs w:val="28"/>
        </w:rPr>
        <w:t>1. Приступить к подготовке проекта «</w:t>
      </w:r>
      <w:r>
        <w:rPr>
          <w:sz w:val="28"/>
          <w:szCs w:val="28"/>
        </w:rPr>
        <w:t xml:space="preserve">Местные </w:t>
      </w:r>
      <w:r w:rsidRPr="00CD7AC9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ы </w:t>
      </w:r>
      <w:r w:rsidRPr="00CD7AC9">
        <w:rPr>
          <w:sz w:val="28"/>
          <w:szCs w:val="28"/>
        </w:rPr>
        <w:t xml:space="preserve">градостроительного проектирования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>».</w:t>
      </w:r>
    </w:p>
    <w:p w:rsidR="00DF1142" w:rsidRDefault="00DF1142" w:rsidP="00EE6202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имущественных и земельных отношений администрации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(Кушик) оказать содействие в работе по сбору исходных данных и проверять ход и качество работ по подготовке </w:t>
      </w:r>
      <w:r w:rsidRPr="00CD7AC9">
        <w:rPr>
          <w:sz w:val="28"/>
          <w:szCs w:val="28"/>
        </w:rPr>
        <w:t xml:space="preserve">нормативов градостроительного проектирования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>.</w:t>
      </w:r>
    </w:p>
    <w:p w:rsidR="00DF1142" w:rsidRDefault="00DF1142" w:rsidP="00533BB4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Муниципальному казенному учреждению «Централизованная бухгалтерия»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(Шевченко) обеспечить финансирование работ по подготовке </w:t>
      </w:r>
      <w:r w:rsidRPr="00CD7AC9">
        <w:rPr>
          <w:sz w:val="28"/>
          <w:szCs w:val="28"/>
        </w:rPr>
        <w:t xml:space="preserve">нормативов градостроительного проектирования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>.</w:t>
      </w:r>
    </w:p>
    <w:p w:rsidR="00DF1142" w:rsidRDefault="00DF1142" w:rsidP="00533BB4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Начальнику общего отдела</w:t>
      </w:r>
      <w:r w:rsidRPr="00BE41CB">
        <w:rPr>
          <w:sz w:val="28"/>
          <w:szCs w:val="28"/>
        </w:rPr>
        <w:t xml:space="preserve">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(Бедакова) </w:t>
      </w:r>
      <w:r w:rsidRPr="001D7A2B">
        <w:rPr>
          <w:sz w:val="28"/>
          <w:szCs w:val="28"/>
        </w:rPr>
        <w:t>обнародовать</w:t>
      </w:r>
      <w:r>
        <w:rPr>
          <w:sz w:val="28"/>
          <w:szCs w:val="28"/>
        </w:rPr>
        <w:t xml:space="preserve"> настоящее постановление и разместить на официальном сайте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>.</w:t>
      </w:r>
    </w:p>
    <w:p w:rsidR="00DF1142" w:rsidRPr="004E5A52" w:rsidRDefault="00DF1142" w:rsidP="00533BB4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Pr="00AA3A4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 w:rsidRPr="00390A36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1D7A2B">
        <w:rPr>
          <w:sz w:val="28"/>
          <w:szCs w:val="28"/>
        </w:rPr>
        <w:t>Н.Д. Шевченко.</w:t>
      </w:r>
      <w:r>
        <w:rPr>
          <w:sz w:val="28"/>
          <w:szCs w:val="28"/>
        </w:rPr>
        <w:t xml:space="preserve"> </w:t>
      </w:r>
    </w:p>
    <w:p w:rsidR="00DF1142" w:rsidRPr="003608F2" w:rsidRDefault="00DF1142" w:rsidP="00533BB4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90A36">
        <w:rPr>
          <w:sz w:val="28"/>
          <w:szCs w:val="28"/>
        </w:rPr>
        <w:t xml:space="preserve">. Настоящее постановление вступает в силу после его официального </w:t>
      </w:r>
      <w:r w:rsidRPr="001D7A2B">
        <w:rPr>
          <w:sz w:val="28"/>
          <w:szCs w:val="28"/>
        </w:rPr>
        <w:t>обнародования.</w:t>
      </w:r>
    </w:p>
    <w:p w:rsidR="00DF1142" w:rsidRDefault="00DF1142" w:rsidP="00EE6202">
      <w:pPr>
        <w:spacing w:line="228" w:lineRule="auto"/>
        <w:rPr>
          <w:sz w:val="28"/>
          <w:szCs w:val="28"/>
          <w:u w:val="single"/>
        </w:rPr>
      </w:pPr>
    </w:p>
    <w:p w:rsidR="00DF1142" w:rsidRDefault="00DF1142" w:rsidP="00EE6202">
      <w:pPr>
        <w:spacing w:line="228" w:lineRule="auto"/>
        <w:rPr>
          <w:sz w:val="28"/>
          <w:szCs w:val="28"/>
          <w:u w:val="single"/>
        </w:rPr>
      </w:pPr>
    </w:p>
    <w:p w:rsidR="00DF1142" w:rsidRDefault="00DF1142" w:rsidP="00EE620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F1142" w:rsidRDefault="00DF1142" w:rsidP="00EE620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F1142" w:rsidRPr="00CD5349" w:rsidRDefault="00DF1142" w:rsidP="00EE6202">
      <w:pPr>
        <w:spacing w:line="228" w:lineRule="auto"/>
        <w:jc w:val="both"/>
      </w:pPr>
      <w:r>
        <w:rPr>
          <w:sz w:val="28"/>
          <w:szCs w:val="28"/>
        </w:rPr>
        <w:t>Темрюкского района                                                                              П.К.Хаджиди</w:t>
      </w:r>
    </w:p>
    <w:sectPr w:rsidR="00DF1142" w:rsidRPr="00CD5349" w:rsidSect="00A70855">
      <w:pgSz w:w="11906" w:h="16838"/>
      <w:pgMar w:top="1258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5014"/>
    <w:multiLevelType w:val="hybridMultilevel"/>
    <w:tmpl w:val="053C0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5101E1"/>
    <w:multiLevelType w:val="hybridMultilevel"/>
    <w:tmpl w:val="C6D44B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157BE"/>
    <w:rsid w:val="000274B5"/>
    <w:rsid w:val="00033694"/>
    <w:rsid w:val="0003601B"/>
    <w:rsid w:val="00041590"/>
    <w:rsid w:val="00046AE8"/>
    <w:rsid w:val="00056D65"/>
    <w:rsid w:val="000579CB"/>
    <w:rsid w:val="000611B5"/>
    <w:rsid w:val="00077BC2"/>
    <w:rsid w:val="00087F54"/>
    <w:rsid w:val="000A1B94"/>
    <w:rsid w:val="000A3F34"/>
    <w:rsid w:val="000A586A"/>
    <w:rsid w:val="000B03BE"/>
    <w:rsid w:val="000B0A37"/>
    <w:rsid w:val="000C735A"/>
    <w:rsid w:val="000C75F4"/>
    <w:rsid w:val="000D08F2"/>
    <w:rsid w:val="000D5C61"/>
    <w:rsid w:val="000D6A08"/>
    <w:rsid w:val="000E12D6"/>
    <w:rsid w:val="000F18E2"/>
    <w:rsid w:val="000F567B"/>
    <w:rsid w:val="000F7884"/>
    <w:rsid w:val="00113CC6"/>
    <w:rsid w:val="00115AEB"/>
    <w:rsid w:val="00121D6C"/>
    <w:rsid w:val="001247F2"/>
    <w:rsid w:val="00124DB7"/>
    <w:rsid w:val="001260C3"/>
    <w:rsid w:val="0013203B"/>
    <w:rsid w:val="00136062"/>
    <w:rsid w:val="00137F88"/>
    <w:rsid w:val="00141597"/>
    <w:rsid w:val="00141671"/>
    <w:rsid w:val="001455A2"/>
    <w:rsid w:val="001502EC"/>
    <w:rsid w:val="00150B73"/>
    <w:rsid w:val="0015100D"/>
    <w:rsid w:val="001705FC"/>
    <w:rsid w:val="0017355F"/>
    <w:rsid w:val="00173DA0"/>
    <w:rsid w:val="00183882"/>
    <w:rsid w:val="00183AFB"/>
    <w:rsid w:val="001927C8"/>
    <w:rsid w:val="001B5312"/>
    <w:rsid w:val="001C611C"/>
    <w:rsid w:val="001D47AC"/>
    <w:rsid w:val="001D7A2B"/>
    <w:rsid w:val="001E2B7E"/>
    <w:rsid w:val="001E30D9"/>
    <w:rsid w:val="001E352E"/>
    <w:rsid w:val="001E5B43"/>
    <w:rsid w:val="001E6508"/>
    <w:rsid w:val="001E7282"/>
    <w:rsid w:val="001F240D"/>
    <w:rsid w:val="001F7E84"/>
    <w:rsid w:val="00201302"/>
    <w:rsid w:val="002028CA"/>
    <w:rsid w:val="00204305"/>
    <w:rsid w:val="00205179"/>
    <w:rsid w:val="00205EE4"/>
    <w:rsid w:val="002136D5"/>
    <w:rsid w:val="00221997"/>
    <w:rsid w:val="00222E66"/>
    <w:rsid w:val="00232BFC"/>
    <w:rsid w:val="00240524"/>
    <w:rsid w:val="00244F79"/>
    <w:rsid w:val="00251FBA"/>
    <w:rsid w:val="00252A04"/>
    <w:rsid w:val="00252A3D"/>
    <w:rsid w:val="00255B88"/>
    <w:rsid w:val="00256175"/>
    <w:rsid w:val="00260477"/>
    <w:rsid w:val="00270F0F"/>
    <w:rsid w:val="002714CF"/>
    <w:rsid w:val="00291F1A"/>
    <w:rsid w:val="00292AC4"/>
    <w:rsid w:val="00293B60"/>
    <w:rsid w:val="00295433"/>
    <w:rsid w:val="002A05BB"/>
    <w:rsid w:val="002A7D81"/>
    <w:rsid w:val="002B2B98"/>
    <w:rsid w:val="002B7072"/>
    <w:rsid w:val="002C2256"/>
    <w:rsid w:val="002C4755"/>
    <w:rsid w:val="002D0FC0"/>
    <w:rsid w:val="002D18E6"/>
    <w:rsid w:val="002E0CAF"/>
    <w:rsid w:val="002E4E6E"/>
    <w:rsid w:val="002E6B3C"/>
    <w:rsid w:val="002F2285"/>
    <w:rsid w:val="002F3D39"/>
    <w:rsid w:val="002F501D"/>
    <w:rsid w:val="002F6DD6"/>
    <w:rsid w:val="00301343"/>
    <w:rsid w:val="00302D83"/>
    <w:rsid w:val="003051D0"/>
    <w:rsid w:val="0031175A"/>
    <w:rsid w:val="00312F44"/>
    <w:rsid w:val="00314BDB"/>
    <w:rsid w:val="00322A52"/>
    <w:rsid w:val="00325DDB"/>
    <w:rsid w:val="003263EB"/>
    <w:rsid w:val="00326DB2"/>
    <w:rsid w:val="003275AD"/>
    <w:rsid w:val="003352A9"/>
    <w:rsid w:val="00342FD2"/>
    <w:rsid w:val="003608F2"/>
    <w:rsid w:val="00361059"/>
    <w:rsid w:val="0036581F"/>
    <w:rsid w:val="00374F04"/>
    <w:rsid w:val="00381D49"/>
    <w:rsid w:val="0038257D"/>
    <w:rsid w:val="00390A36"/>
    <w:rsid w:val="00396C19"/>
    <w:rsid w:val="003A5DFC"/>
    <w:rsid w:val="003C0626"/>
    <w:rsid w:val="003C5465"/>
    <w:rsid w:val="003D04E0"/>
    <w:rsid w:val="003D3BD1"/>
    <w:rsid w:val="003D4F63"/>
    <w:rsid w:val="003E3F0D"/>
    <w:rsid w:val="003E6505"/>
    <w:rsid w:val="00401F87"/>
    <w:rsid w:val="004023E3"/>
    <w:rsid w:val="004200F9"/>
    <w:rsid w:val="00420F9D"/>
    <w:rsid w:val="00430A18"/>
    <w:rsid w:val="004352F7"/>
    <w:rsid w:val="0044018D"/>
    <w:rsid w:val="004414F7"/>
    <w:rsid w:val="0044511E"/>
    <w:rsid w:val="004525F6"/>
    <w:rsid w:val="00455390"/>
    <w:rsid w:val="004604DB"/>
    <w:rsid w:val="004635FE"/>
    <w:rsid w:val="00471193"/>
    <w:rsid w:val="004721DE"/>
    <w:rsid w:val="0047235C"/>
    <w:rsid w:val="00480556"/>
    <w:rsid w:val="00481DDC"/>
    <w:rsid w:val="00482542"/>
    <w:rsid w:val="00483FF7"/>
    <w:rsid w:val="00490129"/>
    <w:rsid w:val="004908D0"/>
    <w:rsid w:val="004A00EE"/>
    <w:rsid w:val="004A166B"/>
    <w:rsid w:val="004A3C8D"/>
    <w:rsid w:val="004C12BD"/>
    <w:rsid w:val="004D0C1D"/>
    <w:rsid w:val="004D4453"/>
    <w:rsid w:val="004D77A1"/>
    <w:rsid w:val="004E5A52"/>
    <w:rsid w:val="004F0A4D"/>
    <w:rsid w:val="005008AC"/>
    <w:rsid w:val="00514F67"/>
    <w:rsid w:val="00515C27"/>
    <w:rsid w:val="00517A5C"/>
    <w:rsid w:val="00517F23"/>
    <w:rsid w:val="00521C5B"/>
    <w:rsid w:val="00527B48"/>
    <w:rsid w:val="00527CCA"/>
    <w:rsid w:val="00532698"/>
    <w:rsid w:val="00533BB4"/>
    <w:rsid w:val="00533E07"/>
    <w:rsid w:val="00534EE0"/>
    <w:rsid w:val="00536D53"/>
    <w:rsid w:val="005432B4"/>
    <w:rsid w:val="0054722D"/>
    <w:rsid w:val="00550177"/>
    <w:rsid w:val="00554653"/>
    <w:rsid w:val="00564944"/>
    <w:rsid w:val="00567188"/>
    <w:rsid w:val="00570125"/>
    <w:rsid w:val="005702DC"/>
    <w:rsid w:val="0057181C"/>
    <w:rsid w:val="0058211C"/>
    <w:rsid w:val="00584122"/>
    <w:rsid w:val="00590AB3"/>
    <w:rsid w:val="005911FD"/>
    <w:rsid w:val="00592142"/>
    <w:rsid w:val="00592846"/>
    <w:rsid w:val="00595172"/>
    <w:rsid w:val="005960B8"/>
    <w:rsid w:val="00596BBB"/>
    <w:rsid w:val="005A2842"/>
    <w:rsid w:val="005B45F9"/>
    <w:rsid w:val="005C0347"/>
    <w:rsid w:val="005C3137"/>
    <w:rsid w:val="005C73DE"/>
    <w:rsid w:val="005E03FA"/>
    <w:rsid w:val="005F4288"/>
    <w:rsid w:val="005F455F"/>
    <w:rsid w:val="00600700"/>
    <w:rsid w:val="0060358A"/>
    <w:rsid w:val="006065A6"/>
    <w:rsid w:val="006121BE"/>
    <w:rsid w:val="00636390"/>
    <w:rsid w:val="00646BB2"/>
    <w:rsid w:val="00650DBA"/>
    <w:rsid w:val="00650E8F"/>
    <w:rsid w:val="00661867"/>
    <w:rsid w:val="00663213"/>
    <w:rsid w:val="0066451A"/>
    <w:rsid w:val="00687257"/>
    <w:rsid w:val="00692389"/>
    <w:rsid w:val="00692C1B"/>
    <w:rsid w:val="00697343"/>
    <w:rsid w:val="006A1F90"/>
    <w:rsid w:val="006A5D71"/>
    <w:rsid w:val="006E6CC5"/>
    <w:rsid w:val="006F52CA"/>
    <w:rsid w:val="006F7510"/>
    <w:rsid w:val="00714133"/>
    <w:rsid w:val="00717F6D"/>
    <w:rsid w:val="00733072"/>
    <w:rsid w:val="00733116"/>
    <w:rsid w:val="0073415A"/>
    <w:rsid w:val="00734851"/>
    <w:rsid w:val="00764A3C"/>
    <w:rsid w:val="0076777E"/>
    <w:rsid w:val="007701DD"/>
    <w:rsid w:val="00786E46"/>
    <w:rsid w:val="007C0A21"/>
    <w:rsid w:val="007D15DB"/>
    <w:rsid w:val="007E16F1"/>
    <w:rsid w:val="008079AA"/>
    <w:rsid w:val="00810CBF"/>
    <w:rsid w:val="0081166D"/>
    <w:rsid w:val="008121B0"/>
    <w:rsid w:val="008125C1"/>
    <w:rsid w:val="008245D8"/>
    <w:rsid w:val="0083091F"/>
    <w:rsid w:val="0083093E"/>
    <w:rsid w:val="00834582"/>
    <w:rsid w:val="00854A18"/>
    <w:rsid w:val="00857D83"/>
    <w:rsid w:val="00861D76"/>
    <w:rsid w:val="00862761"/>
    <w:rsid w:val="008644C2"/>
    <w:rsid w:val="0087478A"/>
    <w:rsid w:val="008772F5"/>
    <w:rsid w:val="00880AC8"/>
    <w:rsid w:val="008904B2"/>
    <w:rsid w:val="008A2922"/>
    <w:rsid w:val="008A704B"/>
    <w:rsid w:val="008A72A8"/>
    <w:rsid w:val="008B6648"/>
    <w:rsid w:val="008C308B"/>
    <w:rsid w:val="008C4F0B"/>
    <w:rsid w:val="008C5613"/>
    <w:rsid w:val="008C5A58"/>
    <w:rsid w:val="008D0221"/>
    <w:rsid w:val="008D1287"/>
    <w:rsid w:val="008D2EAC"/>
    <w:rsid w:val="008D4474"/>
    <w:rsid w:val="008E57D8"/>
    <w:rsid w:val="00903665"/>
    <w:rsid w:val="00904651"/>
    <w:rsid w:val="0091489D"/>
    <w:rsid w:val="00914DDF"/>
    <w:rsid w:val="0091614F"/>
    <w:rsid w:val="00916897"/>
    <w:rsid w:val="00917891"/>
    <w:rsid w:val="009221B6"/>
    <w:rsid w:val="009254A4"/>
    <w:rsid w:val="009339D2"/>
    <w:rsid w:val="00936C10"/>
    <w:rsid w:val="00940950"/>
    <w:rsid w:val="00942944"/>
    <w:rsid w:val="0095189A"/>
    <w:rsid w:val="009519A6"/>
    <w:rsid w:val="0095442E"/>
    <w:rsid w:val="009609D8"/>
    <w:rsid w:val="00965EDF"/>
    <w:rsid w:val="0096651E"/>
    <w:rsid w:val="009717D2"/>
    <w:rsid w:val="00977C44"/>
    <w:rsid w:val="009838C1"/>
    <w:rsid w:val="00991777"/>
    <w:rsid w:val="00992DE4"/>
    <w:rsid w:val="009A18EA"/>
    <w:rsid w:val="009B5B08"/>
    <w:rsid w:val="009C2121"/>
    <w:rsid w:val="009C2E21"/>
    <w:rsid w:val="009D0790"/>
    <w:rsid w:val="009D1083"/>
    <w:rsid w:val="009D384E"/>
    <w:rsid w:val="009E17FC"/>
    <w:rsid w:val="009F15E8"/>
    <w:rsid w:val="009F3F66"/>
    <w:rsid w:val="009F6AF4"/>
    <w:rsid w:val="009F7998"/>
    <w:rsid w:val="00A0189F"/>
    <w:rsid w:val="00A02A4E"/>
    <w:rsid w:val="00A034AA"/>
    <w:rsid w:val="00A037A2"/>
    <w:rsid w:val="00A03FB6"/>
    <w:rsid w:val="00A07F75"/>
    <w:rsid w:val="00A12205"/>
    <w:rsid w:val="00A16265"/>
    <w:rsid w:val="00A178E8"/>
    <w:rsid w:val="00A17EF4"/>
    <w:rsid w:val="00A24E91"/>
    <w:rsid w:val="00A36F1C"/>
    <w:rsid w:val="00A40B9D"/>
    <w:rsid w:val="00A448CD"/>
    <w:rsid w:val="00A70855"/>
    <w:rsid w:val="00A821E9"/>
    <w:rsid w:val="00A86CC2"/>
    <w:rsid w:val="00A91DC6"/>
    <w:rsid w:val="00A94140"/>
    <w:rsid w:val="00A9505C"/>
    <w:rsid w:val="00A97F4D"/>
    <w:rsid w:val="00AA3808"/>
    <w:rsid w:val="00AA3A46"/>
    <w:rsid w:val="00AA4678"/>
    <w:rsid w:val="00AA6185"/>
    <w:rsid w:val="00AB0927"/>
    <w:rsid w:val="00AB7729"/>
    <w:rsid w:val="00AC2A6B"/>
    <w:rsid w:val="00AC33E8"/>
    <w:rsid w:val="00AD6ED4"/>
    <w:rsid w:val="00AD7BA5"/>
    <w:rsid w:val="00B01A8D"/>
    <w:rsid w:val="00B01C9C"/>
    <w:rsid w:val="00B05060"/>
    <w:rsid w:val="00B05568"/>
    <w:rsid w:val="00B077E4"/>
    <w:rsid w:val="00B164EF"/>
    <w:rsid w:val="00B256C4"/>
    <w:rsid w:val="00B31A3D"/>
    <w:rsid w:val="00B41D6D"/>
    <w:rsid w:val="00B4248C"/>
    <w:rsid w:val="00B44975"/>
    <w:rsid w:val="00B44BFB"/>
    <w:rsid w:val="00B47059"/>
    <w:rsid w:val="00B548CB"/>
    <w:rsid w:val="00B651BC"/>
    <w:rsid w:val="00B74E08"/>
    <w:rsid w:val="00B76578"/>
    <w:rsid w:val="00B84797"/>
    <w:rsid w:val="00B86113"/>
    <w:rsid w:val="00B865A0"/>
    <w:rsid w:val="00B94D2D"/>
    <w:rsid w:val="00B97137"/>
    <w:rsid w:val="00BA0AEA"/>
    <w:rsid w:val="00BA5DC6"/>
    <w:rsid w:val="00BA6466"/>
    <w:rsid w:val="00BC2AB0"/>
    <w:rsid w:val="00BC5C53"/>
    <w:rsid w:val="00BC7580"/>
    <w:rsid w:val="00BE3DF8"/>
    <w:rsid w:val="00BE41CB"/>
    <w:rsid w:val="00BE741D"/>
    <w:rsid w:val="00BF1E3C"/>
    <w:rsid w:val="00C02FA1"/>
    <w:rsid w:val="00C11C9A"/>
    <w:rsid w:val="00C120B9"/>
    <w:rsid w:val="00C2292A"/>
    <w:rsid w:val="00C23CE8"/>
    <w:rsid w:val="00C244F0"/>
    <w:rsid w:val="00C31207"/>
    <w:rsid w:val="00C37ECB"/>
    <w:rsid w:val="00C40365"/>
    <w:rsid w:val="00C43195"/>
    <w:rsid w:val="00C43ACB"/>
    <w:rsid w:val="00C43E5D"/>
    <w:rsid w:val="00C5141C"/>
    <w:rsid w:val="00C572BA"/>
    <w:rsid w:val="00C60BFE"/>
    <w:rsid w:val="00C6769B"/>
    <w:rsid w:val="00C70D30"/>
    <w:rsid w:val="00C72444"/>
    <w:rsid w:val="00C808F8"/>
    <w:rsid w:val="00C83326"/>
    <w:rsid w:val="00C9330F"/>
    <w:rsid w:val="00C968D9"/>
    <w:rsid w:val="00CA229D"/>
    <w:rsid w:val="00CB2C10"/>
    <w:rsid w:val="00CB4190"/>
    <w:rsid w:val="00CB66A3"/>
    <w:rsid w:val="00CB7ACB"/>
    <w:rsid w:val="00CC53F9"/>
    <w:rsid w:val="00CC6DB6"/>
    <w:rsid w:val="00CD087E"/>
    <w:rsid w:val="00CD5349"/>
    <w:rsid w:val="00CD7AC9"/>
    <w:rsid w:val="00CF1B73"/>
    <w:rsid w:val="00D015CC"/>
    <w:rsid w:val="00D04418"/>
    <w:rsid w:val="00D04FEE"/>
    <w:rsid w:val="00D132BE"/>
    <w:rsid w:val="00D135D9"/>
    <w:rsid w:val="00D166C1"/>
    <w:rsid w:val="00D242A2"/>
    <w:rsid w:val="00D30494"/>
    <w:rsid w:val="00D32E8E"/>
    <w:rsid w:val="00D3533D"/>
    <w:rsid w:val="00D40AC0"/>
    <w:rsid w:val="00D4592C"/>
    <w:rsid w:val="00D45B63"/>
    <w:rsid w:val="00D537AF"/>
    <w:rsid w:val="00D631DC"/>
    <w:rsid w:val="00D64576"/>
    <w:rsid w:val="00D67416"/>
    <w:rsid w:val="00D70B36"/>
    <w:rsid w:val="00D70CB7"/>
    <w:rsid w:val="00D74E3B"/>
    <w:rsid w:val="00D75BFC"/>
    <w:rsid w:val="00D76751"/>
    <w:rsid w:val="00D8189A"/>
    <w:rsid w:val="00D82546"/>
    <w:rsid w:val="00D90B8C"/>
    <w:rsid w:val="00D90D02"/>
    <w:rsid w:val="00D90F41"/>
    <w:rsid w:val="00DA2CC6"/>
    <w:rsid w:val="00DA5A37"/>
    <w:rsid w:val="00DB1800"/>
    <w:rsid w:val="00DB2C27"/>
    <w:rsid w:val="00DB51E8"/>
    <w:rsid w:val="00DB5E14"/>
    <w:rsid w:val="00DB746D"/>
    <w:rsid w:val="00DC1643"/>
    <w:rsid w:val="00DD0D5B"/>
    <w:rsid w:val="00DD32EF"/>
    <w:rsid w:val="00DE4DEB"/>
    <w:rsid w:val="00DE6235"/>
    <w:rsid w:val="00DF1142"/>
    <w:rsid w:val="00DF2CC6"/>
    <w:rsid w:val="00DF6994"/>
    <w:rsid w:val="00E10860"/>
    <w:rsid w:val="00E12EF8"/>
    <w:rsid w:val="00E13554"/>
    <w:rsid w:val="00E13F92"/>
    <w:rsid w:val="00E15ED4"/>
    <w:rsid w:val="00E17286"/>
    <w:rsid w:val="00E2377F"/>
    <w:rsid w:val="00E26337"/>
    <w:rsid w:val="00E332E9"/>
    <w:rsid w:val="00E353D6"/>
    <w:rsid w:val="00E43825"/>
    <w:rsid w:val="00E44A24"/>
    <w:rsid w:val="00E4534E"/>
    <w:rsid w:val="00E55E7E"/>
    <w:rsid w:val="00E5631D"/>
    <w:rsid w:val="00E57479"/>
    <w:rsid w:val="00E84649"/>
    <w:rsid w:val="00E94BD7"/>
    <w:rsid w:val="00E94E80"/>
    <w:rsid w:val="00EA2079"/>
    <w:rsid w:val="00EA35E6"/>
    <w:rsid w:val="00EB4071"/>
    <w:rsid w:val="00EB569F"/>
    <w:rsid w:val="00EB7A78"/>
    <w:rsid w:val="00EC2C16"/>
    <w:rsid w:val="00EC40DB"/>
    <w:rsid w:val="00ED08B2"/>
    <w:rsid w:val="00ED44B5"/>
    <w:rsid w:val="00ED4ADA"/>
    <w:rsid w:val="00EE20B2"/>
    <w:rsid w:val="00EE6202"/>
    <w:rsid w:val="00F04A0D"/>
    <w:rsid w:val="00F111E7"/>
    <w:rsid w:val="00F150B2"/>
    <w:rsid w:val="00F22F11"/>
    <w:rsid w:val="00F2632E"/>
    <w:rsid w:val="00F26402"/>
    <w:rsid w:val="00F405B9"/>
    <w:rsid w:val="00F55486"/>
    <w:rsid w:val="00F559C4"/>
    <w:rsid w:val="00F743EC"/>
    <w:rsid w:val="00F74A35"/>
    <w:rsid w:val="00FA0BCA"/>
    <w:rsid w:val="00FC0983"/>
    <w:rsid w:val="00FC2F70"/>
    <w:rsid w:val="00FC57BB"/>
    <w:rsid w:val="00FD3556"/>
    <w:rsid w:val="00FE350A"/>
    <w:rsid w:val="00FF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70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D0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0D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80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185</TotalTime>
  <Pages>1</Pages>
  <Words>328</Words>
  <Characters>1875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02ARM23T047</dc:creator>
  <cp:keywords/>
  <dc:description/>
  <cp:lastModifiedBy>Admin</cp:lastModifiedBy>
  <cp:revision>20</cp:revision>
  <cp:lastPrinted>2014-10-27T12:51:00Z</cp:lastPrinted>
  <dcterms:created xsi:type="dcterms:W3CDTF">2014-06-20T06:09:00Z</dcterms:created>
  <dcterms:modified xsi:type="dcterms:W3CDTF">2014-11-14T08:39:00Z</dcterms:modified>
</cp:coreProperties>
</file>