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668" w:rsidRDefault="00393668" w:rsidP="00121D6C">
      <w:pPr>
        <w:spacing w:line="228" w:lineRule="auto"/>
        <w:jc w:val="center"/>
        <w:rPr>
          <w:b/>
          <w:bCs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Изображение" style="position:absolute;left:0;text-align:left;margin-left:0;margin-top:-45pt;width:62.25pt;height:55.5pt;z-index:251658240;visibility:visible;mso-position-horizontal:center">
            <v:imagedata r:id="rId5" o:title=""/>
          </v:shape>
        </w:pict>
      </w:r>
    </w:p>
    <w:p w:rsidR="00393668" w:rsidRDefault="00393668" w:rsidP="00121D6C">
      <w:pPr>
        <w:spacing w:line="228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393668" w:rsidRDefault="00393668" w:rsidP="00121D6C">
      <w:pPr>
        <w:spacing w:line="228" w:lineRule="auto"/>
        <w:ind w:left="-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393668" w:rsidRDefault="00393668" w:rsidP="00121D6C">
      <w:pPr>
        <w:spacing w:line="228" w:lineRule="auto"/>
        <w:ind w:left="-360"/>
        <w:jc w:val="center"/>
        <w:rPr>
          <w:b/>
          <w:bCs/>
          <w:sz w:val="28"/>
          <w:szCs w:val="28"/>
        </w:rPr>
      </w:pPr>
    </w:p>
    <w:p w:rsidR="00393668" w:rsidRDefault="00393668" w:rsidP="00121D6C">
      <w:pPr>
        <w:spacing w:line="228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393668" w:rsidRDefault="00393668" w:rsidP="00121D6C">
      <w:pPr>
        <w:spacing w:line="228" w:lineRule="auto"/>
        <w:ind w:left="-540"/>
        <w:jc w:val="center"/>
        <w:rPr>
          <w:b/>
          <w:bCs/>
          <w:sz w:val="28"/>
          <w:szCs w:val="28"/>
        </w:rPr>
      </w:pPr>
    </w:p>
    <w:p w:rsidR="00393668" w:rsidRDefault="00393668" w:rsidP="00121D6C">
      <w:pPr>
        <w:tabs>
          <w:tab w:val="left" w:pos="4500"/>
          <w:tab w:val="left" w:pos="5400"/>
        </w:tabs>
        <w:spacing w:line="228" w:lineRule="auto"/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от 06.11.2014                                                                                           № 209</w:t>
      </w:r>
    </w:p>
    <w:p w:rsidR="00393668" w:rsidRPr="00121D6C" w:rsidRDefault="00393668" w:rsidP="00425B9A">
      <w:pPr>
        <w:tabs>
          <w:tab w:val="left" w:pos="4500"/>
        </w:tabs>
        <w:spacing w:after="240" w:line="228" w:lineRule="auto"/>
        <w:jc w:val="center"/>
      </w:pPr>
      <w:r w:rsidRPr="002C2256">
        <w:t>станица Вышестеблиевская</w:t>
      </w:r>
      <w:bookmarkStart w:id="0" w:name="_GoBack"/>
      <w:bookmarkEnd w:id="0"/>
    </w:p>
    <w:p w:rsidR="00393668" w:rsidRPr="00390A36" w:rsidRDefault="00393668" w:rsidP="00115965">
      <w:pPr>
        <w:spacing w:line="228" w:lineRule="auto"/>
        <w:jc w:val="center"/>
        <w:rPr>
          <w:b/>
          <w:bCs/>
          <w:sz w:val="28"/>
          <w:szCs w:val="28"/>
        </w:rPr>
      </w:pPr>
      <w:r w:rsidRPr="009339D2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б утверждении Положения о составе, порядке и утверждении </w:t>
      </w:r>
      <w:r w:rsidRPr="00390A36">
        <w:rPr>
          <w:b/>
          <w:bCs/>
          <w:sz w:val="28"/>
          <w:szCs w:val="28"/>
        </w:rPr>
        <w:t xml:space="preserve">местных нормативов градостроительного проектирования </w:t>
      </w:r>
      <w:r>
        <w:rPr>
          <w:b/>
          <w:bCs/>
          <w:sz w:val="28"/>
          <w:szCs w:val="28"/>
        </w:rPr>
        <w:t>Вышестеблиевского</w:t>
      </w:r>
      <w:r w:rsidRPr="00390A36">
        <w:rPr>
          <w:b/>
          <w:bCs/>
          <w:sz w:val="28"/>
          <w:szCs w:val="28"/>
        </w:rPr>
        <w:t xml:space="preserve"> сельского поселения Темрюкского района</w:t>
      </w:r>
    </w:p>
    <w:p w:rsidR="00393668" w:rsidRDefault="00393668" w:rsidP="00115965">
      <w:pPr>
        <w:spacing w:line="228" w:lineRule="auto"/>
        <w:rPr>
          <w:sz w:val="28"/>
          <w:szCs w:val="28"/>
        </w:rPr>
      </w:pPr>
    </w:p>
    <w:p w:rsidR="00393668" w:rsidRPr="00D76751" w:rsidRDefault="00393668" w:rsidP="00115965">
      <w:pPr>
        <w:spacing w:line="22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Градостроительным кодексом Российской Федерации от 29 декабря 2004 года № 190-ФЗ, Федеральным законом от 5 мая 2014 года        № 131-ФЗ «О внесении изменений в Градостроительный кодекс Российской Федерации», Федеральным Законом от 6 октября 2003 года № 131-ФЗ «Об общих принципах организации местного самоуправления в Российской Федерации», Уставом </w:t>
      </w:r>
      <w:r w:rsidRPr="00390A36">
        <w:rPr>
          <w:sz w:val="28"/>
          <w:szCs w:val="28"/>
        </w:rPr>
        <w:t>Вышестеблиевского сельского поселения Темрюкского района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 п</w:t>
      </w:r>
      <w:r w:rsidRPr="000D6A08">
        <w:rPr>
          <w:color w:val="000000"/>
          <w:sz w:val="28"/>
          <w:szCs w:val="28"/>
        </w:rPr>
        <w:t xml:space="preserve">о с т а н о в л я ю: </w:t>
      </w:r>
    </w:p>
    <w:p w:rsidR="00393668" w:rsidRPr="00CD7AC9" w:rsidRDefault="00393668" w:rsidP="00115965">
      <w:pPr>
        <w:spacing w:line="228" w:lineRule="auto"/>
        <w:ind w:firstLine="567"/>
        <w:jc w:val="both"/>
        <w:rPr>
          <w:sz w:val="28"/>
          <w:szCs w:val="28"/>
        </w:rPr>
      </w:pPr>
      <w:r w:rsidRPr="00CD7AC9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 xml:space="preserve">Положение о </w:t>
      </w:r>
      <w:r w:rsidRPr="00CD7AC9">
        <w:rPr>
          <w:sz w:val="28"/>
          <w:szCs w:val="28"/>
        </w:rPr>
        <w:t>состав</w:t>
      </w:r>
      <w:r>
        <w:rPr>
          <w:sz w:val="28"/>
          <w:szCs w:val="28"/>
        </w:rPr>
        <w:t>е, поряд</w:t>
      </w:r>
      <w:r w:rsidRPr="00CD7AC9">
        <w:rPr>
          <w:sz w:val="28"/>
          <w:szCs w:val="28"/>
        </w:rPr>
        <w:t>к</w:t>
      </w:r>
      <w:r>
        <w:rPr>
          <w:sz w:val="28"/>
          <w:szCs w:val="28"/>
        </w:rPr>
        <w:t>е</w:t>
      </w:r>
      <w:r w:rsidRPr="00CD7AC9">
        <w:rPr>
          <w:sz w:val="28"/>
          <w:szCs w:val="28"/>
        </w:rPr>
        <w:t xml:space="preserve"> подготовки и утверждения нормативов градостроительного проектирования </w:t>
      </w:r>
      <w:r w:rsidRPr="00390A36">
        <w:rPr>
          <w:sz w:val="28"/>
          <w:szCs w:val="28"/>
        </w:rPr>
        <w:t>Вышестеблиевского сельского поселения Темрюкского района</w:t>
      </w:r>
      <w:r w:rsidRPr="00CD7AC9">
        <w:rPr>
          <w:sz w:val="28"/>
          <w:szCs w:val="28"/>
        </w:rPr>
        <w:t xml:space="preserve"> (приложение).</w:t>
      </w:r>
    </w:p>
    <w:p w:rsidR="00393668" w:rsidRDefault="00393668" w:rsidP="00556B05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Начальнику общего отдела</w:t>
      </w:r>
      <w:r w:rsidRPr="00BE41CB">
        <w:rPr>
          <w:sz w:val="28"/>
          <w:szCs w:val="28"/>
        </w:rPr>
        <w:t xml:space="preserve"> </w:t>
      </w:r>
      <w:r w:rsidRPr="00390A36">
        <w:rPr>
          <w:sz w:val="28"/>
          <w:szCs w:val="28"/>
        </w:rPr>
        <w:t>Вышестеблиевского сельского поселения Темрюкского района</w:t>
      </w:r>
      <w:r>
        <w:rPr>
          <w:sz w:val="28"/>
          <w:szCs w:val="28"/>
        </w:rPr>
        <w:t xml:space="preserve"> (Бедакова) </w:t>
      </w:r>
      <w:r w:rsidRPr="001D7A2B">
        <w:rPr>
          <w:sz w:val="28"/>
          <w:szCs w:val="28"/>
        </w:rPr>
        <w:t>обнародовать</w:t>
      </w:r>
      <w:r>
        <w:rPr>
          <w:sz w:val="28"/>
          <w:szCs w:val="28"/>
        </w:rPr>
        <w:t xml:space="preserve"> настоящее постановление и разместить на официальном сайте </w:t>
      </w:r>
      <w:r w:rsidRPr="00390A36">
        <w:rPr>
          <w:sz w:val="28"/>
          <w:szCs w:val="28"/>
        </w:rPr>
        <w:t>Вышестеблиевского сельского поселения Темрюкского района</w:t>
      </w:r>
      <w:r>
        <w:rPr>
          <w:sz w:val="28"/>
          <w:szCs w:val="28"/>
        </w:rPr>
        <w:t>.</w:t>
      </w:r>
    </w:p>
    <w:p w:rsidR="00393668" w:rsidRDefault="00393668" w:rsidP="00115965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</w:t>
      </w:r>
      <w:r w:rsidRPr="00AA3A4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Контроль за выполнением настоящего постановления возложить на заместителя главы </w:t>
      </w:r>
      <w:r w:rsidRPr="00390A36">
        <w:rPr>
          <w:sz w:val="28"/>
          <w:szCs w:val="28"/>
        </w:rPr>
        <w:t>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1D7A2B">
        <w:rPr>
          <w:sz w:val="28"/>
          <w:szCs w:val="28"/>
        </w:rPr>
        <w:t>Н.Д. Шевченко.</w:t>
      </w:r>
      <w:r>
        <w:rPr>
          <w:sz w:val="28"/>
          <w:szCs w:val="28"/>
        </w:rPr>
        <w:t xml:space="preserve"> </w:t>
      </w:r>
    </w:p>
    <w:p w:rsidR="00393668" w:rsidRPr="00556B05" w:rsidRDefault="00393668" w:rsidP="00115965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4. Постановление администрации</w:t>
      </w:r>
      <w:r w:rsidRPr="00556B05">
        <w:rPr>
          <w:sz w:val="28"/>
          <w:szCs w:val="28"/>
        </w:rPr>
        <w:t xml:space="preserve"> </w:t>
      </w:r>
      <w:r w:rsidRPr="00390A36">
        <w:rPr>
          <w:sz w:val="28"/>
          <w:szCs w:val="28"/>
        </w:rPr>
        <w:t>Вышестеблиевского сельского поселения Темрюкского района</w:t>
      </w:r>
      <w:r>
        <w:rPr>
          <w:sz w:val="28"/>
          <w:szCs w:val="28"/>
        </w:rPr>
        <w:t xml:space="preserve"> от 11 января 2013 года № 4 «</w:t>
      </w:r>
      <w:r w:rsidRPr="00556B05">
        <w:rPr>
          <w:sz w:val="28"/>
          <w:szCs w:val="28"/>
        </w:rPr>
        <w:t>Об утверждении состава, порядка подготовки и утверждения  местных нормативов градостроительного проектирования Вышестеблиевского сельского поселения Темрюкского района»</w:t>
      </w:r>
      <w:r>
        <w:rPr>
          <w:sz w:val="28"/>
          <w:szCs w:val="28"/>
        </w:rPr>
        <w:t xml:space="preserve"> считать утратившим силу.</w:t>
      </w:r>
    </w:p>
    <w:p w:rsidR="00393668" w:rsidRPr="003608F2" w:rsidRDefault="00393668" w:rsidP="00115965">
      <w:pPr>
        <w:spacing w:line="228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90A36">
        <w:rPr>
          <w:sz w:val="28"/>
          <w:szCs w:val="28"/>
        </w:rPr>
        <w:t xml:space="preserve">. Настоящее постановление вступает в силу после его официального </w:t>
      </w:r>
      <w:r w:rsidRPr="001D7A2B">
        <w:rPr>
          <w:sz w:val="28"/>
          <w:szCs w:val="28"/>
        </w:rPr>
        <w:t>обнародования.</w:t>
      </w:r>
    </w:p>
    <w:p w:rsidR="00393668" w:rsidRDefault="00393668" w:rsidP="00115965">
      <w:pPr>
        <w:spacing w:line="228" w:lineRule="auto"/>
        <w:rPr>
          <w:sz w:val="28"/>
          <w:szCs w:val="28"/>
          <w:u w:val="single"/>
        </w:rPr>
      </w:pPr>
    </w:p>
    <w:p w:rsidR="00393668" w:rsidRDefault="00393668" w:rsidP="00115965">
      <w:pPr>
        <w:spacing w:line="228" w:lineRule="auto"/>
        <w:rPr>
          <w:sz w:val="28"/>
          <w:szCs w:val="28"/>
          <w:u w:val="single"/>
        </w:rPr>
      </w:pPr>
    </w:p>
    <w:p w:rsidR="00393668" w:rsidRDefault="00393668" w:rsidP="00115965">
      <w:pPr>
        <w:spacing w:line="228" w:lineRule="auto"/>
        <w:rPr>
          <w:sz w:val="28"/>
          <w:szCs w:val="28"/>
          <w:u w:val="single"/>
        </w:rPr>
      </w:pPr>
    </w:p>
    <w:p w:rsidR="00393668" w:rsidRDefault="00393668" w:rsidP="00115965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393668" w:rsidRDefault="00393668" w:rsidP="00115965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393668" w:rsidRPr="007C3F21" w:rsidRDefault="00393668" w:rsidP="007C3F21">
      <w:pPr>
        <w:spacing w:line="228" w:lineRule="auto"/>
        <w:jc w:val="both"/>
      </w:pPr>
      <w:r>
        <w:rPr>
          <w:sz w:val="28"/>
          <w:szCs w:val="28"/>
        </w:rPr>
        <w:t>Темрюкского района                                                                              П.К.Хаджиди</w:t>
      </w:r>
    </w:p>
    <w:p w:rsidR="00393668" w:rsidRDefault="00393668" w:rsidP="006E39D1">
      <w:pPr>
        <w:spacing w:line="228" w:lineRule="auto"/>
        <w:ind w:left="5580"/>
        <w:rPr>
          <w:sz w:val="28"/>
          <w:szCs w:val="28"/>
        </w:rPr>
      </w:pPr>
    </w:p>
    <w:p w:rsidR="00393668" w:rsidRDefault="00393668" w:rsidP="00556B05">
      <w:pPr>
        <w:spacing w:line="228" w:lineRule="auto"/>
        <w:rPr>
          <w:sz w:val="28"/>
          <w:szCs w:val="28"/>
        </w:rPr>
      </w:pPr>
    </w:p>
    <w:p w:rsidR="00393668" w:rsidRDefault="00393668" w:rsidP="00556B05">
      <w:pPr>
        <w:spacing w:line="228" w:lineRule="auto"/>
        <w:rPr>
          <w:sz w:val="28"/>
          <w:szCs w:val="28"/>
        </w:rPr>
      </w:pPr>
    </w:p>
    <w:p w:rsidR="00393668" w:rsidRDefault="00393668" w:rsidP="006E39D1">
      <w:pPr>
        <w:spacing w:line="228" w:lineRule="auto"/>
        <w:ind w:left="5580"/>
        <w:rPr>
          <w:sz w:val="28"/>
          <w:szCs w:val="28"/>
        </w:rPr>
      </w:pPr>
    </w:p>
    <w:p w:rsidR="00393668" w:rsidRDefault="00393668" w:rsidP="006E39D1">
      <w:pPr>
        <w:spacing w:line="228" w:lineRule="auto"/>
        <w:ind w:left="5580"/>
        <w:rPr>
          <w:sz w:val="28"/>
          <w:szCs w:val="28"/>
        </w:rPr>
      </w:pPr>
    </w:p>
    <w:p w:rsidR="00393668" w:rsidRPr="00390A36" w:rsidRDefault="00393668" w:rsidP="006E39D1">
      <w:pPr>
        <w:spacing w:line="228" w:lineRule="auto"/>
        <w:ind w:left="5580"/>
        <w:rPr>
          <w:sz w:val="28"/>
          <w:szCs w:val="28"/>
        </w:rPr>
      </w:pPr>
      <w:r w:rsidRPr="00390A36">
        <w:rPr>
          <w:sz w:val="28"/>
          <w:szCs w:val="28"/>
        </w:rPr>
        <w:t>Приложение</w:t>
      </w:r>
    </w:p>
    <w:p w:rsidR="00393668" w:rsidRPr="00390A36" w:rsidRDefault="00393668" w:rsidP="006E39D1">
      <w:pPr>
        <w:spacing w:line="228" w:lineRule="auto"/>
        <w:ind w:left="5580"/>
        <w:rPr>
          <w:sz w:val="28"/>
          <w:szCs w:val="28"/>
        </w:rPr>
      </w:pPr>
      <w:r w:rsidRPr="00390A36">
        <w:rPr>
          <w:sz w:val="28"/>
          <w:szCs w:val="28"/>
        </w:rPr>
        <w:t>к постановлению администрации</w:t>
      </w:r>
    </w:p>
    <w:p w:rsidR="00393668" w:rsidRPr="00390A36" w:rsidRDefault="00393668" w:rsidP="006E39D1">
      <w:pPr>
        <w:spacing w:line="228" w:lineRule="auto"/>
        <w:ind w:left="5580"/>
        <w:rPr>
          <w:sz w:val="28"/>
          <w:szCs w:val="28"/>
        </w:rPr>
      </w:pPr>
      <w:r>
        <w:rPr>
          <w:sz w:val="28"/>
          <w:szCs w:val="28"/>
        </w:rPr>
        <w:t>Вышестеблиевского</w:t>
      </w:r>
      <w:r w:rsidRPr="00390A36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390A36">
        <w:rPr>
          <w:sz w:val="28"/>
          <w:szCs w:val="28"/>
        </w:rPr>
        <w:t xml:space="preserve">Темрюкского района </w:t>
      </w:r>
    </w:p>
    <w:p w:rsidR="00393668" w:rsidRPr="00223F96" w:rsidRDefault="00393668" w:rsidP="006E39D1">
      <w:pPr>
        <w:spacing w:line="228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Pr="00223F96">
        <w:rPr>
          <w:sz w:val="28"/>
          <w:szCs w:val="28"/>
        </w:rPr>
        <w:t xml:space="preserve">от </w:t>
      </w:r>
      <w:r>
        <w:rPr>
          <w:sz w:val="28"/>
          <w:szCs w:val="28"/>
        </w:rPr>
        <w:t>06.11.2014</w:t>
      </w:r>
      <w:r w:rsidRPr="00223F96">
        <w:rPr>
          <w:sz w:val="28"/>
          <w:szCs w:val="28"/>
        </w:rPr>
        <w:t xml:space="preserve">   №  </w:t>
      </w:r>
      <w:r>
        <w:rPr>
          <w:sz w:val="28"/>
          <w:szCs w:val="28"/>
        </w:rPr>
        <w:t>209</w:t>
      </w:r>
    </w:p>
    <w:p w:rsidR="00393668" w:rsidRPr="00223F96" w:rsidRDefault="00393668" w:rsidP="00223F96">
      <w:pPr>
        <w:rPr>
          <w:sz w:val="28"/>
          <w:szCs w:val="28"/>
        </w:rPr>
      </w:pPr>
    </w:p>
    <w:p w:rsidR="00393668" w:rsidRPr="00223F96" w:rsidRDefault="00393668" w:rsidP="00223F96">
      <w:pPr>
        <w:rPr>
          <w:sz w:val="28"/>
          <w:szCs w:val="28"/>
        </w:rPr>
      </w:pPr>
    </w:p>
    <w:p w:rsidR="00393668" w:rsidRPr="00223F96" w:rsidRDefault="00393668" w:rsidP="00223F96">
      <w:pPr>
        <w:rPr>
          <w:sz w:val="28"/>
          <w:szCs w:val="28"/>
        </w:rPr>
      </w:pPr>
    </w:p>
    <w:p w:rsidR="00393668" w:rsidRPr="00B04097" w:rsidRDefault="00393668" w:rsidP="006E39D1">
      <w:pPr>
        <w:spacing w:line="228" w:lineRule="auto"/>
        <w:jc w:val="center"/>
        <w:rPr>
          <w:b/>
          <w:bCs/>
          <w:sz w:val="28"/>
          <w:szCs w:val="28"/>
        </w:rPr>
      </w:pPr>
      <w:r w:rsidRPr="00B04097">
        <w:rPr>
          <w:b/>
          <w:bCs/>
          <w:sz w:val="28"/>
          <w:szCs w:val="28"/>
        </w:rPr>
        <w:t xml:space="preserve">Положение о составе, порядке подготовки и утверждения </w:t>
      </w:r>
    </w:p>
    <w:p w:rsidR="00393668" w:rsidRPr="00B04097" w:rsidRDefault="00393668" w:rsidP="006E39D1">
      <w:pPr>
        <w:spacing w:line="228" w:lineRule="auto"/>
        <w:jc w:val="center"/>
        <w:rPr>
          <w:b/>
          <w:bCs/>
          <w:sz w:val="28"/>
          <w:szCs w:val="28"/>
        </w:rPr>
      </w:pPr>
      <w:r w:rsidRPr="00B04097">
        <w:rPr>
          <w:b/>
          <w:bCs/>
          <w:sz w:val="28"/>
          <w:szCs w:val="28"/>
        </w:rPr>
        <w:t>местных нормативов градостроительного проектирования Вышестеблиевского сельского поселения Темрюкского района</w:t>
      </w:r>
    </w:p>
    <w:p w:rsidR="00393668" w:rsidRPr="00223F96" w:rsidRDefault="00393668" w:rsidP="006E39D1">
      <w:pPr>
        <w:spacing w:line="228" w:lineRule="auto"/>
        <w:rPr>
          <w:sz w:val="28"/>
          <w:szCs w:val="28"/>
        </w:rPr>
      </w:pPr>
    </w:p>
    <w:p w:rsidR="00393668" w:rsidRPr="00B04097" w:rsidRDefault="00393668" w:rsidP="006E39D1">
      <w:pPr>
        <w:spacing w:line="228" w:lineRule="auto"/>
        <w:jc w:val="center"/>
        <w:rPr>
          <w:b/>
          <w:bCs/>
          <w:sz w:val="28"/>
          <w:szCs w:val="28"/>
        </w:rPr>
      </w:pPr>
      <w:r w:rsidRPr="00B04097">
        <w:rPr>
          <w:b/>
          <w:bCs/>
          <w:sz w:val="28"/>
          <w:szCs w:val="28"/>
        </w:rPr>
        <w:t>Раздел 1. Общие положения</w:t>
      </w:r>
    </w:p>
    <w:p w:rsidR="00393668" w:rsidRPr="00223F96" w:rsidRDefault="00393668" w:rsidP="006E39D1">
      <w:pPr>
        <w:spacing w:line="228" w:lineRule="auto"/>
        <w:rPr>
          <w:sz w:val="28"/>
          <w:szCs w:val="28"/>
        </w:rPr>
      </w:pPr>
    </w:p>
    <w:p w:rsidR="00393668" w:rsidRPr="00223F96" w:rsidRDefault="00393668" w:rsidP="006E39D1">
      <w:pPr>
        <w:spacing w:line="228" w:lineRule="auto"/>
        <w:jc w:val="both"/>
        <w:rPr>
          <w:sz w:val="28"/>
          <w:szCs w:val="28"/>
        </w:rPr>
      </w:pPr>
      <w:r w:rsidRPr="00223F96">
        <w:rPr>
          <w:sz w:val="28"/>
          <w:szCs w:val="28"/>
        </w:rPr>
        <w:t xml:space="preserve">          1.1 Настоящим положением определены состав, порядок подготовки и утверждения </w:t>
      </w:r>
      <w:r w:rsidRPr="00806B3D">
        <w:rPr>
          <w:sz w:val="28"/>
          <w:szCs w:val="28"/>
        </w:rPr>
        <w:t>местных нормативов градостроительного проектирования Вышестеблиевского сельского поселения Темрюкского района</w:t>
      </w:r>
      <w:r>
        <w:rPr>
          <w:sz w:val="28"/>
          <w:szCs w:val="28"/>
        </w:rPr>
        <w:t>.</w:t>
      </w:r>
    </w:p>
    <w:p w:rsidR="00393668" w:rsidRPr="00223F96" w:rsidRDefault="00393668" w:rsidP="006E39D1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1.2</w:t>
      </w:r>
      <w:r w:rsidRPr="00223F96">
        <w:rPr>
          <w:sz w:val="28"/>
          <w:szCs w:val="28"/>
        </w:rPr>
        <w:t xml:space="preserve"> </w:t>
      </w:r>
      <w:r>
        <w:rPr>
          <w:sz w:val="28"/>
          <w:szCs w:val="28"/>
        </w:rPr>
        <w:t>Местные н</w:t>
      </w:r>
      <w:r w:rsidRPr="00223F96">
        <w:rPr>
          <w:sz w:val="28"/>
          <w:szCs w:val="28"/>
        </w:rPr>
        <w:t xml:space="preserve">ормативы градостроительного проектирования </w:t>
      </w:r>
      <w:r w:rsidRPr="00806B3D">
        <w:rPr>
          <w:sz w:val="28"/>
          <w:szCs w:val="28"/>
        </w:rPr>
        <w:t>Вышестеблиевского сельского поселения Темрюкского района</w:t>
      </w:r>
      <w:r w:rsidRPr="00223F96">
        <w:rPr>
          <w:sz w:val="28"/>
          <w:szCs w:val="28"/>
        </w:rPr>
        <w:t xml:space="preserve"> разрабатываются в соответствии с Градостроительным кодексом Российской Федерации, Федеральным законом от 6 октября 2003 № 131-ФЗ «Об общих принципах организации местного  самоуправления в Российской Федерации».</w:t>
      </w:r>
    </w:p>
    <w:p w:rsidR="00393668" w:rsidRPr="00223F96" w:rsidRDefault="00393668" w:rsidP="006E39D1">
      <w:pPr>
        <w:spacing w:line="228" w:lineRule="auto"/>
        <w:ind w:firstLine="708"/>
        <w:jc w:val="both"/>
        <w:rPr>
          <w:sz w:val="28"/>
          <w:szCs w:val="28"/>
        </w:rPr>
      </w:pPr>
      <w:r w:rsidRPr="00223F96">
        <w:rPr>
          <w:sz w:val="28"/>
          <w:szCs w:val="28"/>
        </w:rPr>
        <w:t>1.3</w:t>
      </w:r>
      <w:r w:rsidRPr="00806B3D">
        <w:rPr>
          <w:sz w:val="28"/>
          <w:szCs w:val="28"/>
        </w:rPr>
        <w:t xml:space="preserve"> </w:t>
      </w:r>
      <w:r>
        <w:rPr>
          <w:sz w:val="28"/>
          <w:szCs w:val="28"/>
        </w:rPr>
        <w:t>Местные н</w:t>
      </w:r>
      <w:r w:rsidRPr="00223F96">
        <w:rPr>
          <w:sz w:val="28"/>
          <w:szCs w:val="28"/>
        </w:rPr>
        <w:t xml:space="preserve">ормативы градостроительного проектирования </w:t>
      </w:r>
      <w:r w:rsidRPr="00806B3D">
        <w:rPr>
          <w:sz w:val="28"/>
          <w:szCs w:val="28"/>
        </w:rPr>
        <w:t>Вышестеблиевского сельского поселения Темрюкского района</w:t>
      </w:r>
      <w:r w:rsidRPr="00223F96">
        <w:rPr>
          <w:sz w:val="28"/>
          <w:szCs w:val="28"/>
        </w:rPr>
        <w:t xml:space="preserve"> устанавливают совокупность расчетных показателей минимально допустимого уровня обеспеченности объектами местного значения </w:t>
      </w:r>
      <w:r w:rsidRPr="00806B3D">
        <w:rPr>
          <w:sz w:val="28"/>
          <w:szCs w:val="28"/>
        </w:rPr>
        <w:t>Вышестеблиевского сельского поселения</w:t>
      </w:r>
      <w:r w:rsidRPr="00223F96">
        <w:rPr>
          <w:sz w:val="28"/>
          <w:szCs w:val="28"/>
        </w:rPr>
        <w:t xml:space="preserve">, относящимися к областям: электро- и газоснабжение поселений; автомобильные дороги местного значения вне границ населенных пунктов в границах </w:t>
      </w:r>
      <w:r w:rsidRPr="00806B3D">
        <w:rPr>
          <w:sz w:val="28"/>
          <w:szCs w:val="28"/>
        </w:rPr>
        <w:t>Вышестеблиевского сельского поселения</w:t>
      </w:r>
      <w:r w:rsidRPr="00223F96">
        <w:rPr>
          <w:sz w:val="28"/>
          <w:szCs w:val="28"/>
        </w:rPr>
        <w:t xml:space="preserve">; образование, здравоохранение; физическая культура и массовый спорт; утилизация и переработка бытовых и промышленных отходов; иные области в связи с решением вопросов местного значения </w:t>
      </w:r>
      <w:r w:rsidRPr="00806B3D">
        <w:rPr>
          <w:sz w:val="28"/>
          <w:szCs w:val="28"/>
        </w:rPr>
        <w:t>Вышестеблиевского сельского поселения</w:t>
      </w:r>
      <w:r w:rsidRPr="00223F96">
        <w:rPr>
          <w:sz w:val="28"/>
          <w:szCs w:val="28"/>
        </w:rPr>
        <w:t xml:space="preserve">, иными объектами местного значения </w:t>
      </w:r>
      <w:r w:rsidRPr="00806B3D">
        <w:rPr>
          <w:sz w:val="28"/>
          <w:szCs w:val="28"/>
        </w:rPr>
        <w:t>Вышестеблиевского сельского поселения</w:t>
      </w:r>
      <w:r>
        <w:rPr>
          <w:sz w:val="28"/>
          <w:szCs w:val="28"/>
        </w:rPr>
        <w:t>,</w:t>
      </w:r>
      <w:r w:rsidRPr="00223F96">
        <w:rPr>
          <w:sz w:val="28"/>
          <w:szCs w:val="28"/>
        </w:rPr>
        <w:t xml:space="preserve"> населения </w:t>
      </w:r>
      <w:r w:rsidRPr="00806B3D">
        <w:rPr>
          <w:sz w:val="28"/>
          <w:szCs w:val="28"/>
        </w:rPr>
        <w:t>Вышестеблиевского сельского поселения</w:t>
      </w:r>
      <w:r w:rsidRPr="00223F96">
        <w:rPr>
          <w:sz w:val="28"/>
          <w:szCs w:val="28"/>
        </w:rPr>
        <w:t xml:space="preserve"> и расчетных показателей максимально допустимого уровня территориальной доступности таких объектов для населения </w:t>
      </w:r>
      <w:r w:rsidRPr="00806B3D">
        <w:rPr>
          <w:sz w:val="28"/>
          <w:szCs w:val="28"/>
        </w:rPr>
        <w:t>Вышестеблиевского сельского поселения</w:t>
      </w:r>
      <w:r w:rsidRPr="00FB415C">
        <w:rPr>
          <w:sz w:val="28"/>
          <w:szCs w:val="28"/>
        </w:rPr>
        <w:t xml:space="preserve"> </w:t>
      </w:r>
      <w:r w:rsidRPr="00806B3D">
        <w:rPr>
          <w:sz w:val="28"/>
          <w:szCs w:val="28"/>
        </w:rPr>
        <w:t>Темрюкского района</w:t>
      </w:r>
      <w:r w:rsidRPr="00223F96">
        <w:rPr>
          <w:sz w:val="28"/>
          <w:szCs w:val="28"/>
        </w:rPr>
        <w:t>.</w:t>
      </w:r>
    </w:p>
    <w:p w:rsidR="00393668" w:rsidRPr="00223F96" w:rsidRDefault="00393668" w:rsidP="006E39D1">
      <w:pPr>
        <w:spacing w:line="228" w:lineRule="auto"/>
        <w:rPr>
          <w:sz w:val="28"/>
          <w:szCs w:val="28"/>
        </w:rPr>
      </w:pPr>
    </w:p>
    <w:p w:rsidR="00393668" w:rsidRPr="00B04097" w:rsidRDefault="00393668" w:rsidP="006E39D1">
      <w:pPr>
        <w:spacing w:line="228" w:lineRule="auto"/>
        <w:jc w:val="center"/>
        <w:rPr>
          <w:b/>
          <w:bCs/>
          <w:sz w:val="28"/>
          <w:szCs w:val="28"/>
        </w:rPr>
      </w:pPr>
      <w:r w:rsidRPr="00B04097">
        <w:rPr>
          <w:b/>
          <w:bCs/>
          <w:sz w:val="28"/>
          <w:szCs w:val="28"/>
        </w:rPr>
        <w:t>Раздел 2. Состав местных нормативов градостроительного проектирования</w:t>
      </w:r>
    </w:p>
    <w:p w:rsidR="00393668" w:rsidRPr="00223F96" w:rsidRDefault="00393668" w:rsidP="006E39D1">
      <w:pPr>
        <w:spacing w:line="228" w:lineRule="auto"/>
        <w:rPr>
          <w:sz w:val="28"/>
          <w:szCs w:val="28"/>
        </w:rPr>
      </w:pPr>
    </w:p>
    <w:p w:rsidR="00393668" w:rsidRPr="00223F96" w:rsidRDefault="00393668" w:rsidP="006E39D1">
      <w:pPr>
        <w:spacing w:line="228" w:lineRule="auto"/>
        <w:jc w:val="both"/>
        <w:rPr>
          <w:sz w:val="28"/>
          <w:szCs w:val="28"/>
        </w:rPr>
      </w:pPr>
      <w:r w:rsidRPr="00223F96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Местные</w:t>
      </w:r>
      <w:r w:rsidRPr="00223F96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223F96">
        <w:rPr>
          <w:sz w:val="28"/>
          <w:szCs w:val="28"/>
        </w:rPr>
        <w:t xml:space="preserve">ормативы градостроительного проектирования территории </w:t>
      </w:r>
      <w:r w:rsidRPr="00806B3D">
        <w:rPr>
          <w:sz w:val="28"/>
          <w:szCs w:val="28"/>
        </w:rPr>
        <w:t>Вышестеблиевского сельского поселения Темрюкского района</w:t>
      </w:r>
      <w:r w:rsidRPr="00223F96">
        <w:rPr>
          <w:sz w:val="28"/>
          <w:szCs w:val="28"/>
        </w:rPr>
        <w:t xml:space="preserve"> включают</w:t>
      </w:r>
      <w:r>
        <w:rPr>
          <w:sz w:val="28"/>
          <w:szCs w:val="28"/>
        </w:rPr>
        <w:t xml:space="preserve">         </w:t>
      </w:r>
      <w:r w:rsidRPr="00223F96">
        <w:rPr>
          <w:sz w:val="28"/>
          <w:szCs w:val="28"/>
        </w:rPr>
        <w:t xml:space="preserve"> в себя:</w:t>
      </w:r>
    </w:p>
    <w:p w:rsidR="00393668" w:rsidRPr="00223F96" w:rsidRDefault="00393668" w:rsidP="006E39D1">
      <w:pPr>
        <w:spacing w:line="228" w:lineRule="auto"/>
        <w:ind w:firstLine="708"/>
        <w:jc w:val="both"/>
        <w:rPr>
          <w:sz w:val="28"/>
          <w:szCs w:val="28"/>
        </w:rPr>
      </w:pPr>
      <w:r w:rsidRPr="00223F96">
        <w:rPr>
          <w:sz w:val="28"/>
          <w:szCs w:val="28"/>
        </w:rPr>
        <w:t>2.1.</w:t>
      </w:r>
      <w:r>
        <w:rPr>
          <w:sz w:val="28"/>
          <w:szCs w:val="28"/>
        </w:rPr>
        <w:t xml:space="preserve"> О</w:t>
      </w:r>
      <w:r w:rsidRPr="00223F96">
        <w:rPr>
          <w:sz w:val="28"/>
          <w:szCs w:val="28"/>
        </w:rPr>
        <w:t xml:space="preserve">сновную часть (расчетные показатели минимально допустимого уровня обеспеченности объектами, предусмотренными Градостроительным кодексом Российской Федерации, населения субъекта Российской Федерации, </w:t>
      </w:r>
      <w:r w:rsidRPr="00806B3D">
        <w:rPr>
          <w:sz w:val="28"/>
          <w:szCs w:val="28"/>
        </w:rPr>
        <w:t xml:space="preserve">Вышестеблиевского сельского поселения </w:t>
      </w:r>
      <w:r w:rsidRPr="00223F96">
        <w:rPr>
          <w:sz w:val="28"/>
          <w:szCs w:val="28"/>
        </w:rPr>
        <w:t xml:space="preserve">и расчетные показатели максимально допустимого уровня территориальной доступности таких объектов для населения субъекта Российской Федерации, </w:t>
      </w:r>
      <w:r w:rsidRPr="00806B3D">
        <w:rPr>
          <w:sz w:val="28"/>
          <w:szCs w:val="28"/>
        </w:rPr>
        <w:t>Вышестеблиевского сельского поселения</w:t>
      </w:r>
      <w:r w:rsidRPr="00223F96">
        <w:rPr>
          <w:sz w:val="28"/>
          <w:szCs w:val="28"/>
        </w:rPr>
        <w:t>)</w:t>
      </w:r>
    </w:p>
    <w:p w:rsidR="00393668" w:rsidRPr="00223F96" w:rsidRDefault="00393668" w:rsidP="006E39D1">
      <w:pPr>
        <w:spacing w:line="228" w:lineRule="auto"/>
        <w:ind w:firstLine="708"/>
        <w:jc w:val="both"/>
        <w:rPr>
          <w:sz w:val="28"/>
          <w:szCs w:val="28"/>
        </w:rPr>
      </w:pPr>
      <w:r w:rsidRPr="00223F96">
        <w:rPr>
          <w:sz w:val="28"/>
          <w:szCs w:val="28"/>
        </w:rPr>
        <w:t>2.2.</w:t>
      </w:r>
      <w:r>
        <w:rPr>
          <w:sz w:val="28"/>
          <w:szCs w:val="28"/>
        </w:rPr>
        <w:t xml:space="preserve">  М</w:t>
      </w:r>
      <w:r w:rsidRPr="00223F96">
        <w:rPr>
          <w:sz w:val="28"/>
          <w:szCs w:val="28"/>
        </w:rPr>
        <w:t xml:space="preserve">атериалы по обоснованию расчетных показателей, содержащихся в основной части </w:t>
      </w:r>
      <w:r>
        <w:rPr>
          <w:sz w:val="28"/>
          <w:szCs w:val="28"/>
        </w:rPr>
        <w:t xml:space="preserve">местных </w:t>
      </w:r>
      <w:r w:rsidRPr="00223F96">
        <w:rPr>
          <w:sz w:val="28"/>
          <w:szCs w:val="28"/>
        </w:rPr>
        <w:t>нормативов градостроительного проектирования</w:t>
      </w:r>
      <w:r>
        <w:rPr>
          <w:sz w:val="28"/>
          <w:szCs w:val="28"/>
        </w:rPr>
        <w:t>.</w:t>
      </w:r>
    </w:p>
    <w:p w:rsidR="00393668" w:rsidRPr="00223F96" w:rsidRDefault="00393668" w:rsidP="006E39D1">
      <w:pPr>
        <w:spacing w:line="228" w:lineRule="auto"/>
        <w:ind w:firstLine="708"/>
        <w:jc w:val="both"/>
        <w:rPr>
          <w:sz w:val="28"/>
          <w:szCs w:val="28"/>
        </w:rPr>
      </w:pPr>
      <w:r w:rsidRPr="00223F96">
        <w:rPr>
          <w:sz w:val="28"/>
          <w:szCs w:val="28"/>
        </w:rPr>
        <w:t>2.3.</w:t>
      </w:r>
      <w:r>
        <w:rPr>
          <w:sz w:val="28"/>
          <w:szCs w:val="28"/>
        </w:rPr>
        <w:t>П</w:t>
      </w:r>
      <w:r w:rsidRPr="00223F96">
        <w:rPr>
          <w:sz w:val="28"/>
          <w:szCs w:val="28"/>
        </w:rPr>
        <w:t xml:space="preserve">равила и область применения расчетных показателей, содержащихся в основной части </w:t>
      </w:r>
      <w:r>
        <w:rPr>
          <w:sz w:val="28"/>
          <w:szCs w:val="28"/>
        </w:rPr>
        <w:t xml:space="preserve">местных </w:t>
      </w:r>
      <w:r w:rsidRPr="00223F96">
        <w:rPr>
          <w:sz w:val="28"/>
          <w:szCs w:val="28"/>
        </w:rPr>
        <w:t>нормативов градостроительного проектирования.</w:t>
      </w:r>
    </w:p>
    <w:p w:rsidR="00393668" w:rsidRPr="00223F96" w:rsidRDefault="00393668" w:rsidP="006E39D1">
      <w:pPr>
        <w:spacing w:line="228" w:lineRule="auto"/>
        <w:jc w:val="both"/>
        <w:rPr>
          <w:sz w:val="28"/>
          <w:szCs w:val="28"/>
        </w:rPr>
      </w:pPr>
    </w:p>
    <w:p w:rsidR="00393668" w:rsidRPr="00B04097" w:rsidRDefault="00393668" w:rsidP="006E39D1">
      <w:pPr>
        <w:spacing w:line="228" w:lineRule="auto"/>
        <w:jc w:val="center"/>
        <w:rPr>
          <w:b/>
          <w:bCs/>
          <w:sz w:val="28"/>
          <w:szCs w:val="28"/>
        </w:rPr>
      </w:pPr>
      <w:r w:rsidRPr="00B04097">
        <w:rPr>
          <w:b/>
          <w:bCs/>
          <w:sz w:val="28"/>
          <w:szCs w:val="28"/>
        </w:rPr>
        <w:t>Раздел 3. Порядок подготовки и утверждения местных нормативов градостроительного проектирования</w:t>
      </w:r>
    </w:p>
    <w:p w:rsidR="00393668" w:rsidRPr="00223F96" w:rsidRDefault="00393668" w:rsidP="006E39D1">
      <w:pPr>
        <w:spacing w:line="228" w:lineRule="auto"/>
        <w:jc w:val="both"/>
        <w:rPr>
          <w:sz w:val="28"/>
          <w:szCs w:val="28"/>
        </w:rPr>
      </w:pPr>
    </w:p>
    <w:p w:rsidR="00393668" w:rsidRPr="00223F96" w:rsidRDefault="00393668" w:rsidP="006E39D1">
      <w:pPr>
        <w:spacing w:line="228" w:lineRule="auto"/>
        <w:ind w:firstLine="708"/>
        <w:jc w:val="both"/>
        <w:rPr>
          <w:sz w:val="28"/>
          <w:szCs w:val="28"/>
        </w:rPr>
      </w:pPr>
      <w:r w:rsidRPr="00223F96">
        <w:rPr>
          <w:sz w:val="28"/>
          <w:szCs w:val="28"/>
        </w:rPr>
        <w:t>3.1. Решение о подготовке</w:t>
      </w:r>
      <w:r w:rsidRPr="00853B7F">
        <w:rPr>
          <w:sz w:val="28"/>
          <w:szCs w:val="28"/>
        </w:rPr>
        <w:t xml:space="preserve"> </w:t>
      </w:r>
      <w:r>
        <w:rPr>
          <w:sz w:val="28"/>
          <w:szCs w:val="28"/>
        </w:rPr>
        <w:t>местных</w:t>
      </w:r>
      <w:r w:rsidRPr="00223F96">
        <w:rPr>
          <w:sz w:val="28"/>
          <w:szCs w:val="28"/>
        </w:rPr>
        <w:t xml:space="preserve"> нормативов градостроительного проектирования </w:t>
      </w:r>
      <w:r w:rsidRPr="00806B3D">
        <w:rPr>
          <w:sz w:val="28"/>
          <w:szCs w:val="28"/>
        </w:rPr>
        <w:t xml:space="preserve">Вышестеблиевского сельского поселения </w:t>
      </w:r>
      <w:r>
        <w:rPr>
          <w:sz w:val="28"/>
          <w:szCs w:val="28"/>
        </w:rPr>
        <w:t>Темрюкского</w:t>
      </w:r>
      <w:r w:rsidRPr="00223F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223F96">
        <w:rPr>
          <w:sz w:val="28"/>
          <w:szCs w:val="28"/>
        </w:rPr>
        <w:t xml:space="preserve"> принимается постановлением администрации </w:t>
      </w:r>
      <w:r w:rsidRPr="00806B3D">
        <w:rPr>
          <w:sz w:val="28"/>
          <w:szCs w:val="28"/>
        </w:rPr>
        <w:t>Вышестеблиевского сельского</w:t>
      </w:r>
      <w:r w:rsidRPr="00771F19">
        <w:rPr>
          <w:sz w:val="28"/>
          <w:szCs w:val="28"/>
        </w:rPr>
        <w:t xml:space="preserve"> </w:t>
      </w:r>
      <w:r w:rsidRPr="00806B3D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>Темрюкского</w:t>
      </w:r>
      <w:r w:rsidRPr="00223F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223F96">
        <w:rPr>
          <w:sz w:val="28"/>
          <w:szCs w:val="28"/>
        </w:rPr>
        <w:t xml:space="preserve">, которое подлежит официальному </w:t>
      </w:r>
      <w:r w:rsidRPr="00390A36">
        <w:rPr>
          <w:sz w:val="28"/>
          <w:szCs w:val="28"/>
        </w:rPr>
        <w:t>обнародовани</w:t>
      </w:r>
      <w:r>
        <w:rPr>
          <w:sz w:val="28"/>
          <w:szCs w:val="28"/>
        </w:rPr>
        <w:t>ю</w:t>
      </w:r>
      <w:r w:rsidRPr="00223F96">
        <w:rPr>
          <w:sz w:val="28"/>
          <w:szCs w:val="28"/>
        </w:rPr>
        <w:t xml:space="preserve"> в порядке, установленном для официального </w:t>
      </w:r>
      <w:r w:rsidRPr="00390A36">
        <w:rPr>
          <w:sz w:val="28"/>
          <w:szCs w:val="28"/>
        </w:rPr>
        <w:t>обнародования</w:t>
      </w:r>
      <w:r w:rsidRPr="00223F96">
        <w:rPr>
          <w:sz w:val="28"/>
          <w:szCs w:val="28"/>
        </w:rPr>
        <w:t xml:space="preserve"> муниципальных правовых актов, иной официальной информации. </w:t>
      </w:r>
    </w:p>
    <w:p w:rsidR="00393668" w:rsidRPr="00223F96" w:rsidRDefault="00393668" w:rsidP="006E39D1">
      <w:pPr>
        <w:spacing w:line="228" w:lineRule="auto"/>
        <w:ind w:firstLine="708"/>
        <w:jc w:val="both"/>
        <w:rPr>
          <w:sz w:val="28"/>
          <w:szCs w:val="28"/>
        </w:rPr>
      </w:pPr>
      <w:r w:rsidRPr="00223F96">
        <w:rPr>
          <w:sz w:val="28"/>
          <w:szCs w:val="28"/>
        </w:rPr>
        <w:t xml:space="preserve">3.2. Проект местных нормативов градостроительного проектирования подлежит размещению на официальном сайте </w:t>
      </w:r>
      <w:r w:rsidRPr="00806B3D">
        <w:rPr>
          <w:sz w:val="28"/>
          <w:szCs w:val="28"/>
        </w:rPr>
        <w:t xml:space="preserve">Вышестеблиевского сельского поселения </w:t>
      </w:r>
      <w:r>
        <w:rPr>
          <w:sz w:val="28"/>
          <w:szCs w:val="28"/>
        </w:rPr>
        <w:t>Темрюкского</w:t>
      </w:r>
      <w:r w:rsidRPr="00223F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223F96">
        <w:rPr>
          <w:sz w:val="28"/>
          <w:szCs w:val="28"/>
        </w:rPr>
        <w:t xml:space="preserve"> в сети «Интернет» и опубликованию в порядке, установленном для официального опубликования муниципальных правовых актов, иной официальной информации, не менее чем за два месяца до их утверждения. </w:t>
      </w:r>
    </w:p>
    <w:p w:rsidR="00393668" w:rsidRPr="00223F96" w:rsidRDefault="00393668" w:rsidP="006E39D1">
      <w:pPr>
        <w:spacing w:line="228" w:lineRule="auto"/>
        <w:ind w:firstLine="708"/>
        <w:jc w:val="both"/>
        <w:rPr>
          <w:sz w:val="28"/>
          <w:szCs w:val="28"/>
        </w:rPr>
      </w:pPr>
      <w:r w:rsidRPr="00223F96">
        <w:rPr>
          <w:sz w:val="28"/>
          <w:szCs w:val="28"/>
        </w:rPr>
        <w:t xml:space="preserve">3.3. </w:t>
      </w:r>
      <w:r>
        <w:rPr>
          <w:sz w:val="28"/>
          <w:szCs w:val="28"/>
        </w:rPr>
        <w:t>Местные н</w:t>
      </w:r>
      <w:r w:rsidRPr="00223F96">
        <w:rPr>
          <w:sz w:val="28"/>
          <w:szCs w:val="28"/>
        </w:rPr>
        <w:t xml:space="preserve">ормативы градостроительного проектирования </w:t>
      </w:r>
      <w:r w:rsidRPr="00806B3D">
        <w:rPr>
          <w:sz w:val="28"/>
          <w:szCs w:val="28"/>
        </w:rPr>
        <w:t xml:space="preserve">Вышестеблиевского сельского поселения </w:t>
      </w:r>
      <w:r>
        <w:rPr>
          <w:sz w:val="28"/>
          <w:szCs w:val="28"/>
        </w:rPr>
        <w:t>Темрюкского</w:t>
      </w:r>
      <w:r w:rsidRPr="00223F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223F96">
        <w:rPr>
          <w:sz w:val="28"/>
          <w:szCs w:val="28"/>
        </w:rPr>
        <w:t xml:space="preserve"> в установл</w:t>
      </w:r>
      <w:r>
        <w:rPr>
          <w:sz w:val="28"/>
          <w:szCs w:val="28"/>
        </w:rPr>
        <w:t xml:space="preserve">енном порядке вносятся главой  </w:t>
      </w:r>
      <w:r w:rsidRPr="00771F19">
        <w:rPr>
          <w:sz w:val="28"/>
          <w:szCs w:val="28"/>
        </w:rPr>
        <w:t xml:space="preserve"> </w:t>
      </w:r>
      <w:r w:rsidRPr="00806B3D">
        <w:rPr>
          <w:sz w:val="28"/>
          <w:szCs w:val="28"/>
        </w:rPr>
        <w:t xml:space="preserve">Вышестеблиевского сельского поселения </w:t>
      </w:r>
      <w:r>
        <w:rPr>
          <w:sz w:val="28"/>
          <w:szCs w:val="28"/>
        </w:rPr>
        <w:t>Темрюкского</w:t>
      </w:r>
      <w:r w:rsidRPr="00223F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223F96">
        <w:rPr>
          <w:sz w:val="28"/>
          <w:szCs w:val="28"/>
        </w:rPr>
        <w:t xml:space="preserve"> на утверждение в Совет </w:t>
      </w:r>
      <w:r w:rsidRPr="00806B3D">
        <w:rPr>
          <w:sz w:val="28"/>
          <w:szCs w:val="28"/>
        </w:rPr>
        <w:t xml:space="preserve">Вышестеблиевского сельского поселения </w:t>
      </w:r>
      <w:r>
        <w:rPr>
          <w:sz w:val="28"/>
          <w:szCs w:val="28"/>
        </w:rPr>
        <w:t>Темрюкского</w:t>
      </w:r>
      <w:r w:rsidRPr="00223F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223F96">
        <w:rPr>
          <w:sz w:val="28"/>
          <w:szCs w:val="28"/>
        </w:rPr>
        <w:t>.</w:t>
      </w:r>
    </w:p>
    <w:p w:rsidR="00393668" w:rsidRDefault="00393668" w:rsidP="006E39D1">
      <w:pPr>
        <w:spacing w:line="228" w:lineRule="auto"/>
        <w:ind w:firstLine="708"/>
        <w:jc w:val="both"/>
        <w:rPr>
          <w:sz w:val="28"/>
          <w:szCs w:val="28"/>
        </w:rPr>
      </w:pPr>
      <w:r w:rsidRPr="00223F96">
        <w:rPr>
          <w:sz w:val="28"/>
          <w:szCs w:val="28"/>
        </w:rPr>
        <w:t xml:space="preserve">3.4. </w:t>
      </w:r>
      <w:r>
        <w:rPr>
          <w:sz w:val="28"/>
          <w:szCs w:val="28"/>
        </w:rPr>
        <w:t xml:space="preserve">Решение сессии Совета </w:t>
      </w:r>
      <w:r w:rsidRPr="00806B3D">
        <w:rPr>
          <w:sz w:val="28"/>
          <w:szCs w:val="28"/>
        </w:rPr>
        <w:t xml:space="preserve">Вышестеблиевского сельского поселения </w:t>
      </w:r>
      <w:r>
        <w:rPr>
          <w:sz w:val="28"/>
          <w:szCs w:val="28"/>
        </w:rPr>
        <w:t>Темрюкского</w:t>
      </w:r>
      <w:r w:rsidRPr="00223F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об утверждении </w:t>
      </w:r>
      <w:r w:rsidRPr="00223F96">
        <w:rPr>
          <w:sz w:val="28"/>
          <w:szCs w:val="28"/>
        </w:rPr>
        <w:t xml:space="preserve">местных нормативов градостроительного проектирования подлежит размещению на официальном сайте </w:t>
      </w:r>
      <w:r w:rsidRPr="00806B3D">
        <w:rPr>
          <w:sz w:val="28"/>
          <w:szCs w:val="28"/>
        </w:rPr>
        <w:t xml:space="preserve">Вышестеблиевского сельского поселения </w:t>
      </w:r>
      <w:r>
        <w:rPr>
          <w:sz w:val="28"/>
          <w:szCs w:val="28"/>
        </w:rPr>
        <w:t>Темрюкского</w:t>
      </w:r>
      <w:r w:rsidRPr="00223F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223F96">
        <w:rPr>
          <w:sz w:val="28"/>
          <w:szCs w:val="28"/>
        </w:rPr>
        <w:t xml:space="preserve"> в сети «Интернет» и </w:t>
      </w:r>
      <w:r>
        <w:rPr>
          <w:sz w:val="28"/>
          <w:szCs w:val="28"/>
        </w:rPr>
        <w:t xml:space="preserve">обнародованию </w:t>
      </w:r>
      <w:r w:rsidRPr="00223F96">
        <w:rPr>
          <w:sz w:val="28"/>
          <w:szCs w:val="28"/>
        </w:rPr>
        <w:t xml:space="preserve">в порядке, установленном для официального </w:t>
      </w:r>
      <w:r>
        <w:rPr>
          <w:sz w:val="28"/>
          <w:szCs w:val="28"/>
        </w:rPr>
        <w:t>обнародования</w:t>
      </w:r>
      <w:r w:rsidRPr="00223F96">
        <w:rPr>
          <w:sz w:val="28"/>
          <w:szCs w:val="28"/>
        </w:rPr>
        <w:t xml:space="preserve"> муниципальных правовых актов, иной официальной информации</w:t>
      </w:r>
      <w:r>
        <w:rPr>
          <w:sz w:val="28"/>
          <w:szCs w:val="28"/>
        </w:rPr>
        <w:t>.</w:t>
      </w:r>
    </w:p>
    <w:p w:rsidR="00393668" w:rsidRPr="00223F96" w:rsidRDefault="00393668" w:rsidP="006E39D1">
      <w:pPr>
        <w:spacing w:line="228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3.5 Утвержденные местные нормативы</w:t>
      </w:r>
      <w:r w:rsidRPr="00223F96">
        <w:rPr>
          <w:sz w:val="28"/>
          <w:szCs w:val="28"/>
        </w:rPr>
        <w:t xml:space="preserve"> градостроительного проектирования </w:t>
      </w:r>
      <w:r w:rsidRPr="00806B3D">
        <w:rPr>
          <w:sz w:val="28"/>
          <w:szCs w:val="28"/>
        </w:rPr>
        <w:t xml:space="preserve">Вышестеблиевского сельского поселения </w:t>
      </w:r>
      <w:r>
        <w:rPr>
          <w:sz w:val="28"/>
          <w:szCs w:val="28"/>
        </w:rPr>
        <w:t>Темрюкского</w:t>
      </w:r>
      <w:r w:rsidRPr="00223F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а,</w:t>
      </w:r>
      <w:r w:rsidRPr="00223F96">
        <w:rPr>
          <w:sz w:val="28"/>
          <w:szCs w:val="28"/>
        </w:rPr>
        <w:t xml:space="preserve"> подлежат размещению в федеральной государственной информационной системе территориального планирования и размещению на официальном сайте </w:t>
      </w:r>
      <w:r w:rsidRPr="00806B3D">
        <w:rPr>
          <w:sz w:val="28"/>
          <w:szCs w:val="28"/>
        </w:rPr>
        <w:t xml:space="preserve">Вышестеблиевского сельского поселения </w:t>
      </w:r>
      <w:r>
        <w:rPr>
          <w:sz w:val="28"/>
          <w:szCs w:val="28"/>
        </w:rPr>
        <w:t>Темрюкского</w:t>
      </w:r>
      <w:r w:rsidRPr="00223F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в срок, не превышающий пяти дней со дня утверждения указанных нормативов</w:t>
      </w:r>
      <w:r w:rsidRPr="00223F96">
        <w:rPr>
          <w:sz w:val="28"/>
          <w:szCs w:val="28"/>
        </w:rPr>
        <w:t>.</w:t>
      </w:r>
    </w:p>
    <w:p w:rsidR="00393668" w:rsidRPr="00223F96" w:rsidRDefault="00393668" w:rsidP="006E39D1">
      <w:pPr>
        <w:spacing w:line="228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Pr="00223F96">
        <w:rPr>
          <w:sz w:val="28"/>
          <w:szCs w:val="28"/>
        </w:rPr>
        <w:t>. Изменения в</w:t>
      </w:r>
      <w:r>
        <w:rPr>
          <w:sz w:val="28"/>
          <w:szCs w:val="28"/>
        </w:rPr>
        <w:t xml:space="preserve"> местные</w:t>
      </w:r>
      <w:r w:rsidRPr="00223F96">
        <w:rPr>
          <w:sz w:val="28"/>
          <w:szCs w:val="28"/>
        </w:rPr>
        <w:t xml:space="preserve"> нормативы градостроительного проектирования </w:t>
      </w:r>
      <w:r w:rsidRPr="00806B3D">
        <w:rPr>
          <w:sz w:val="28"/>
          <w:szCs w:val="28"/>
        </w:rPr>
        <w:t xml:space="preserve">Вышестеблиевского сельского поселения </w:t>
      </w:r>
      <w:r>
        <w:rPr>
          <w:sz w:val="28"/>
          <w:szCs w:val="28"/>
        </w:rPr>
        <w:t>Темрюкского</w:t>
      </w:r>
      <w:r w:rsidRPr="00223F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223F96">
        <w:rPr>
          <w:sz w:val="28"/>
          <w:szCs w:val="28"/>
        </w:rPr>
        <w:t xml:space="preserve"> вносятся в следующем порядке:</w:t>
      </w:r>
    </w:p>
    <w:p w:rsidR="00393668" w:rsidRDefault="00393668" w:rsidP="006E39D1">
      <w:pPr>
        <w:spacing w:line="228" w:lineRule="auto"/>
        <w:ind w:firstLine="708"/>
        <w:jc w:val="both"/>
        <w:rPr>
          <w:sz w:val="28"/>
          <w:szCs w:val="28"/>
        </w:rPr>
      </w:pPr>
      <w:r w:rsidRPr="00223F96">
        <w:rPr>
          <w:sz w:val="28"/>
          <w:szCs w:val="28"/>
        </w:rPr>
        <w:t xml:space="preserve">1) решение о подготовке внесении изменений в </w:t>
      </w:r>
      <w:r>
        <w:rPr>
          <w:sz w:val="28"/>
          <w:szCs w:val="28"/>
        </w:rPr>
        <w:t xml:space="preserve">местные </w:t>
      </w:r>
      <w:r w:rsidRPr="00223F96">
        <w:rPr>
          <w:sz w:val="28"/>
          <w:szCs w:val="28"/>
        </w:rPr>
        <w:t xml:space="preserve">нормативы градостроительного проектирования </w:t>
      </w:r>
      <w:r w:rsidRPr="00806B3D">
        <w:rPr>
          <w:sz w:val="28"/>
          <w:szCs w:val="28"/>
        </w:rPr>
        <w:t xml:space="preserve">Вышестеблиевского сельского поселения </w:t>
      </w:r>
      <w:r>
        <w:rPr>
          <w:sz w:val="28"/>
          <w:szCs w:val="28"/>
        </w:rPr>
        <w:t>Темрюкского</w:t>
      </w:r>
      <w:r w:rsidRPr="00223F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223F96">
        <w:rPr>
          <w:sz w:val="28"/>
          <w:szCs w:val="28"/>
        </w:rPr>
        <w:t xml:space="preserve"> принимается постановлением администрации </w:t>
      </w:r>
      <w:r w:rsidRPr="00806B3D">
        <w:rPr>
          <w:sz w:val="28"/>
          <w:szCs w:val="28"/>
        </w:rPr>
        <w:t>Вышестеблиевского сельского</w:t>
      </w:r>
      <w:r w:rsidRPr="00771F19">
        <w:rPr>
          <w:sz w:val="28"/>
          <w:szCs w:val="28"/>
        </w:rPr>
        <w:t xml:space="preserve"> </w:t>
      </w:r>
      <w:r w:rsidRPr="00806B3D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>Темрюкского</w:t>
      </w:r>
      <w:r w:rsidRPr="00223F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223F96">
        <w:rPr>
          <w:sz w:val="28"/>
          <w:szCs w:val="28"/>
        </w:rPr>
        <w:t xml:space="preserve">, которое подлежит официальному </w:t>
      </w:r>
      <w:r w:rsidRPr="00390A36">
        <w:rPr>
          <w:sz w:val="28"/>
          <w:szCs w:val="28"/>
        </w:rPr>
        <w:t>обнародовани</w:t>
      </w:r>
      <w:r>
        <w:rPr>
          <w:sz w:val="28"/>
          <w:szCs w:val="28"/>
        </w:rPr>
        <w:t>ю</w:t>
      </w:r>
      <w:r w:rsidRPr="00223F96">
        <w:rPr>
          <w:sz w:val="28"/>
          <w:szCs w:val="28"/>
        </w:rPr>
        <w:t xml:space="preserve"> в порядке, установленном для официального </w:t>
      </w:r>
      <w:r w:rsidRPr="00390A36">
        <w:rPr>
          <w:sz w:val="28"/>
          <w:szCs w:val="28"/>
        </w:rPr>
        <w:t>обнародования</w:t>
      </w:r>
      <w:r w:rsidRPr="00223F96">
        <w:rPr>
          <w:sz w:val="28"/>
          <w:szCs w:val="28"/>
        </w:rPr>
        <w:t xml:space="preserve"> муниципальных правовых актов, иной официальной информации. </w:t>
      </w:r>
    </w:p>
    <w:p w:rsidR="00393668" w:rsidRPr="00223F96" w:rsidRDefault="00393668" w:rsidP="006E39D1">
      <w:pPr>
        <w:spacing w:line="228" w:lineRule="auto"/>
        <w:ind w:firstLine="708"/>
        <w:jc w:val="both"/>
        <w:rPr>
          <w:sz w:val="28"/>
          <w:szCs w:val="28"/>
        </w:rPr>
      </w:pPr>
      <w:r w:rsidRPr="00223F96">
        <w:rPr>
          <w:sz w:val="28"/>
          <w:szCs w:val="28"/>
        </w:rPr>
        <w:t xml:space="preserve">2) подготовка проекта внесения изменений в нормативы градостроительного проектирования </w:t>
      </w:r>
      <w:r w:rsidRPr="00806B3D">
        <w:rPr>
          <w:sz w:val="28"/>
          <w:szCs w:val="28"/>
        </w:rPr>
        <w:t xml:space="preserve">Вышестеблиевского сельского поселения </w:t>
      </w:r>
      <w:r>
        <w:rPr>
          <w:sz w:val="28"/>
          <w:szCs w:val="28"/>
        </w:rPr>
        <w:t>Темрюкского</w:t>
      </w:r>
      <w:r w:rsidRPr="00223F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223F96">
        <w:rPr>
          <w:sz w:val="28"/>
          <w:szCs w:val="28"/>
        </w:rPr>
        <w:t xml:space="preserve"> осуществляется в соответствии с требованиями Градостроительного кодекса Российской Федерации</w:t>
      </w:r>
    </w:p>
    <w:p w:rsidR="00393668" w:rsidRPr="00223F96" w:rsidRDefault="00393668" w:rsidP="006E39D1">
      <w:pPr>
        <w:spacing w:line="228" w:lineRule="auto"/>
        <w:ind w:firstLine="708"/>
        <w:jc w:val="both"/>
        <w:rPr>
          <w:sz w:val="28"/>
          <w:szCs w:val="28"/>
        </w:rPr>
      </w:pPr>
      <w:r w:rsidRPr="00223F96">
        <w:rPr>
          <w:sz w:val="28"/>
          <w:szCs w:val="28"/>
        </w:rPr>
        <w:t xml:space="preserve">3) проект внесения изменений в нормативы градостроительного проектирования подлежит размещению на официальном сайте </w:t>
      </w:r>
      <w:r w:rsidRPr="00806B3D">
        <w:rPr>
          <w:sz w:val="28"/>
          <w:szCs w:val="28"/>
        </w:rPr>
        <w:t xml:space="preserve">Вышестеблиевского сельского поселения </w:t>
      </w:r>
      <w:r>
        <w:rPr>
          <w:sz w:val="28"/>
          <w:szCs w:val="28"/>
        </w:rPr>
        <w:t>Темрюкского</w:t>
      </w:r>
      <w:r w:rsidRPr="00223F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223F96">
        <w:rPr>
          <w:sz w:val="28"/>
          <w:szCs w:val="28"/>
        </w:rPr>
        <w:t xml:space="preserve"> в сети «Интернет» и опубликованию в порядке, установленном для официального опубликования муниципальных правовых актов, иной официальной информации, не менее чем за два месяца до их утверждения</w:t>
      </w:r>
    </w:p>
    <w:p w:rsidR="00393668" w:rsidRDefault="00393668" w:rsidP="006E39D1">
      <w:pPr>
        <w:spacing w:line="228" w:lineRule="auto"/>
        <w:ind w:firstLine="708"/>
        <w:jc w:val="both"/>
        <w:rPr>
          <w:sz w:val="28"/>
          <w:szCs w:val="28"/>
        </w:rPr>
      </w:pPr>
      <w:r w:rsidRPr="00223F96">
        <w:rPr>
          <w:sz w:val="28"/>
          <w:szCs w:val="28"/>
        </w:rPr>
        <w:t xml:space="preserve">4) проект внесения изменений в нормативы градостроительного проектирования </w:t>
      </w:r>
      <w:r w:rsidRPr="00806B3D">
        <w:rPr>
          <w:sz w:val="28"/>
          <w:szCs w:val="28"/>
        </w:rPr>
        <w:t xml:space="preserve">Вышестеблиевского сельского поселения </w:t>
      </w:r>
      <w:r>
        <w:rPr>
          <w:sz w:val="28"/>
          <w:szCs w:val="28"/>
        </w:rPr>
        <w:t>Темрюкского</w:t>
      </w:r>
      <w:r w:rsidRPr="00223F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223F96">
        <w:rPr>
          <w:sz w:val="28"/>
          <w:szCs w:val="28"/>
        </w:rPr>
        <w:t xml:space="preserve"> в установленном порядке вносится главой  </w:t>
      </w:r>
      <w:r w:rsidRPr="00806B3D">
        <w:rPr>
          <w:sz w:val="28"/>
          <w:szCs w:val="28"/>
        </w:rPr>
        <w:t xml:space="preserve">Вышестеблиевского сельского поселения </w:t>
      </w:r>
      <w:r>
        <w:rPr>
          <w:sz w:val="28"/>
          <w:szCs w:val="28"/>
        </w:rPr>
        <w:t>Темрюкского</w:t>
      </w:r>
      <w:r w:rsidRPr="00223F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223F96">
        <w:rPr>
          <w:sz w:val="28"/>
          <w:szCs w:val="28"/>
        </w:rPr>
        <w:t xml:space="preserve"> на утверждение в Совет </w:t>
      </w:r>
      <w:r w:rsidRPr="00806B3D">
        <w:rPr>
          <w:sz w:val="28"/>
          <w:szCs w:val="28"/>
        </w:rPr>
        <w:t xml:space="preserve">Вышестеблиевского сельского поселения </w:t>
      </w:r>
      <w:r>
        <w:rPr>
          <w:sz w:val="28"/>
          <w:szCs w:val="28"/>
        </w:rPr>
        <w:t>Темрюкского</w:t>
      </w:r>
      <w:r w:rsidRPr="00223F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223F96">
        <w:rPr>
          <w:sz w:val="28"/>
          <w:szCs w:val="28"/>
        </w:rPr>
        <w:t xml:space="preserve"> </w:t>
      </w:r>
    </w:p>
    <w:p w:rsidR="00393668" w:rsidRDefault="00393668" w:rsidP="006E39D1">
      <w:pPr>
        <w:spacing w:line="228" w:lineRule="auto"/>
        <w:ind w:firstLine="708"/>
        <w:jc w:val="both"/>
        <w:rPr>
          <w:sz w:val="28"/>
          <w:szCs w:val="28"/>
        </w:rPr>
      </w:pPr>
      <w:r w:rsidRPr="00223F96">
        <w:rPr>
          <w:sz w:val="28"/>
          <w:szCs w:val="28"/>
        </w:rPr>
        <w:t xml:space="preserve">5) после утверждения проекта внесения изменений в нормативы градостроительного проектирования </w:t>
      </w:r>
      <w:r w:rsidRPr="00806B3D">
        <w:rPr>
          <w:sz w:val="28"/>
          <w:szCs w:val="28"/>
        </w:rPr>
        <w:t xml:space="preserve">Вышестеблиевского сельского поселения </w:t>
      </w:r>
      <w:r>
        <w:rPr>
          <w:sz w:val="28"/>
          <w:szCs w:val="28"/>
        </w:rPr>
        <w:t>Темрюкского</w:t>
      </w:r>
      <w:r w:rsidRPr="00223F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а,</w:t>
      </w:r>
      <w:r w:rsidRPr="00223F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решение сессии Совета </w:t>
      </w:r>
      <w:r w:rsidRPr="00806B3D">
        <w:rPr>
          <w:sz w:val="28"/>
          <w:szCs w:val="28"/>
        </w:rPr>
        <w:t xml:space="preserve">Вышестеблиевского сельского поселения </w:t>
      </w:r>
      <w:r>
        <w:rPr>
          <w:sz w:val="28"/>
          <w:szCs w:val="28"/>
        </w:rPr>
        <w:t>Темрюкского</w:t>
      </w:r>
      <w:r w:rsidRPr="00223F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об утверждении </w:t>
      </w:r>
      <w:r w:rsidRPr="00223F96">
        <w:rPr>
          <w:sz w:val="28"/>
          <w:szCs w:val="28"/>
        </w:rPr>
        <w:t xml:space="preserve">проекта внесения изменений в нормативы градостроительного проектирования подлежит официальному </w:t>
      </w:r>
      <w:r>
        <w:rPr>
          <w:sz w:val="28"/>
          <w:szCs w:val="28"/>
        </w:rPr>
        <w:t xml:space="preserve">обнародованию </w:t>
      </w:r>
      <w:r w:rsidRPr="00223F96">
        <w:rPr>
          <w:sz w:val="28"/>
          <w:szCs w:val="28"/>
        </w:rPr>
        <w:t xml:space="preserve">и размещению на официальном сайте </w:t>
      </w:r>
      <w:r w:rsidRPr="00806B3D">
        <w:rPr>
          <w:sz w:val="28"/>
          <w:szCs w:val="28"/>
        </w:rPr>
        <w:t xml:space="preserve">Вышестеблиевского сельского поселения </w:t>
      </w:r>
      <w:r>
        <w:rPr>
          <w:sz w:val="28"/>
          <w:szCs w:val="28"/>
        </w:rPr>
        <w:t>Темрюкского</w:t>
      </w:r>
      <w:r w:rsidRPr="00223F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DB1E41">
        <w:rPr>
          <w:sz w:val="28"/>
          <w:szCs w:val="28"/>
        </w:rPr>
        <w:t xml:space="preserve"> </w:t>
      </w:r>
      <w:r w:rsidRPr="00223F96">
        <w:rPr>
          <w:sz w:val="28"/>
          <w:szCs w:val="28"/>
        </w:rPr>
        <w:t>в сети «Интернет»</w:t>
      </w:r>
    </w:p>
    <w:p w:rsidR="00393668" w:rsidRDefault="00393668" w:rsidP="002773C6">
      <w:pPr>
        <w:spacing w:line="228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6) местные</w:t>
      </w:r>
      <w:r w:rsidRPr="00223F96">
        <w:rPr>
          <w:sz w:val="28"/>
          <w:szCs w:val="28"/>
        </w:rPr>
        <w:t xml:space="preserve"> нормативы градостроительного проектирования </w:t>
      </w:r>
      <w:r w:rsidRPr="00806B3D">
        <w:rPr>
          <w:sz w:val="28"/>
          <w:szCs w:val="28"/>
        </w:rPr>
        <w:t xml:space="preserve">Вышестеблиевского сельского поселения </w:t>
      </w:r>
      <w:r>
        <w:rPr>
          <w:sz w:val="28"/>
          <w:szCs w:val="28"/>
        </w:rPr>
        <w:t>Темрюкского</w:t>
      </w:r>
      <w:r w:rsidRPr="00223F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а, с учетом изменений,</w:t>
      </w:r>
      <w:r w:rsidRPr="00C111A3">
        <w:rPr>
          <w:sz w:val="28"/>
          <w:szCs w:val="28"/>
        </w:rPr>
        <w:t xml:space="preserve"> </w:t>
      </w:r>
      <w:r>
        <w:rPr>
          <w:sz w:val="28"/>
          <w:szCs w:val="28"/>
        </w:rPr>
        <w:t>подлежа</w:t>
      </w:r>
      <w:r w:rsidRPr="00223F96">
        <w:rPr>
          <w:sz w:val="28"/>
          <w:szCs w:val="28"/>
        </w:rPr>
        <w:t>т размещению в федеральной государственной информационной системе территориального планирования</w:t>
      </w:r>
      <w:r w:rsidRPr="002773C6">
        <w:rPr>
          <w:sz w:val="28"/>
          <w:szCs w:val="28"/>
        </w:rPr>
        <w:t xml:space="preserve"> </w:t>
      </w:r>
      <w:r>
        <w:rPr>
          <w:sz w:val="28"/>
          <w:szCs w:val="28"/>
        </w:rPr>
        <w:t>и размещению на официальном сайте Вышестеблиевского сельского поселения Темрюкского района в срок, не превышающий пяти дней со дня утверждения указанных нормативов.</w:t>
      </w:r>
    </w:p>
    <w:p w:rsidR="00393668" w:rsidRPr="00223F96" w:rsidRDefault="00393668" w:rsidP="006E39D1">
      <w:pPr>
        <w:spacing w:line="228" w:lineRule="auto"/>
        <w:ind w:firstLine="708"/>
        <w:jc w:val="both"/>
        <w:rPr>
          <w:sz w:val="28"/>
          <w:szCs w:val="28"/>
        </w:rPr>
      </w:pPr>
    </w:p>
    <w:p w:rsidR="00393668" w:rsidRPr="00223F96" w:rsidRDefault="00393668" w:rsidP="006E39D1">
      <w:pPr>
        <w:spacing w:line="228" w:lineRule="auto"/>
        <w:jc w:val="both"/>
        <w:rPr>
          <w:sz w:val="28"/>
          <w:szCs w:val="28"/>
        </w:rPr>
      </w:pPr>
    </w:p>
    <w:p w:rsidR="00393668" w:rsidRPr="00223F96" w:rsidRDefault="00393668" w:rsidP="006E39D1">
      <w:pPr>
        <w:spacing w:line="228" w:lineRule="auto"/>
        <w:rPr>
          <w:sz w:val="28"/>
          <w:szCs w:val="28"/>
        </w:rPr>
      </w:pPr>
    </w:p>
    <w:p w:rsidR="00393668" w:rsidRPr="00223F96" w:rsidRDefault="00393668" w:rsidP="006E39D1">
      <w:pPr>
        <w:spacing w:line="228" w:lineRule="auto"/>
        <w:rPr>
          <w:sz w:val="28"/>
          <w:szCs w:val="28"/>
        </w:rPr>
      </w:pPr>
    </w:p>
    <w:p w:rsidR="00393668" w:rsidRPr="002773C6" w:rsidRDefault="00393668" w:rsidP="006E39D1">
      <w:pPr>
        <w:spacing w:line="228" w:lineRule="auto"/>
        <w:rPr>
          <w:sz w:val="28"/>
          <w:szCs w:val="28"/>
        </w:rPr>
      </w:pPr>
      <w:r w:rsidRPr="002773C6">
        <w:rPr>
          <w:sz w:val="28"/>
          <w:szCs w:val="28"/>
        </w:rPr>
        <w:t>Заведующая отделом имущественных</w:t>
      </w:r>
    </w:p>
    <w:p w:rsidR="00393668" w:rsidRPr="002773C6" w:rsidRDefault="00393668" w:rsidP="006E39D1">
      <w:pPr>
        <w:spacing w:line="228" w:lineRule="auto"/>
        <w:rPr>
          <w:sz w:val="28"/>
          <w:szCs w:val="28"/>
        </w:rPr>
      </w:pPr>
      <w:r w:rsidRPr="002773C6">
        <w:rPr>
          <w:sz w:val="28"/>
          <w:szCs w:val="28"/>
        </w:rPr>
        <w:t>и земельных отношений Вышестеблиевского</w:t>
      </w:r>
    </w:p>
    <w:p w:rsidR="00393668" w:rsidRPr="002773C6" w:rsidRDefault="00393668" w:rsidP="006E39D1">
      <w:pPr>
        <w:spacing w:line="228" w:lineRule="auto"/>
        <w:rPr>
          <w:sz w:val="28"/>
          <w:szCs w:val="28"/>
        </w:rPr>
      </w:pPr>
      <w:r w:rsidRPr="002773C6">
        <w:rPr>
          <w:sz w:val="28"/>
          <w:szCs w:val="28"/>
        </w:rPr>
        <w:t>сельского поселения Темрюкский   район                                           Н.А. Кушик</w:t>
      </w:r>
    </w:p>
    <w:p w:rsidR="00393668" w:rsidRPr="00223F96" w:rsidRDefault="00393668" w:rsidP="006E39D1">
      <w:pPr>
        <w:spacing w:line="228" w:lineRule="auto"/>
        <w:rPr>
          <w:sz w:val="28"/>
          <w:szCs w:val="28"/>
        </w:rPr>
      </w:pPr>
    </w:p>
    <w:p w:rsidR="00393668" w:rsidRPr="00C6769B" w:rsidRDefault="00393668" w:rsidP="006E39D1">
      <w:pPr>
        <w:spacing w:line="228" w:lineRule="auto"/>
        <w:rPr>
          <w:sz w:val="28"/>
          <w:szCs w:val="28"/>
        </w:rPr>
      </w:pPr>
    </w:p>
    <w:sectPr w:rsidR="00393668" w:rsidRPr="00C6769B" w:rsidSect="00A70855">
      <w:pgSz w:w="11906" w:h="16838"/>
      <w:pgMar w:top="1258" w:right="567" w:bottom="89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65014"/>
    <w:multiLevelType w:val="hybridMultilevel"/>
    <w:tmpl w:val="053C06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5101E1"/>
    <w:multiLevelType w:val="hybridMultilevel"/>
    <w:tmpl w:val="C6D44B4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166B"/>
    <w:rsid w:val="000157BE"/>
    <w:rsid w:val="000274B5"/>
    <w:rsid w:val="00033694"/>
    <w:rsid w:val="0003601B"/>
    <w:rsid w:val="00041590"/>
    <w:rsid w:val="00046AE8"/>
    <w:rsid w:val="00056D65"/>
    <w:rsid w:val="000579CB"/>
    <w:rsid w:val="000611B5"/>
    <w:rsid w:val="00077BC2"/>
    <w:rsid w:val="00087F54"/>
    <w:rsid w:val="000A1B94"/>
    <w:rsid w:val="000A3F34"/>
    <w:rsid w:val="000A586A"/>
    <w:rsid w:val="000B03BE"/>
    <w:rsid w:val="000B0A37"/>
    <w:rsid w:val="000B32C6"/>
    <w:rsid w:val="000C735A"/>
    <w:rsid w:val="000C75F4"/>
    <w:rsid w:val="000D08F2"/>
    <w:rsid w:val="000D5C61"/>
    <w:rsid w:val="000D6A08"/>
    <w:rsid w:val="000E12D6"/>
    <w:rsid w:val="000F18E2"/>
    <w:rsid w:val="000F567B"/>
    <w:rsid w:val="000F7884"/>
    <w:rsid w:val="00113CC6"/>
    <w:rsid w:val="00115965"/>
    <w:rsid w:val="00115AEB"/>
    <w:rsid w:val="00121D6C"/>
    <w:rsid w:val="001247F2"/>
    <w:rsid w:val="00124DB7"/>
    <w:rsid w:val="001260C3"/>
    <w:rsid w:val="0013203B"/>
    <w:rsid w:val="00136062"/>
    <w:rsid w:val="00137F88"/>
    <w:rsid w:val="00141597"/>
    <w:rsid w:val="00141671"/>
    <w:rsid w:val="001502EC"/>
    <w:rsid w:val="00150B73"/>
    <w:rsid w:val="0015100D"/>
    <w:rsid w:val="001705FC"/>
    <w:rsid w:val="0017355F"/>
    <w:rsid w:val="00173DA0"/>
    <w:rsid w:val="00183882"/>
    <w:rsid w:val="00183AFB"/>
    <w:rsid w:val="001927C8"/>
    <w:rsid w:val="001B5312"/>
    <w:rsid w:val="001C611C"/>
    <w:rsid w:val="001D47AC"/>
    <w:rsid w:val="001D7A2B"/>
    <w:rsid w:val="001E2B7E"/>
    <w:rsid w:val="001E30D9"/>
    <w:rsid w:val="001E352E"/>
    <w:rsid w:val="001E6508"/>
    <w:rsid w:val="001E7282"/>
    <w:rsid w:val="001F7E84"/>
    <w:rsid w:val="00201302"/>
    <w:rsid w:val="002028CA"/>
    <w:rsid w:val="00204305"/>
    <w:rsid w:val="00204C11"/>
    <w:rsid w:val="00205179"/>
    <w:rsid w:val="00205EE4"/>
    <w:rsid w:val="002136D5"/>
    <w:rsid w:val="00221997"/>
    <w:rsid w:val="00222E66"/>
    <w:rsid w:val="00223F96"/>
    <w:rsid w:val="00232BFC"/>
    <w:rsid w:val="00240524"/>
    <w:rsid w:val="00244F79"/>
    <w:rsid w:val="00251FBA"/>
    <w:rsid w:val="00252A04"/>
    <w:rsid w:val="00252A3D"/>
    <w:rsid w:val="00255B88"/>
    <w:rsid w:val="00256175"/>
    <w:rsid w:val="00260477"/>
    <w:rsid w:val="00270F0F"/>
    <w:rsid w:val="002714CF"/>
    <w:rsid w:val="002773C6"/>
    <w:rsid w:val="00291F1A"/>
    <w:rsid w:val="00292AC4"/>
    <w:rsid w:val="00293B60"/>
    <w:rsid w:val="00295433"/>
    <w:rsid w:val="002A05BB"/>
    <w:rsid w:val="002A7D81"/>
    <w:rsid w:val="002B2B98"/>
    <w:rsid w:val="002B7072"/>
    <w:rsid w:val="002C2256"/>
    <w:rsid w:val="002C4755"/>
    <w:rsid w:val="002D0FC0"/>
    <w:rsid w:val="002D18E6"/>
    <w:rsid w:val="002E0CAF"/>
    <w:rsid w:val="002E4E6E"/>
    <w:rsid w:val="002E6B3C"/>
    <w:rsid w:val="002F2285"/>
    <w:rsid w:val="002F39EF"/>
    <w:rsid w:val="002F3D39"/>
    <w:rsid w:val="002F501D"/>
    <w:rsid w:val="002F6DD6"/>
    <w:rsid w:val="00301343"/>
    <w:rsid w:val="00302D83"/>
    <w:rsid w:val="003051D0"/>
    <w:rsid w:val="0031175A"/>
    <w:rsid w:val="00312F44"/>
    <w:rsid w:val="00314BDB"/>
    <w:rsid w:val="00322A52"/>
    <w:rsid w:val="00325DDB"/>
    <w:rsid w:val="003263EB"/>
    <w:rsid w:val="00326DB2"/>
    <w:rsid w:val="003275AD"/>
    <w:rsid w:val="003352A9"/>
    <w:rsid w:val="00342FD2"/>
    <w:rsid w:val="00347EB0"/>
    <w:rsid w:val="003517AB"/>
    <w:rsid w:val="003608F2"/>
    <w:rsid w:val="00361059"/>
    <w:rsid w:val="0036581F"/>
    <w:rsid w:val="00374F04"/>
    <w:rsid w:val="00381D49"/>
    <w:rsid w:val="0038257D"/>
    <w:rsid w:val="00390A36"/>
    <w:rsid w:val="00393668"/>
    <w:rsid w:val="00396C19"/>
    <w:rsid w:val="003A5DFC"/>
    <w:rsid w:val="003C0626"/>
    <w:rsid w:val="003C5465"/>
    <w:rsid w:val="003D04E0"/>
    <w:rsid w:val="003D3BD1"/>
    <w:rsid w:val="003E3F0D"/>
    <w:rsid w:val="003E6505"/>
    <w:rsid w:val="00401F87"/>
    <w:rsid w:val="004023E3"/>
    <w:rsid w:val="004200F9"/>
    <w:rsid w:val="00420F9D"/>
    <w:rsid w:val="00425B9A"/>
    <w:rsid w:val="00430A18"/>
    <w:rsid w:val="004352F7"/>
    <w:rsid w:val="0044018D"/>
    <w:rsid w:val="004414F7"/>
    <w:rsid w:val="0044511E"/>
    <w:rsid w:val="004525F6"/>
    <w:rsid w:val="00455390"/>
    <w:rsid w:val="004604DB"/>
    <w:rsid w:val="004635FE"/>
    <w:rsid w:val="00471193"/>
    <w:rsid w:val="004721DE"/>
    <w:rsid w:val="0047235C"/>
    <w:rsid w:val="00480556"/>
    <w:rsid w:val="00481DDC"/>
    <w:rsid w:val="00482542"/>
    <w:rsid w:val="00483FF7"/>
    <w:rsid w:val="00490129"/>
    <w:rsid w:val="004908D0"/>
    <w:rsid w:val="00492E6C"/>
    <w:rsid w:val="004A00EE"/>
    <w:rsid w:val="004A166B"/>
    <w:rsid w:val="004A3C8D"/>
    <w:rsid w:val="004C12BD"/>
    <w:rsid w:val="004D0C1D"/>
    <w:rsid w:val="004D4453"/>
    <w:rsid w:val="004D77A1"/>
    <w:rsid w:val="004E089A"/>
    <w:rsid w:val="004E5A52"/>
    <w:rsid w:val="004F0A4D"/>
    <w:rsid w:val="005008AC"/>
    <w:rsid w:val="00514F67"/>
    <w:rsid w:val="00515C27"/>
    <w:rsid w:val="00517A5C"/>
    <w:rsid w:val="00527B48"/>
    <w:rsid w:val="00527CCA"/>
    <w:rsid w:val="00532698"/>
    <w:rsid w:val="00533E07"/>
    <w:rsid w:val="00536D53"/>
    <w:rsid w:val="005432B4"/>
    <w:rsid w:val="0054722D"/>
    <w:rsid w:val="00550177"/>
    <w:rsid w:val="00554653"/>
    <w:rsid w:val="00556B05"/>
    <w:rsid w:val="00564944"/>
    <w:rsid w:val="00567188"/>
    <w:rsid w:val="00570125"/>
    <w:rsid w:val="005702DC"/>
    <w:rsid w:val="0057181C"/>
    <w:rsid w:val="00573A7E"/>
    <w:rsid w:val="00574AB5"/>
    <w:rsid w:val="0058211C"/>
    <w:rsid w:val="00584122"/>
    <w:rsid w:val="00590AB3"/>
    <w:rsid w:val="005911FD"/>
    <w:rsid w:val="00592142"/>
    <w:rsid w:val="00592846"/>
    <w:rsid w:val="00595172"/>
    <w:rsid w:val="005960B8"/>
    <w:rsid w:val="00596BBB"/>
    <w:rsid w:val="005A2842"/>
    <w:rsid w:val="005B45F9"/>
    <w:rsid w:val="005C0347"/>
    <w:rsid w:val="005C73DE"/>
    <w:rsid w:val="005E03FA"/>
    <w:rsid w:val="005F4288"/>
    <w:rsid w:val="005F455F"/>
    <w:rsid w:val="00600700"/>
    <w:rsid w:val="0060358A"/>
    <w:rsid w:val="006065A6"/>
    <w:rsid w:val="006121BE"/>
    <w:rsid w:val="00636390"/>
    <w:rsid w:val="00646BB2"/>
    <w:rsid w:val="00650DBA"/>
    <w:rsid w:val="00650E8F"/>
    <w:rsid w:val="00663213"/>
    <w:rsid w:val="0066451A"/>
    <w:rsid w:val="00687257"/>
    <w:rsid w:val="00692389"/>
    <w:rsid w:val="00692C1B"/>
    <w:rsid w:val="00697343"/>
    <w:rsid w:val="006A1F90"/>
    <w:rsid w:val="006A5D71"/>
    <w:rsid w:val="006E39D1"/>
    <w:rsid w:val="006E6CC5"/>
    <w:rsid w:val="006F52CA"/>
    <w:rsid w:val="006F7510"/>
    <w:rsid w:val="00714133"/>
    <w:rsid w:val="00733072"/>
    <w:rsid w:val="00733116"/>
    <w:rsid w:val="0073415A"/>
    <w:rsid w:val="00734851"/>
    <w:rsid w:val="007566B1"/>
    <w:rsid w:val="00764A3C"/>
    <w:rsid w:val="0076777E"/>
    <w:rsid w:val="007701DD"/>
    <w:rsid w:val="00771F19"/>
    <w:rsid w:val="00786E46"/>
    <w:rsid w:val="007A4B4A"/>
    <w:rsid w:val="007C0A21"/>
    <w:rsid w:val="007C3F21"/>
    <w:rsid w:val="007D15DB"/>
    <w:rsid w:val="007E16F1"/>
    <w:rsid w:val="00806B3D"/>
    <w:rsid w:val="008079AA"/>
    <w:rsid w:val="00810CBF"/>
    <w:rsid w:val="0081166D"/>
    <w:rsid w:val="008121B0"/>
    <w:rsid w:val="008125C1"/>
    <w:rsid w:val="008129E4"/>
    <w:rsid w:val="00814114"/>
    <w:rsid w:val="0082018A"/>
    <w:rsid w:val="008245D8"/>
    <w:rsid w:val="0083091F"/>
    <w:rsid w:val="0083093E"/>
    <w:rsid w:val="00834582"/>
    <w:rsid w:val="00853B7F"/>
    <w:rsid w:val="00854A18"/>
    <w:rsid w:val="00857D83"/>
    <w:rsid w:val="00861D76"/>
    <w:rsid w:val="00862761"/>
    <w:rsid w:val="008644C2"/>
    <w:rsid w:val="0087478A"/>
    <w:rsid w:val="008772F5"/>
    <w:rsid w:val="00880AC8"/>
    <w:rsid w:val="008904B2"/>
    <w:rsid w:val="008A2922"/>
    <w:rsid w:val="008A704B"/>
    <w:rsid w:val="008A72A8"/>
    <w:rsid w:val="008B6648"/>
    <w:rsid w:val="008C308B"/>
    <w:rsid w:val="008C4F0B"/>
    <w:rsid w:val="008C5613"/>
    <w:rsid w:val="008C5A58"/>
    <w:rsid w:val="008D0221"/>
    <w:rsid w:val="008D2EAC"/>
    <w:rsid w:val="008D4474"/>
    <w:rsid w:val="008D7D33"/>
    <w:rsid w:val="008E57D8"/>
    <w:rsid w:val="00904651"/>
    <w:rsid w:val="0091489D"/>
    <w:rsid w:val="00914DDF"/>
    <w:rsid w:val="0091614F"/>
    <w:rsid w:val="00916897"/>
    <w:rsid w:val="00917891"/>
    <w:rsid w:val="00920BC6"/>
    <w:rsid w:val="009221B6"/>
    <w:rsid w:val="009254A4"/>
    <w:rsid w:val="009339D2"/>
    <w:rsid w:val="00936C10"/>
    <w:rsid w:val="00940950"/>
    <w:rsid w:val="00942944"/>
    <w:rsid w:val="0095189A"/>
    <w:rsid w:val="009519A6"/>
    <w:rsid w:val="0095442E"/>
    <w:rsid w:val="009609D8"/>
    <w:rsid w:val="0096651E"/>
    <w:rsid w:val="009671A2"/>
    <w:rsid w:val="009717D2"/>
    <w:rsid w:val="00977C44"/>
    <w:rsid w:val="009817E9"/>
    <w:rsid w:val="009838C1"/>
    <w:rsid w:val="00991777"/>
    <w:rsid w:val="00992DE4"/>
    <w:rsid w:val="009A18EA"/>
    <w:rsid w:val="009B5B08"/>
    <w:rsid w:val="009C2121"/>
    <w:rsid w:val="009C2E21"/>
    <w:rsid w:val="009C5B20"/>
    <w:rsid w:val="009D0790"/>
    <w:rsid w:val="009D1083"/>
    <w:rsid w:val="009D384E"/>
    <w:rsid w:val="009E1565"/>
    <w:rsid w:val="009E17FC"/>
    <w:rsid w:val="009F15E8"/>
    <w:rsid w:val="009F3F66"/>
    <w:rsid w:val="009F6AF4"/>
    <w:rsid w:val="009F7998"/>
    <w:rsid w:val="00A02A4E"/>
    <w:rsid w:val="00A034AA"/>
    <w:rsid w:val="00A037A2"/>
    <w:rsid w:val="00A03FB6"/>
    <w:rsid w:val="00A07F75"/>
    <w:rsid w:val="00A12205"/>
    <w:rsid w:val="00A16265"/>
    <w:rsid w:val="00A178E8"/>
    <w:rsid w:val="00A17EF4"/>
    <w:rsid w:val="00A24E91"/>
    <w:rsid w:val="00A36F1C"/>
    <w:rsid w:val="00A40B9D"/>
    <w:rsid w:val="00A448CD"/>
    <w:rsid w:val="00A70855"/>
    <w:rsid w:val="00A821E9"/>
    <w:rsid w:val="00A86CC2"/>
    <w:rsid w:val="00A91DC6"/>
    <w:rsid w:val="00A94140"/>
    <w:rsid w:val="00A9505C"/>
    <w:rsid w:val="00A96CBA"/>
    <w:rsid w:val="00A97F4D"/>
    <w:rsid w:val="00AA3808"/>
    <w:rsid w:val="00AA3A46"/>
    <w:rsid w:val="00AA4678"/>
    <w:rsid w:val="00AA6185"/>
    <w:rsid w:val="00AB7729"/>
    <w:rsid w:val="00AC2A6B"/>
    <w:rsid w:val="00AC33E8"/>
    <w:rsid w:val="00AD6ED4"/>
    <w:rsid w:val="00AD7BA5"/>
    <w:rsid w:val="00B01A8D"/>
    <w:rsid w:val="00B01C9C"/>
    <w:rsid w:val="00B04097"/>
    <w:rsid w:val="00B05060"/>
    <w:rsid w:val="00B05568"/>
    <w:rsid w:val="00B077E4"/>
    <w:rsid w:val="00B079D1"/>
    <w:rsid w:val="00B164EF"/>
    <w:rsid w:val="00B256C4"/>
    <w:rsid w:val="00B31A3D"/>
    <w:rsid w:val="00B41D6D"/>
    <w:rsid w:val="00B4248C"/>
    <w:rsid w:val="00B44975"/>
    <w:rsid w:val="00B44BFB"/>
    <w:rsid w:val="00B47059"/>
    <w:rsid w:val="00B548CB"/>
    <w:rsid w:val="00B71279"/>
    <w:rsid w:val="00B74E08"/>
    <w:rsid w:val="00B76578"/>
    <w:rsid w:val="00B84D07"/>
    <w:rsid w:val="00B86113"/>
    <w:rsid w:val="00B865A0"/>
    <w:rsid w:val="00B94D2D"/>
    <w:rsid w:val="00B97137"/>
    <w:rsid w:val="00BA0AEA"/>
    <w:rsid w:val="00BA5DC6"/>
    <w:rsid w:val="00BA6466"/>
    <w:rsid w:val="00BC2AB0"/>
    <w:rsid w:val="00BC5C53"/>
    <w:rsid w:val="00BC7580"/>
    <w:rsid w:val="00BE3DF8"/>
    <w:rsid w:val="00BE41CB"/>
    <w:rsid w:val="00BE741D"/>
    <w:rsid w:val="00BF1E3C"/>
    <w:rsid w:val="00C02FA1"/>
    <w:rsid w:val="00C111A3"/>
    <w:rsid w:val="00C11C9A"/>
    <w:rsid w:val="00C120B9"/>
    <w:rsid w:val="00C2292A"/>
    <w:rsid w:val="00C23CE8"/>
    <w:rsid w:val="00C244F0"/>
    <w:rsid w:val="00C31207"/>
    <w:rsid w:val="00C35F5E"/>
    <w:rsid w:val="00C37ECB"/>
    <w:rsid w:val="00C40365"/>
    <w:rsid w:val="00C43E5D"/>
    <w:rsid w:val="00C5141C"/>
    <w:rsid w:val="00C572BA"/>
    <w:rsid w:val="00C60BFE"/>
    <w:rsid w:val="00C6656B"/>
    <w:rsid w:val="00C6769B"/>
    <w:rsid w:val="00C70D30"/>
    <w:rsid w:val="00C808F8"/>
    <w:rsid w:val="00C83326"/>
    <w:rsid w:val="00C9330F"/>
    <w:rsid w:val="00C968D9"/>
    <w:rsid w:val="00CA229D"/>
    <w:rsid w:val="00CB2C10"/>
    <w:rsid w:val="00CB4190"/>
    <w:rsid w:val="00CB66A3"/>
    <w:rsid w:val="00CB7ACB"/>
    <w:rsid w:val="00CC53F9"/>
    <w:rsid w:val="00CC6DB6"/>
    <w:rsid w:val="00CD087E"/>
    <w:rsid w:val="00CD7AC9"/>
    <w:rsid w:val="00CE3511"/>
    <w:rsid w:val="00CF1B73"/>
    <w:rsid w:val="00D015CC"/>
    <w:rsid w:val="00D04418"/>
    <w:rsid w:val="00D04FEE"/>
    <w:rsid w:val="00D132BE"/>
    <w:rsid w:val="00D135D9"/>
    <w:rsid w:val="00D166C1"/>
    <w:rsid w:val="00D242A2"/>
    <w:rsid w:val="00D30494"/>
    <w:rsid w:val="00D32E8E"/>
    <w:rsid w:val="00D3533D"/>
    <w:rsid w:val="00D367B3"/>
    <w:rsid w:val="00D40AC0"/>
    <w:rsid w:val="00D4592C"/>
    <w:rsid w:val="00D45B63"/>
    <w:rsid w:val="00D537AF"/>
    <w:rsid w:val="00D631DC"/>
    <w:rsid w:val="00D64576"/>
    <w:rsid w:val="00D67416"/>
    <w:rsid w:val="00D70B36"/>
    <w:rsid w:val="00D74E3B"/>
    <w:rsid w:val="00D75BFC"/>
    <w:rsid w:val="00D76751"/>
    <w:rsid w:val="00D8189A"/>
    <w:rsid w:val="00D82546"/>
    <w:rsid w:val="00D90B8C"/>
    <w:rsid w:val="00D90D02"/>
    <w:rsid w:val="00D90F41"/>
    <w:rsid w:val="00DA1598"/>
    <w:rsid w:val="00DA2CC6"/>
    <w:rsid w:val="00DA5A37"/>
    <w:rsid w:val="00DB1800"/>
    <w:rsid w:val="00DB1E41"/>
    <w:rsid w:val="00DB2C27"/>
    <w:rsid w:val="00DB51E8"/>
    <w:rsid w:val="00DB5E14"/>
    <w:rsid w:val="00DB746D"/>
    <w:rsid w:val="00DC1643"/>
    <w:rsid w:val="00DD0D5B"/>
    <w:rsid w:val="00DD32EF"/>
    <w:rsid w:val="00DE38F7"/>
    <w:rsid w:val="00DE4DEB"/>
    <w:rsid w:val="00DE6235"/>
    <w:rsid w:val="00DF2CC6"/>
    <w:rsid w:val="00DF6994"/>
    <w:rsid w:val="00E000C0"/>
    <w:rsid w:val="00E10860"/>
    <w:rsid w:val="00E12EF8"/>
    <w:rsid w:val="00E13554"/>
    <w:rsid w:val="00E13F92"/>
    <w:rsid w:val="00E15ED4"/>
    <w:rsid w:val="00E17286"/>
    <w:rsid w:val="00E2377F"/>
    <w:rsid w:val="00E26337"/>
    <w:rsid w:val="00E332E9"/>
    <w:rsid w:val="00E353D6"/>
    <w:rsid w:val="00E43825"/>
    <w:rsid w:val="00E44A24"/>
    <w:rsid w:val="00E4534E"/>
    <w:rsid w:val="00E5631D"/>
    <w:rsid w:val="00E57479"/>
    <w:rsid w:val="00E60766"/>
    <w:rsid w:val="00E84649"/>
    <w:rsid w:val="00E94BD7"/>
    <w:rsid w:val="00E94E80"/>
    <w:rsid w:val="00EA2079"/>
    <w:rsid w:val="00EA35E6"/>
    <w:rsid w:val="00EB4071"/>
    <w:rsid w:val="00EB569F"/>
    <w:rsid w:val="00EC2C16"/>
    <w:rsid w:val="00EC40DB"/>
    <w:rsid w:val="00ED08B2"/>
    <w:rsid w:val="00ED44B5"/>
    <w:rsid w:val="00ED4ADA"/>
    <w:rsid w:val="00EE20B2"/>
    <w:rsid w:val="00F111E7"/>
    <w:rsid w:val="00F150B2"/>
    <w:rsid w:val="00F22F11"/>
    <w:rsid w:val="00F2632E"/>
    <w:rsid w:val="00F26402"/>
    <w:rsid w:val="00F405B9"/>
    <w:rsid w:val="00F55486"/>
    <w:rsid w:val="00F559C4"/>
    <w:rsid w:val="00F743EC"/>
    <w:rsid w:val="00F74A35"/>
    <w:rsid w:val="00F930BC"/>
    <w:rsid w:val="00FA0BCA"/>
    <w:rsid w:val="00FB415C"/>
    <w:rsid w:val="00FC0983"/>
    <w:rsid w:val="00FC2F70"/>
    <w:rsid w:val="00FC57BB"/>
    <w:rsid w:val="00FD3556"/>
    <w:rsid w:val="00FE350A"/>
    <w:rsid w:val="00FF1F73"/>
    <w:rsid w:val="00FF2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700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D0D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D0D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671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1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1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1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1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7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67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113</TotalTime>
  <Pages>4</Pages>
  <Words>1382</Words>
  <Characters>7884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02ARM23T047</dc:creator>
  <cp:keywords/>
  <dc:description/>
  <cp:lastModifiedBy>Admin</cp:lastModifiedBy>
  <cp:revision>17</cp:revision>
  <cp:lastPrinted>2014-10-29T10:47:00Z</cp:lastPrinted>
  <dcterms:created xsi:type="dcterms:W3CDTF">2014-06-24T07:08:00Z</dcterms:created>
  <dcterms:modified xsi:type="dcterms:W3CDTF">2014-11-14T08:38:00Z</dcterms:modified>
</cp:coreProperties>
</file>