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7E" w:rsidRPr="00A51F58" w:rsidRDefault="00B8667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667E" w:rsidRPr="00A51F58" w:rsidRDefault="00B8667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8667E" w:rsidRDefault="00B8667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</w:t>
      </w:r>
      <w:r>
        <w:rPr>
          <w:rFonts w:ascii="Times New Roman" w:hAnsi="Times New Roman" w:cs="Times New Roman"/>
          <w:sz w:val="28"/>
          <w:szCs w:val="28"/>
        </w:rPr>
        <w:t xml:space="preserve">лицам, достигшим возраста </w:t>
      </w:r>
      <w:r w:rsidRPr="00516E19">
        <w:rPr>
          <w:rFonts w:ascii="Times New Roman" w:hAnsi="Times New Roman" w:cs="Times New Roman"/>
          <w:sz w:val="28"/>
          <w:szCs w:val="28"/>
        </w:rPr>
        <w:t xml:space="preserve"> 16-ти лет»</w:t>
      </w:r>
    </w:p>
    <w:p w:rsidR="00B8667E" w:rsidRPr="00A51F58" w:rsidRDefault="00B8667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3E3234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сельского поселения Темрюкского района </w:t>
      </w:r>
    </w:p>
    <w:p w:rsidR="00B8667E" w:rsidRDefault="00B8667E" w:rsidP="003E3234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Хаджиди </w:t>
      </w:r>
    </w:p>
    <w:p w:rsidR="00B8667E" w:rsidRDefault="00B8667E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B8667E" w:rsidRDefault="00B8667E" w:rsidP="00077B3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</w:t>
      </w:r>
    </w:p>
    <w:p w:rsidR="00B8667E" w:rsidRPr="00625453" w:rsidRDefault="00B8667E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>ст./пос._________________________</w:t>
      </w:r>
    </w:p>
    <w:p w:rsidR="00B8667E" w:rsidRPr="00C10D19" w:rsidRDefault="00B8667E" w:rsidP="00077B3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>ул./пер.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_________________________</w:t>
      </w:r>
    </w:p>
    <w:p w:rsidR="00B8667E" w:rsidRDefault="00B8667E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</w:t>
      </w: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5453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моей несовершен-нолетней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25453">
        <w:rPr>
          <w:rFonts w:ascii="Times New Roman" w:hAnsi="Times New Roman" w:cs="Times New Roman"/>
          <w:sz w:val="28"/>
          <w:szCs w:val="28"/>
        </w:rPr>
        <w:t>дочер</w:t>
      </w:r>
      <w:r>
        <w:rPr>
          <w:rFonts w:ascii="Times New Roman" w:hAnsi="Times New Roman" w:cs="Times New Roman"/>
          <w:sz w:val="28"/>
          <w:szCs w:val="28"/>
        </w:rPr>
        <w:t>и __________________________, _____________________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8667E" w:rsidRPr="00625453" w:rsidRDefault="00B8667E" w:rsidP="00077B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(число, месяц)</w:t>
      </w:r>
    </w:p>
    <w:p w:rsidR="00B8667E" w:rsidRDefault="00B8667E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рождения, с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8667E" w:rsidRDefault="00B8667E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67E" w:rsidRDefault="00B8667E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они находятся в </w:t>
      </w:r>
    </w:p>
    <w:p w:rsidR="00B8667E" w:rsidRPr="00625453" w:rsidRDefault="00B8667E" w:rsidP="00077B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B8667E" w:rsidRPr="00625453" w:rsidRDefault="00B8667E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фактически брачных отношениях и ожидают рождение ребенка. </w:t>
      </w: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Pr="00625453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 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подпись              расшифровка</w:t>
      </w: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Pr="00625453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 w:cs="Times New Roman"/>
          <w:sz w:val="28"/>
          <w:szCs w:val="28"/>
        </w:rPr>
        <w:t xml:space="preserve">                 ___________   </w:t>
      </w:r>
      <w:r w:rsidRPr="00625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8667E" w:rsidRPr="00670476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667E" w:rsidRPr="00434107" w:rsidRDefault="00B8667E" w:rsidP="00077B3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B8667E" w:rsidRPr="00670476" w:rsidRDefault="00B8667E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 администрации  Вышестеблиевского сельского поселения  Темрюкского района ___________________________</w:t>
      </w:r>
    </w:p>
    <w:p w:rsidR="00B8667E" w:rsidRDefault="00B8667E"/>
    <w:p w:rsidR="00B8667E" w:rsidRDefault="00B8667E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B8667E" w:rsidRDefault="00B8667E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B8667E" w:rsidRDefault="00B8667E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8667E" w:rsidRDefault="00B8667E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Бедакова </w:t>
      </w:r>
    </w:p>
    <w:p w:rsidR="00B8667E" w:rsidRDefault="00B8667E" w:rsidP="001E16E8">
      <w:pPr>
        <w:pStyle w:val="NoSpacing"/>
      </w:pPr>
    </w:p>
    <w:sectPr w:rsidR="00B8667E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2FE0"/>
    <w:rsid w:val="00077B3E"/>
    <w:rsid w:val="00090A8A"/>
    <w:rsid w:val="00106EC5"/>
    <w:rsid w:val="00156624"/>
    <w:rsid w:val="001E16E8"/>
    <w:rsid w:val="001F2DA3"/>
    <w:rsid w:val="0027193C"/>
    <w:rsid w:val="002E4B3F"/>
    <w:rsid w:val="003E3234"/>
    <w:rsid w:val="00434107"/>
    <w:rsid w:val="004F3E4B"/>
    <w:rsid w:val="00512474"/>
    <w:rsid w:val="00516E19"/>
    <w:rsid w:val="00576E88"/>
    <w:rsid w:val="00625453"/>
    <w:rsid w:val="00655F3F"/>
    <w:rsid w:val="00670476"/>
    <w:rsid w:val="00723245"/>
    <w:rsid w:val="008543BC"/>
    <w:rsid w:val="008554CB"/>
    <w:rsid w:val="008B4403"/>
    <w:rsid w:val="009600CA"/>
    <w:rsid w:val="00985407"/>
    <w:rsid w:val="009B0A0D"/>
    <w:rsid w:val="009C2D9B"/>
    <w:rsid w:val="009C498F"/>
    <w:rsid w:val="00A51F58"/>
    <w:rsid w:val="00B8667E"/>
    <w:rsid w:val="00C10D19"/>
    <w:rsid w:val="00D217F6"/>
    <w:rsid w:val="00D80ADB"/>
    <w:rsid w:val="00E1355E"/>
    <w:rsid w:val="00E74FB5"/>
    <w:rsid w:val="00E8402B"/>
    <w:rsid w:val="00E91DAD"/>
    <w:rsid w:val="00F9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A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251</Words>
  <Characters>1436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17</cp:revision>
  <dcterms:created xsi:type="dcterms:W3CDTF">2011-05-31T12:55:00Z</dcterms:created>
  <dcterms:modified xsi:type="dcterms:W3CDTF">2014-10-23T06:50:00Z</dcterms:modified>
</cp:coreProperties>
</file>