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2" w:rsidRDefault="00075422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5" o:title=""/>
          </v:shape>
        </w:pict>
      </w:r>
    </w:p>
    <w:p w:rsidR="00075422" w:rsidRDefault="00075422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ВЫШЕСТЕБЛИЕВСКОГО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СЕЛЬСКОГО ПОСЕЛЕНИЯ ТЕМРЮКСКОГО РАЙОНА</w:t>
      </w:r>
    </w:p>
    <w:p w:rsidR="00075422" w:rsidRPr="003C1A31" w:rsidRDefault="00075422" w:rsidP="0016742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075422" w:rsidRPr="003C1A31" w:rsidRDefault="00075422" w:rsidP="00167428">
      <w:pPr>
        <w:keepNext/>
        <w:shd w:val="clear" w:color="auto" w:fill="FFFFFF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spacing w:after="0" w:line="252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</w:pPr>
      <w:r w:rsidRPr="003C1A31"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  <w:t>ПОСТАНОВЛЕНИЕ</w:t>
      </w:r>
    </w:p>
    <w:p w:rsidR="00075422" w:rsidRDefault="00075422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rFonts w:ascii="Times New Roman" w:hAnsi="Times New Roman" w:cs="Times New Roman"/>
          <w:kern w:val="16"/>
          <w:sz w:val="20"/>
          <w:szCs w:val="20"/>
          <w:lang w:eastAsia="ru-RU"/>
        </w:rPr>
      </w:pPr>
    </w:p>
    <w:p w:rsidR="00075422" w:rsidRDefault="00075422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от 09.10.2014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         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191</w:t>
      </w:r>
    </w:p>
    <w:p w:rsidR="00075422" w:rsidRPr="003A6652" w:rsidRDefault="00075422" w:rsidP="0016742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A6652">
        <w:rPr>
          <w:rFonts w:ascii="Times New Roman" w:hAnsi="Times New Roman" w:cs="Times New Roman"/>
          <w:kern w:val="16"/>
          <w:sz w:val="28"/>
          <w:szCs w:val="28"/>
          <w:lang w:eastAsia="ru-RU"/>
        </w:rPr>
        <w:t>станица Вышестеблиевская</w:t>
      </w:r>
    </w:p>
    <w:p w:rsidR="00075422" w:rsidRPr="003C1A31" w:rsidRDefault="00075422" w:rsidP="003A6652">
      <w:pPr>
        <w:tabs>
          <w:tab w:val="left" w:pos="140"/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075422" w:rsidRPr="00DC3D2F" w:rsidRDefault="00075422" w:rsidP="003A6652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О мерах по обеспечению бесперебойного и безопасного движения автомобильного транспорта в зимний период 2014-2015 годов на территории Вышестеблиевского сельского поселения Темрюкского района</w:t>
      </w:r>
    </w:p>
    <w:p w:rsidR="00075422" w:rsidRPr="003C1A31" w:rsidRDefault="00075422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075422" w:rsidRPr="003C1A31" w:rsidRDefault="00075422" w:rsidP="003B5C5E">
      <w:pPr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В целях обеспечения бесперебойного и безопасного движения автомобильного транспорта, своевременного обслуживания всех отраслей хозяйственного комплекса и обслуживания населения 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п о с т а н о в л я ю:</w:t>
      </w:r>
    </w:p>
    <w:p w:rsidR="00075422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5C5E">
        <w:rPr>
          <w:rFonts w:ascii="Times New Roman" w:hAnsi="Times New Roman" w:cs="Times New Roman"/>
          <w:kern w:val="16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Заместителю главы Вышестеблиевского сельского поселения Темрюкского района Н.Д. Шевченко:</w:t>
      </w:r>
    </w:p>
    <w:p w:rsidR="00075422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а)  обеспечить  подготовку и заключение договоров с  хозяйствующими субъектами на территории Вышестеблиевского сельского поселения Темрюкского района по привлечению рабочей силы и механизмов на выполнение мероприятий по очистке дорог от снега;</w:t>
      </w:r>
    </w:p>
    <w:p w:rsidR="00075422" w:rsidRDefault="00075422" w:rsidP="007D65D3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б) разработать механизмы оперативного  взаимодействия со всеми службами в вопросах выявления и устранения снежных заносов и  скользкости на автодорогах, обеспечить оперативных дежурных всеми средствами  связи, номерами телефонов, разработать мероприятия по оперативному оповещению руководителей оперативных служб и населения поселения.</w:t>
      </w:r>
    </w:p>
    <w:p w:rsidR="00075422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2. Директору муниципального унитарного предприятия «ЖКХ-Комфорт» В.В. Нечай  принять меры  к созданию мобильного механизированного отряда для расчистки дорог и создать необходимый запас противогололедных реагентов в количестве 80 т, а также запасы горюче-смазочных материалов.</w:t>
      </w:r>
    </w:p>
    <w:p w:rsidR="00075422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3. Рекомендовать жителям поселения для обеспечения своевременной очистки снежных заносов  индивидуальных домовладений и многоквартирных домов иметь необходимый инвентарь  для расчистки  дворов, а также запасы реагентов  (песок, щебень, окол, угольная крошка) для подсыпки дорожек и тротуаров.</w:t>
      </w:r>
    </w:p>
    <w:p w:rsidR="00075422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4. Контроль за выполнением настоящего постановления оставляю за собой.</w:t>
      </w:r>
    </w:p>
    <w:p w:rsidR="00075422" w:rsidRPr="00DC3D2F" w:rsidRDefault="00075422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5. Постановление вступает в силу со дня его подписания.</w:t>
      </w:r>
    </w:p>
    <w:p w:rsidR="00075422" w:rsidRPr="003B3869" w:rsidRDefault="00075422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075422" w:rsidRPr="00D00B80" w:rsidRDefault="00075422" w:rsidP="00D0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Глава Вышестеблиевского</w:t>
      </w:r>
    </w:p>
    <w:p w:rsidR="00075422" w:rsidRPr="00D00B80" w:rsidRDefault="00075422" w:rsidP="00D0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сельского поселения</w:t>
      </w:r>
    </w:p>
    <w:p w:rsidR="00075422" w:rsidRPr="003C1A31" w:rsidRDefault="00075422" w:rsidP="00A67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Темрюкского района                                                                             П.К. Хаджиди</w:t>
      </w:r>
    </w:p>
    <w:p w:rsidR="00075422" w:rsidRDefault="00075422"/>
    <w:sectPr w:rsidR="00075422" w:rsidSect="00167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94C03"/>
    <w:multiLevelType w:val="hybridMultilevel"/>
    <w:tmpl w:val="A7B432A4"/>
    <w:lvl w:ilvl="0" w:tplc="29A040C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261"/>
    <w:rsid w:val="00040E6C"/>
    <w:rsid w:val="000523A7"/>
    <w:rsid w:val="00075422"/>
    <w:rsid w:val="00154212"/>
    <w:rsid w:val="00167428"/>
    <w:rsid w:val="00187D6F"/>
    <w:rsid w:val="001C04EC"/>
    <w:rsid w:val="002729D5"/>
    <w:rsid w:val="002A7AE8"/>
    <w:rsid w:val="002C139D"/>
    <w:rsid w:val="002D5FC0"/>
    <w:rsid w:val="0030409D"/>
    <w:rsid w:val="003761C9"/>
    <w:rsid w:val="003A6652"/>
    <w:rsid w:val="003B3869"/>
    <w:rsid w:val="003B5C5E"/>
    <w:rsid w:val="003C1A31"/>
    <w:rsid w:val="003E43BB"/>
    <w:rsid w:val="003E58CA"/>
    <w:rsid w:val="00445619"/>
    <w:rsid w:val="004812A6"/>
    <w:rsid w:val="00533198"/>
    <w:rsid w:val="005E739D"/>
    <w:rsid w:val="006E7D3C"/>
    <w:rsid w:val="006F4F8A"/>
    <w:rsid w:val="007B673E"/>
    <w:rsid w:val="007C10C0"/>
    <w:rsid w:val="007D65D3"/>
    <w:rsid w:val="00800FDC"/>
    <w:rsid w:val="0085375C"/>
    <w:rsid w:val="00855121"/>
    <w:rsid w:val="0088196E"/>
    <w:rsid w:val="0088511C"/>
    <w:rsid w:val="008A425D"/>
    <w:rsid w:val="008A5AAA"/>
    <w:rsid w:val="00916EC8"/>
    <w:rsid w:val="00924146"/>
    <w:rsid w:val="00987989"/>
    <w:rsid w:val="00A26ABD"/>
    <w:rsid w:val="00A341AB"/>
    <w:rsid w:val="00A57C35"/>
    <w:rsid w:val="00A6779B"/>
    <w:rsid w:val="00A73F3A"/>
    <w:rsid w:val="00AD6632"/>
    <w:rsid w:val="00B11A9A"/>
    <w:rsid w:val="00B77E03"/>
    <w:rsid w:val="00BA2261"/>
    <w:rsid w:val="00BA2A33"/>
    <w:rsid w:val="00BF105E"/>
    <w:rsid w:val="00C24294"/>
    <w:rsid w:val="00C96685"/>
    <w:rsid w:val="00CE52B3"/>
    <w:rsid w:val="00CF1A56"/>
    <w:rsid w:val="00D00B80"/>
    <w:rsid w:val="00D3632E"/>
    <w:rsid w:val="00D4520D"/>
    <w:rsid w:val="00D559C7"/>
    <w:rsid w:val="00DC3D2F"/>
    <w:rsid w:val="00E22A58"/>
    <w:rsid w:val="00E45EDE"/>
    <w:rsid w:val="00E539EA"/>
    <w:rsid w:val="00EA149E"/>
    <w:rsid w:val="00F0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A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E739D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">
    <w:name w:val="Цветовое выделение"/>
    <w:uiPriority w:val="99"/>
    <w:rsid w:val="003B5C5E"/>
    <w:rPr>
      <w:b/>
      <w:bCs/>
      <w:color w:val="00008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B6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330</TotalTime>
  <Pages>1</Pages>
  <Words>321</Words>
  <Characters>1832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Admin</cp:lastModifiedBy>
  <cp:revision>34</cp:revision>
  <cp:lastPrinted>2014-10-09T10:00:00Z</cp:lastPrinted>
  <dcterms:created xsi:type="dcterms:W3CDTF">2012-03-26T06:58:00Z</dcterms:created>
  <dcterms:modified xsi:type="dcterms:W3CDTF">2014-10-22T12:45:00Z</dcterms:modified>
</cp:coreProperties>
</file>