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AE5" w:rsidRDefault="006E5AE5" w:rsidP="00167428">
      <w:pPr>
        <w:tabs>
          <w:tab w:val="left" w:pos="2880"/>
        </w:tabs>
        <w:spacing w:after="120" w:line="240" w:lineRule="auto"/>
        <w:jc w:val="center"/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5" o:title=""/>
          </v:shape>
        </w:pict>
      </w:r>
    </w:p>
    <w:p w:rsidR="006E5AE5" w:rsidRDefault="006E5AE5" w:rsidP="00167428">
      <w:pPr>
        <w:tabs>
          <w:tab w:val="left" w:pos="2880"/>
        </w:tabs>
        <w:spacing w:after="120" w:line="240" w:lineRule="auto"/>
        <w:jc w:val="center"/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3C1A31"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АДМИНИСТРАЦИЯ  </w:t>
      </w:r>
      <w:r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>ВЫШЕСТЕБЛИЕВСКОГО</w:t>
      </w:r>
      <w:r w:rsidRPr="003C1A31"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 СЕЛЬСКОГО ПОСЕЛЕНИЯ ТЕМРЮКСКОГО РАЙОНА</w:t>
      </w:r>
    </w:p>
    <w:p w:rsidR="006E5AE5" w:rsidRPr="003C1A31" w:rsidRDefault="006E5AE5" w:rsidP="00167428">
      <w:pPr>
        <w:tabs>
          <w:tab w:val="left" w:pos="28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6E5AE5" w:rsidRPr="003C1A31" w:rsidRDefault="006E5AE5" w:rsidP="00167428">
      <w:pPr>
        <w:keepNext/>
        <w:shd w:val="clear" w:color="auto" w:fill="FFFFFF"/>
        <w:tabs>
          <w:tab w:val="left" w:pos="3240"/>
          <w:tab w:val="left" w:pos="3420"/>
          <w:tab w:val="left" w:pos="4500"/>
          <w:tab w:val="center" w:pos="4820"/>
          <w:tab w:val="left" w:pos="5940"/>
          <w:tab w:val="left" w:pos="6120"/>
          <w:tab w:val="left" w:pos="6300"/>
          <w:tab w:val="left" w:pos="7530"/>
        </w:tabs>
        <w:spacing w:after="0" w:line="252" w:lineRule="exact"/>
        <w:jc w:val="center"/>
        <w:outlineLvl w:val="1"/>
        <w:rPr>
          <w:rFonts w:ascii="Times New Roman" w:hAnsi="Times New Roman" w:cs="Times New Roman"/>
          <w:b/>
          <w:bCs/>
          <w:color w:val="000000"/>
          <w:spacing w:val="6"/>
          <w:sz w:val="32"/>
          <w:szCs w:val="32"/>
          <w:lang w:eastAsia="ru-RU"/>
        </w:rPr>
      </w:pPr>
      <w:r w:rsidRPr="003C1A31">
        <w:rPr>
          <w:rFonts w:ascii="Times New Roman" w:hAnsi="Times New Roman" w:cs="Times New Roman"/>
          <w:b/>
          <w:bCs/>
          <w:color w:val="000000"/>
          <w:spacing w:val="6"/>
          <w:sz w:val="32"/>
          <w:szCs w:val="32"/>
          <w:lang w:eastAsia="ru-RU"/>
        </w:rPr>
        <w:t>ПОСТАНОВЛЕНИЕ</w:t>
      </w:r>
    </w:p>
    <w:p w:rsidR="006E5AE5" w:rsidRDefault="006E5AE5" w:rsidP="00167428">
      <w:pPr>
        <w:tabs>
          <w:tab w:val="left" w:pos="540"/>
          <w:tab w:val="left" w:pos="8460"/>
          <w:tab w:val="left" w:pos="8640"/>
        </w:tabs>
        <w:spacing w:after="0" w:line="240" w:lineRule="auto"/>
        <w:ind w:right="-81"/>
        <w:rPr>
          <w:rFonts w:ascii="Times New Roman" w:hAnsi="Times New Roman" w:cs="Times New Roman"/>
          <w:kern w:val="16"/>
          <w:sz w:val="20"/>
          <w:szCs w:val="20"/>
          <w:lang w:eastAsia="ru-RU"/>
        </w:rPr>
      </w:pPr>
    </w:p>
    <w:p w:rsidR="006E5AE5" w:rsidRDefault="006E5AE5" w:rsidP="00167428">
      <w:pPr>
        <w:tabs>
          <w:tab w:val="left" w:pos="540"/>
          <w:tab w:val="left" w:pos="8460"/>
          <w:tab w:val="left" w:pos="8640"/>
        </w:tabs>
        <w:spacing w:after="0" w:line="240" w:lineRule="auto"/>
        <w:ind w:right="-81"/>
        <w:jc w:val="center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от 08.10.2014             </w:t>
      </w:r>
      <w:r w:rsidRPr="00167428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                                     </w:t>
      </w:r>
      <w:r w:rsidRPr="00167428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           </w:t>
      </w:r>
      <w:r w:rsidRPr="00167428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               №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190</w:t>
      </w:r>
    </w:p>
    <w:p w:rsidR="006E5AE5" w:rsidRPr="001F54E3" w:rsidRDefault="006E5AE5" w:rsidP="00167428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1F54E3">
        <w:rPr>
          <w:rFonts w:ascii="Times New Roman" w:hAnsi="Times New Roman" w:cs="Times New Roman"/>
          <w:kern w:val="16"/>
          <w:sz w:val="28"/>
          <w:szCs w:val="28"/>
          <w:lang w:eastAsia="ru-RU"/>
        </w:rPr>
        <w:t>станица Вышестеблиевская</w:t>
      </w:r>
    </w:p>
    <w:p w:rsidR="006E5AE5" w:rsidRPr="003C1A31" w:rsidRDefault="006E5AE5" w:rsidP="001F54E3">
      <w:pPr>
        <w:tabs>
          <w:tab w:val="left" w:pos="140"/>
          <w:tab w:val="left" w:pos="420"/>
        </w:tabs>
        <w:spacing w:after="0" w:line="240" w:lineRule="auto"/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6E5AE5" w:rsidRDefault="006E5AE5" w:rsidP="00DC3D2F">
      <w:pPr>
        <w:tabs>
          <w:tab w:val="left" w:pos="140"/>
          <w:tab w:val="left" w:pos="4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3C1A31"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Об утверждении акта межведомственной приемочной комиссии по приему завершенных работ по переустройству и перепланировке </w:t>
      </w:r>
      <w:r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квартиры № 3 в многоквартирном жилом доме  </w:t>
      </w:r>
      <w:r w:rsidRPr="003C1A31"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>по адресу:</w:t>
      </w:r>
      <w:r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 </w:t>
      </w:r>
      <w:r w:rsidRPr="003C1A31"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Темрюкский район, </w:t>
      </w:r>
      <w:r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 </w:t>
      </w:r>
    </w:p>
    <w:p w:rsidR="006E5AE5" w:rsidRPr="00DC3D2F" w:rsidRDefault="006E5AE5" w:rsidP="00DC3D2F">
      <w:pPr>
        <w:tabs>
          <w:tab w:val="left" w:pos="140"/>
          <w:tab w:val="left" w:pos="4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>поселок Виноградный, улица Ломоносова, дом № 3</w:t>
      </w:r>
    </w:p>
    <w:p w:rsidR="006E5AE5" w:rsidRPr="003C1A31" w:rsidRDefault="006E5AE5" w:rsidP="003C1A31">
      <w:pPr>
        <w:tabs>
          <w:tab w:val="left" w:pos="140"/>
          <w:tab w:val="left" w:pos="420"/>
        </w:tabs>
        <w:spacing w:after="0" w:line="240" w:lineRule="auto"/>
        <w:jc w:val="center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</w:p>
    <w:p w:rsidR="006E5AE5" w:rsidRPr="003C1A31" w:rsidRDefault="006E5AE5" w:rsidP="003B5C5E">
      <w:pPr>
        <w:spacing w:after="0" w:line="240" w:lineRule="auto"/>
        <w:ind w:firstLine="900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В соответствии со статьей 28 главы 4 Жилищного кодекса РФ,                 </w:t>
      </w:r>
      <w:r w:rsidRPr="003C1A31">
        <w:rPr>
          <w:rFonts w:ascii="Times New Roman" w:hAnsi="Times New Roman" w:cs="Times New Roman"/>
          <w:kern w:val="16"/>
          <w:sz w:val="28"/>
          <w:szCs w:val="28"/>
          <w:lang w:eastAsia="ru-RU"/>
        </w:rPr>
        <w:t>п о с т а н о в л я ю:</w:t>
      </w:r>
    </w:p>
    <w:p w:rsidR="006E5AE5" w:rsidRPr="00DC3D2F" w:rsidRDefault="006E5AE5" w:rsidP="00DC3D2F">
      <w:pPr>
        <w:tabs>
          <w:tab w:val="left" w:pos="140"/>
          <w:tab w:val="left" w:pos="42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B5C5E">
        <w:rPr>
          <w:rFonts w:ascii="Times New Roman" w:hAnsi="Times New Roman" w:cs="Times New Roman"/>
          <w:kern w:val="16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</w:t>
      </w:r>
      <w:r w:rsidRPr="003C1A31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Утвердить акт </w:t>
      </w:r>
      <w:r w:rsidRPr="003B5C5E">
        <w:rPr>
          <w:rStyle w:val="a"/>
          <w:rFonts w:ascii="Times New Roman" w:hAnsi="Times New Roman" w:cs="Times New Roman"/>
          <w:b w:val="0"/>
          <w:bCs w:val="0"/>
          <w:color w:val="auto"/>
        </w:rPr>
        <w:t xml:space="preserve">межведомственной приемочной комиссии по приему </w:t>
      </w:r>
      <w:r w:rsidRPr="00DC3D2F">
        <w:rPr>
          <w:rStyle w:val="a"/>
          <w:rFonts w:ascii="Times New Roman" w:hAnsi="Times New Roman" w:cs="Times New Roman"/>
          <w:b w:val="0"/>
          <w:bCs w:val="0"/>
          <w:color w:val="auto"/>
        </w:rPr>
        <w:t xml:space="preserve">завершенных работ по переустройству и перепланировке </w:t>
      </w:r>
      <w:r w:rsidRPr="00DC3D2F">
        <w:rPr>
          <w:rFonts w:ascii="Times New Roman" w:hAnsi="Times New Roman" w:cs="Times New Roman"/>
          <w:sz w:val="28"/>
          <w:szCs w:val="28"/>
        </w:rPr>
        <w:t>квартиры № 3 в многоквартирном жилом доме  по адресу: Темрюкский район, поселок Виноградный, улица Ломоносова, дом № 3</w:t>
      </w:r>
      <w:r w:rsidRPr="00DC3D2F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, от 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>02</w:t>
      </w:r>
      <w:r w:rsidRPr="00DC3D2F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>октября</w:t>
      </w:r>
      <w:r w:rsidRPr="00DC3D2F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2014 года № 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>3</w:t>
      </w:r>
      <w:r w:rsidRPr="00DC3D2F">
        <w:rPr>
          <w:rFonts w:ascii="Times New Roman" w:hAnsi="Times New Roman" w:cs="Times New Roman"/>
          <w:kern w:val="16"/>
          <w:sz w:val="28"/>
          <w:szCs w:val="28"/>
          <w:lang w:eastAsia="ru-RU"/>
        </w:rPr>
        <w:t>.</w:t>
      </w:r>
    </w:p>
    <w:p w:rsidR="006E5AE5" w:rsidRPr="00D3632E" w:rsidRDefault="006E5AE5" w:rsidP="00D363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 w:rsidRPr="00D3632E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2. Рекомендовать гражданке  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>В.И. Плесовских</w:t>
      </w:r>
      <w:r w:rsidRPr="00D3632E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обратиться в филиал ГУП КК «Крайтехинвентаризация» по Темрюкскому району для выполнения  технической документации 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>на квартиру.</w:t>
      </w:r>
    </w:p>
    <w:p w:rsidR="006E5AE5" w:rsidRPr="00D3632E" w:rsidRDefault="006E5AE5" w:rsidP="00D363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 w:rsidRPr="00D3632E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3. Рекомендовать гражданке  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>В.И. Плесовских</w:t>
      </w:r>
      <w:r w:rsidRPr="00D3632E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обратиться в Темрюкский отдел Управления Росреестра  по Краснодарскому краю для регистрации прав на 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>квартиру</w:t>
      </w:r>
      <w:r w:rsidRPr="00D3632E">
        <w:rPr>
          <w:rFonts w:ascii="Times New Roman" w:hAnsi="Times New Roman" w:cs="Times New Roman"/>
          <w:kern w:val="16"/>
          <w:sz w:val="28"/>
          <w:szCs w:val="28"/>
          <w:lang w:eastAsia="ru-RU"/>
        </w:rPr>
        <w:t>.</w:t>
      </w:r>
    </w:p>
    <w:p w:rsidR="006E5AE5" w:rsidRPr="00D3632E" w:rsidRDefault="006E5AE5" w:rsidP="00D363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 w:rsidRPr="00D3632E">
        <w:rPr>
          <w:rFonts w:ascii="Times New Roman" w:hAnsi="Times New Roman" w:cs="Times New Roman"/>
          <w:kern w:val="16"/>
          <w:sz w:val="28"/>
          <w:szCs w:val="28"/>
          <w:lang w:eastAsia="ru-RU"/>
        </w:rPr>
        <w:t>4. Контроль за выполнением  настоящего постановления  возложить на заместителя главы Вышестеблиевского  сельского поселения Темрюкского района Н.Д. Шевченко.</w:t>
      </w:r>
    </w:p>
    <w:p w:rsidR="006E5AE5" w:rsidRPr="00D3632E" w:rsidRDefault="006E5AE5" w:rsidP="00D363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 w:rsidRPr="00D3632E">
        <w:rPr>
          <w:rFonts w:ascii="Times New Roman" w:hAnsi="Times New Roman" w:cs="Times New Roman"/>
          <w:kern w:val="16"/>
          <w:sz w:val="28"/>
          <w:szCs w:val="28"/>
          <w:lang w:eastAsia="ru-RU"/>
        </w:rPr>
        <w:t>5. Настоящее постановление вступает в силу со дня его подписания.</w:t>
      </w:r>
    </w:p>
    <w:p w:rsidR="006E5AE5" w:rsidRPr="00D3632E" w:rsidRDefault="006E5AE5" w:rsidP="00D36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</w:p>
    <w:p w:rsidR="006E5AE5" w:rsidRPr="003B3869" w:rsidRDefault="006E5AE5" w:rsidP="003B38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</w:p>
    <w:p w:rsidR="006E5AE5" w:rsidRPr="00D00B80" w:rsidRDefault="006E5AE5" w:rsidP="00D00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 w:rsidRPr="00D00B80">
        <w:rPr>
          <w:rFonts w:ascii="Times New Roman" w:hAnsi="Times New Roman" w:cs="Times New Roman"/>
          <w:kern w:val="16"/>
          <w:sz w:val="28"/>
          <w:szCs w:val="28"/>
          <w:lang w:eastAsia="ru-RU"/>
        </w:rPr>
        <w:t>Глава Вышестеблиевского</w:t>
      </w:r>
    </w:p>
    <w:p w:rsidR="006E5AE5" w:rsidRPr="00D00B80" w:rsidRDefault="006E5AE5" w:rsidP="00D00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 w:rsidRPr="00D00B80">
        <w:rPr>
          <w:rFonts w:ascii="Times New Roman" w:hAnsi="Times New Roman" w:cs="Times New Roman"/>
          <w:kern w:val="16"/>
          <w:sz w:val="28"/>
          <w:szCs w:val="28"/>
          <w:lang w:eastAsia="ru-RU"/>
        </w:rPr>
        <w:t>сельского поселения</w:t>
      </w:r>
    </w:p>
    <w:p w:rsidR="006E5AE5" w:rsidRPr="00D00B80" w:rsidRDefault="006E5AE5" w:rsidP="00D00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 w:rsidRPr="00D00B80">
        <w:rPr>
          <w:rFonts w:ascii="Times New Roman" w:hAnsi="Times New Roman" w:cs="Times New Roman"/>
          <w:kern w:val="16"/>
          <w:sz w:val="28"/>
          <w:szCs w:val="28"/>
          <w:lang w:eastAsia="ru-RU"/>
        </w:rPr>
        <w:t>Темрюкского района                                                                             П.К. Хаджиди</w:t>
      </w:r>
    </w:p>
    <w:p w:rsidR="006E5AE5" w:rsidRPr="003C1A31" w:rsidRDefault="006E5AE5" w:rsidP="003C1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1A3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C1A31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            </w:t>
      </w:r>
      <w:r w:rsidRPr="003C1A3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C1A3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C1A31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</w:p>
    <w:p w:rsidR="006E5AE5" w:rsidRPr="003C1A31" w:rsidRDefault="006E5AE5" w:rsidP="003C1A31">
      <w:pPr>
        <w:spacing w:after="0" w:line="240" w:lineRule="auto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</w:p>
    <w:p w:rsidR="006E5AE5" w:rsidRPr="003C1A31" w:rsidRDefault="006E5AE5" w:rsidP="003C1A31">
      <w:pPr>
        <w:spacing w:after="0" w:line="240" w:lineRule="auto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</w:p>
    <w:p w:rsidR="006E5AE5" w:rsidRPr="003C1A31" w:rsidRDefault="006E5AE5" w:rsidP="003C1A31">
      <w:pPr>
        <w:spacing w:after="0" w:line="240" w:lineRule="auto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</w:p>
    <w:p w:rsidR="006E5AE5" w:rsidRPr="003C1A31" w:rsidRDefault="006E5AE5" w:rsidP="003C1A31">
      <w:pPr>
        <w:spacing w:after="0" w:line="240" w:lineRule="auto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</w:p>
    <w:p w:rsidR="006E5AE5" w:rsidRDefault="006E5AE5"/>
    <w:sectPr w:rsidR="006E5AE5" w:rsidSect="001674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94C03"/>
    <w:multiLevelType w:val="hybridMultilevel"/>
    <w:tmpl w:val="A7B432A4"/>
    <w:lvl w:ilvl="0" w:tplc="29A040CE">
      <w:start w:val="1"/>
      <w:numFmt w:val="decimal"/>
      <w:lvlText w:val="%1."/>
      <w:lvlJc w:val="left"/>
      <w:pPr>
        <w:ind w:left="2115" w:hanging="12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2261"/>
    <w:rsid w:val="00040E6C"/>
    <w:rsid w:val="000523A7"/>
    <w:rsid w:val="00167428"/>
    <w:rsid w:val="001F54E3"/>
    <w:rsid w:val="002A7AE8"/>
    <w:rsid w:val="002C139D"/>
    <w:rsid w:val="002D5FC0"/>
    <w:rsid w:val="003761C9"/>
    <w:rsid w:val="003B3869"/>
    <w:rsid w:val="003B5C5E"/>
    <w:rsid w:val="003C1A31"/>
    <w:rsid w:val="003E43BB"/>
    <w:rsid w:val="00527C8E"/>
    <w:rsid w:val="00593D34"/>
    <w:rsid w:val="005E739D"/>
    <w:rsid w:val="00645479"/>
    <w:rsid w:val="006E5AE5"/>
    <w:rsid w:val="006E7D3C"/>
    <w:rsid w:val="006F4F8A"/>
    <w:rsid w:val="00746000"/>
    <w:rsid w:val="007C10C0"/>
    <w:rsid w:val="00800FDC"/>
    <w:rsid w:val="0085375C"/>
    <w:rsid w:val="00855121"/>
    <w:rsid w:val="00865ED1"/>
    <w:rsid w:val="0088196E"/>
    <w:rsid w:val="0088511C"/>
    <w:rsid w:val="008A425D"/>
    <w:rsid w:val="008A5AAA"/>
    <w:rsid w:val="00916EC8"/>
    <w:rsid w:val="00A26ABD"/>
    <w:rsid w:val="00A73F3A"/>
    <w:rsid w:val="00AD6632"/>
    <w:rsid w:val="00B11A9A"/>
    <w:rsid w:val="00B77E03"/>
    <w:rsid w:val="00BA2261"/>
    <w:rsid w:val="00BA2A33"/>
    <w:rsid w:val="00BF105E"/>
    <w:rsid w:val="00C24294"/>
    <w:rsid w:val="00C96685"/>
    <w:rsid w:val="00CE52B3"/>
    <w:rsid w:val="00CF1A56"/>
    <w:rsid w:val="00D00B80"/>
    <w:rsid w:val="00D3632E"/>
    <w:rsid w:val="00D4520D"/>
    <w:rsid w:val="00D559C7"/>
    <w:rsid w:val="00DC3D2F"/>
    <w:rsid w:val="00E539EA"/>
    <w:rsid w:val="00EA149E"/>
    <w:rsid w:val="00F03C05"/>
    <w:rsid w:val="00F24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3A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E739D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a">
    <w:name w:val="Цветовое выделение"/>
    <w:uiPriority w:val="99"/>
    <w:rsid w:val="003B5C5E"/>
    <w:rPr>
      <w:b/>
      <w:bCs/>
      <w:color w:val="00008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0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111</TotalTime>
  <Pages>1</Pages>
  <Words>239</Words>
  <Characters>1363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CAD</dc:creator>
  <cp:keywords/>
  <dc:description/>
  <cp:lastModifiedBy>Admin</cp:lastModifiedBy>
  <cp:revision>23</cp:revision>
  <cp:lastPrinted>2014-08-28T12:26:00Z</cp:lastPrinted>
  <dcterms:created xsi:type="dcterms:W3CDTF">2012-03-26T06:58:00Z</dcterms:created>
  <dcterms:modified xsi:type="dcterms:W3CDTF">2014-10-22T12:44:00Z</dcterms:modified>
</cp:coreProperties>
</file>