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45" w:rsidRPr="009A7F40" w:rsidRDefault="00FF0945" w:rsidP="009A7F40">
      <w:pPr>
        <w:tabs>
          <w:tab w:val="left" w:pos="7365"/>
        </w:tabs>
        <w:ind w:right="-5"/>
        <w:rPr>
          <w:sz w:val="28"/>
          <w:szCs w:val="28"/>
        </w:rPr>
      </w:pPr>
    </w:p>
    <w:p w:rsidR="00FF0945" w:rsidRPr="009A7F40" w:rsidRDefault="00FF0945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>Те</w:t>
      </w:r>
    </w:p>
    <w:p w:rsidR="00FF0945" w:rsidRPr="00D32710" w:rsidRDefault="00FF0945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от  21 </w:t>
      </w:r>
    </w:p>
    <w:p w:rsidR="00FF0945" w:rsidRDefault="00FF0945" w:rsidP="009A7F40">
      <w:pPr>
        <w:jc w:val="center"/>
        <w:outlineLvl w:val="0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251658240;visibility:visible;mso-position-horizontal:center">
            <v:imagedata r:id="rId7" o:title="" cropbottom="59968f" cropleft="31649f" cropright="25094f" gain="142470f" blacklevel="-9830f"/>
          </v:shape>
        </w:pict>
      </w:r>
    </w:p>
    <w:p w:rsidR="00FF0945" w:rsidRPr="00993F4E" w:rsidRDefault="00FF0945" w:rsidP="009A7F4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ВЫШЕСТЕБЛИЕВСКОГО СЕЛЬСКОГО  ПОСЕЛЕНИЯ</w:t>
      </w:r>
    </w:p>
    <w:p w:rsidR="00FF0945" w:rsidRPr="00993F4E" w:rsidRDefault="00FF0945" w:rsidP="009A7F4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ТЕМРЮКСКОГО  </w:t>
      </w:r>
      <w:r w:rsidRPr="00993F4E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FF0945" w:rsidRPr="00993F4E" w:rsidRDefault="00FF0945" w:rsidP="009A7F40">
      <w:pPr>
        <w:jc w:val="center"/>
        <w:rPr>
          <w:b/>
          <w:bCs/>
          <w:sz w:val="28"/>
          <w:szCs w:val="28"/>
        </w:rPr>
      </w:pPr>
    </w:p>
    <w:p w:rsidR="00FF0945" w:rsidRPr="00B44D62" w:rsidRDefault="00FF0945" w:rsidP="009A7F4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 201</w:t>
      </w:r>
    </w:p>
    <w:p w:rsidR="00FF0945" w:rsidRDefault="00FF0945" w:rsidP="009A7F40">
      <w:pPr>
        <w:spacing w:line="360" w:lineRule="auto"/>
        <w:rPr>
          <w:sz w:val="28"/>
          <w:szCs w:val="28"/>
        </w:rPr>
      </w:pPr>
      <w:r w:rsidRPr="0097228A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6D380B">
        <w:rPr>
          <w:sz w:val="28"/>
          <w:szCs w:val="28"/>
        </w:rPr>
        <w:t>сессия</w:t>
      </w:r>
      <w:r>
        <w:rPr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sz w:val="28"/>
          <w:szCs w:val="28"/>
          <w:lang w:val="en-US"/>
        </w:rPr>
        <w:t>II</w:t>
      </w:r>
      <w:r w:rsidRPr="006D380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                    от  28.06.2012 г.                                                                станица Вышестеблиевская</w:t>
      </w:r>
    </w:p>
    <w:p w:rsidR="00FF0945" w:rsidRPr="00D32710" w:rsidRDefault="00FF0945" w:rsidP="0002323B">
      <w:pPr>
        <w:rPr>
          <w:sz w:val="20"/>
          <w:szCs w:val="20"/>
        </w:rPr>
      </w:pPr>
    </w:p>
    <w:p w:rsidR="00FF0945" w:rsidRPr="00D32710" w:rsidRDefault="00FF0945" w:rsidP="00B33770">
      <w:pPr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>О внесении изменений</w:t>
      </w:r>
      <w:r>
        <w:rPr>
          <w:b/>
          <w:bCs/>
          <w:sz w:val="28"/>
          <w:szCs w:val="28"/>
        </w:rPr>
        <w:t xml:space="preserve"> </w:t>
      </w:r>
      <w:r w:rsidRPr="00D32710">
        <w:rPr>
          <w:b/>
          <w:bCs/>
          <w:sz w:val="28"/>
          <w:szCs w:val="28"/>
        </w:rPr>
        <w:t xml:space="preserve">в Устав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D32710">
        <w:rPr>
          <w:b/>
          <w:bCs/>
          <w:sz w:val="28"/>
          <w:szCs w:val="28"/>
        </w:rPr>
        <w:t>Темрюкск</w:t>
      </w:r>
      <w:r>
        <w:rPr>
          <w:b/>
          <w:bCs/>
          <w:sz w:val="28"/>
          <w:szCs w:val="28"/>
        </w:rPr>
        <w:t>ого</w:t>
      </w:r>
      <w:r w:rsidRPr="00D32710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FF0945" w:rsidRPr="00D32710" w:rsidRDefault="00FF0945" w:rsidP="00B33770">
      <w:pPr>
        <w:jc w:val="both"/>
        <w:rPr>
          <w:color w:val="000000"/>
          <w:sz w:val="28"/>
          <w:szCs w:val="28"/>
        </w:rPr>
      </w:pPr>
    </w:p>
    <w:p w:rsidR="00FF0945" w:rsidRPr="00D32710" w:rsidRDefault="00FF0945" w:rsidP="00B33770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Устава </w:t>
      </w:r>
      <w:r>
        <w:rPr>
          <w:color w:val="000000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 в соответствие с действующим законодательством Российской Федерации, 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Федеральным Законом  от 30 ноября 2011 года № 361-ФЗ «О внесении изменений в отдельные законодательные акты   Российской Федерации», </w:t>
      </w:r>
      <w:r w:rsidRPr="00B35039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B3503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3503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B35039">
        <w:rPr>
          <w:sz w:val="28"/>
          <w:szCs w:val="28"/>
        </w:rPr>
        <w:t>07</w:t>
      </w:r>
      <w:r>
        <w:rPr>
          <w:sz w:val="28"/>
          <w:szCs w:val="28"/>
        </w:rPr>
        <w:t xml:space="preserve"> февраля </w:t>
      </w:r>
      <w:r w:rsidRPr="00B35039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№</w:t>
      </w:r>
      <w:r w:rsidRPr="00B35039">
        <w:rPr>
          <w:sz w:val="28"/>
          <w:szCs w:val="28"/>
        </w:rPr>
        <w:t xml:space="preserve"> 6-ФЗ</w:t>
      </w:r>
      <w:r>
        <w:rPr>
          <w:sz w:val="28"/>
          <w:szCs w:val="28"/>
        </w:rPr>
        <w:t xml:space="preserve"> «</w:t>
      </w:r>
      <w:r w:rsidRPr="00B35039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>
        <w:rPr>
          <w:sz w:val="28"/>
          <w:szCs w:val="28"/>
        </w:rPr>
        <w:t>ции и муниципальных образований», Федеральным законом от 25 декабря 2008 года № 273-ФЗ «О противодействии коррупции»</w:t>
      </w:r>
      <w:r w:rsidRPr="00D3271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сессии Совета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 xml:space="preserve">28 августа </w:t>
      </w:r>
      <w:r w:rsidRPr="00D32710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06</w:t>
      </w:r>
      <w:r w:rsidRPr="00D32710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60 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, </w:t>
      </w:r>
      <w:r w:rsidRPr="00D32710">
        <w:rPr>
          <w:color w:val="000000"/>
          <w:sz w:val="28"/>
          <w:szCs w:val="28"/>
        </w:rPr>
        <w:t xml:space="preserve">Совет </w:t>
      </w:r>
      <w:r>
        <w:rPr>
          <w:color w:val="000000"/>
          <w:sz w:val="28"/>
          <w:szCs w:val="28"/>
        </w:rPr>
        <w:t xml:space="preserve">Вышестеблиевского  сельского поселения Темрюкского района  </w:t>
      </w:r>
      <w:r w:rsidRPr="00D32710">
        <w:rPr>
          <w:color w:val="000000"/>
          <w:sz w:val="28"/>
          <w:szCs w:val="28"/>
        </w:rPr>
        <w:t>р е ш и л:</w:t>
      </w:r>
    </w:p>
    <w:p w:rsidR="00FF0945" w:rsidRDefault="00FF0945" w:rsidP="00B33770">
      <w:pPr>
        <w:pStyle w:val="PlainTex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7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327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став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Вышестеблиевского  сельского поселения Темрюкского района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, принятый решением </w:t>
      </w:r>
      <w:r>
        <w:rPr>
          <w:rFonts w:ascii="Times New Roman" w:hAnsi="Times New Roman" w:cs="Times New Roman"/>
          <w:sz w:val="28"/>
          <w:szCs w:val="28"/>
        </w:rPr>
        <w:t xml:space="preserve"> ХХ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>сессии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Совета Вышестеблиевского  сельского   поселения Темрюкского района  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15 марта </w:t>
      </w:r>
      <w:r w:rsidRPr="00D32710">
        <w:rPr>
          <w:rFonts w:ascii="Times New Roman" w:hAnsi="Times New Roman" w:cs="Times New Roman"/>
          <w:sz w:val="28"/>
          <w:szCs w:val="28"/>
        </w:rPr>
        <w:t xml:space="preserve"> 2011 года № 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D32710">
        <w:rPr>
          <w:rFonts w:ascii="Times New Roman" w:hAnsi="Times New Roman" w:cs="Times New Roman"/>
          <w:sz w:val="28"/>
          <w:szCs w:val="28"/>
        </w:rPr>
        <w:t xml:space="preserve">, 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FF0945" w:rsidRDefault="00FF0945" w:rsidP="00A77E29">
      <w:pPr>
        <w:pStyle w:val="Plain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Пункт 4 статьи 8 дополнить словами «</w:t>
      </w:r>
      <w:r>
        <w:rPr>
          <w:rFonts w:ascii="Times New Roman" w:hAnsi="Times New Roman" w:cs="Times New Roman"/>
          <w:sz w:val="28"/>
          <w:szCs w:val="28"/>
        </w:rPr>
        <w:t>в пределах полномочий, установленных законодательством Российской Федерации»;</w:t>
      </w:r>
    </w:p>
    <w:p w:rsidR="00FF0945" w:rsidRDefault="00FF0945" w:rsidP="00A77E29">
      <w:pPr>
        <w:pStyle w:val="Plain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6 статьи 8 изложить с новой редакции: </w:t>
      </w:r>
    </w:p>
    <w:p w:rsidR="00FF0945" w:rsidRPr="00D32710" w:rsidRDefault="00FF0945" w:rsidP="00A77E29">
      <w:pPr>
        <w:pStyle w:val="PlainTex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96937">
        <w:rPr>
          <w:rFonts w:ascii="Times New Roman" w:hAnsi="Times New Roman" w:cs="Times New Roman"/>
          <w:sz w:val="28"/>
          <w:szCs w:val="28"/>
        </w:rPr>
        <w:t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</w:t>
      </w:r>
      <w:r>
        <w:rPr>
          <w:rFonts w:ascii="Times New Roman" w:hAnsi="Times New Roman" w:cs="Times New Roman"/>
          <w:sz w:val="28"/>
          <w:szCs w:val="28"/>
        </w:rPr>
        <w:t>ии с жилищным законодательством»</w:t>
      </w:r>
      <w:r w:rsidRPr="00096937">
        <w:rPr>
          <w:rFonts w:ascii="Times New Roman" w:hAnsi="Times New Roman" w:cs="Times New Roman"/>
          <w:sz w:val="28"/>
          <w:szCs w:val="28"/>
        </w:rPr>
        <w:t>;</w:t>
      </w:r>
    </w:p>
    <w:p w:rsidR="00FF0945" w:rsidRDefault="00FF0945" w:rsidP="00077137">
      <w:pPr>
        <w:ind w:firstLine="851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D32710">
        <w:rPr>
          <w:sz w:val="28"/>
          <w:szCs w:val="28"/>
        </w:rPr>
        <w:t xml:space="preserve">ункт </w:t>
      </w:r>
      <w:r>
        <w:rPr>
          <w:sz w:val="28"/>
          <w:szCs w:val="28"/>
        </w:rPr>
        <w:t>20</w:t>
      </w:r>
      <w:r w:rsidRPr="00D32710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8 принять в новой редакции:</w:t>
      </w:r>
    </w:p>
    <w:p w:rsidR="00FF0945" w:rsidRDefault="00FF0945" w:rsidP="00A6532F">
      <w:pPr>
        <w:pStyle w:val="ConsPlusNonformat"/>
        <w:ind w:firstLine="851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6532F">
        <w:rPr>
          <w:rFonts w:ascii="Times New Roman" w:hAnsi="Times New Roman" w:cs="Times New Roman"/>
          <w:sz w:val="28"/>
          <w:szCs w:val="28"/>
        </w:rPr>
        <w:t>«20)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32F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утверждение правил </w:t>
      </w:r>
      <w:r w:rsidRPr="00A6532F">
        <w:rPr>
          <w:rFonts w:ascii="Times New Roman" w:hAnsi="Times New Roman" w:cs="Times New Roman"/>
          <w:kern w:val="0"/>
          <w:sz w:val="28"/>
          <w:szCs w:val="28"/>
        </w:rPr>
        <w:t>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</w:t>
      </w:r>
      <w:r>
        <w:rPr>
          <w:rFonts w:ascii="Times New Roman" w:hAnsi="Times New Roman" w:cs="Times New Roman"/>
          <w:kern w:val="0"/>
          <w:sz w:val="28"/>
          <w:szCs w:val="28"/>
        </w:rPr>
        <w:t>ах населенных пунктов поселения»;</w:t>
      </w:r>
    </w:p>
    <w:p w:rsidR="00FF0945" w:rsidRDefault="00FF0945" w:rsidP="00A06D86">
      <w:pPr>
        <w:ind w:firstLine="851"/>
        <w:jc w:val="both"/>
        <w:rPr>
          <w:sz w:val="28"/>
          <w:szCs w:val="28"/>
        </w:rPr>
      </w:pPr>
      <w:r w:rsidRPr="00A06D86">
        <w:rPr>
          <w:sz w:val="28"/>
          <w:szCs w:val="28"/>
        </w:rPr>
        <w:t>1.4.</w:t>
      </w:r>
      <w:r>
        <w:rPr>
          <w:sz w:val="28"/>
          <w:szCs w:val="28"/>
        </w:rPr>
        <w:t>П</w:t>
      </w:r>
      <w:r w:rsidRPr="00D43883">
        <w:rPr>
          <w:sz w:val="28"/>
          <w:szCs w:val="28"/>
        </w:rPr>
        <w:t>ункт 21 статьи 8</w:t>
      </w:r>
      <w:r>
        <w:rPr>
          <w:sz w:val="28"/>
          <w:szCs w:val="28"/>
        </w:rPr>
        <w:t xml:space="preserve"> изложить в новой редакции:</w:t>
      </w:r>
    </w:p>
    <w:p w:rsidR="00FF0945" w:rsidRDefault="00FF0945" w:rsidP="00A06D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2653">
        <w:rPr>
          <w:sz w:val="28"/>
          <w:szCs w:val="28"/>
        </w:rPr>
        <w:t xml:space="preserve">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</w:t>
      </w:r>
      <w:r>
        <w:rPr>
          <w:sz w:val="28"/>
          <w:szCs w:val="28"/>
        </w:rPr>
        <w:t xml:space="preserve"> </w:t>
      </w:r>
      <w:r w:rsidRPr="00582653">
        <w:rPr>
          <w:sz w:val="28"/>
          <w:szCs w:val="28"/>
        </w:rPr>
        <w:t>земель</w:t>
      </w:r>
      <w:r>
        <w:rPr>
          <w:sz w:val="28"/>
          <w:szCs w:val="28"/>
        </w:rPr>
        <w:t xml:space="preserve"> </w:t>
      </w:r>
      <w:r w:rsidRPr="00582653">
        <w:rPr>
          <w:sz w:val="28"/>
          <w:szCs w:val="28"/>
        </w:rPr>
        <w:t>и изъятие, в том числе путем выкупа, земельных участков в границах поселения для муниципальных нужд, осуществление земельного контроля за использованием земель поселения</w:t>
      </w:r>
      <w:r>
        <w:rPr>
          <w:sz w:val="28"/>
          <w:szCs w:val="28"/>
        </w:rPr>
        <w:t>»;</w:t>
      </w:r>
    </w:p>
    <w:p w:rsidR="00FF0945" w:rsidRDefault="00FF0945" w:rsidP="00A6532F">
      <w:pPr>
        <w:ind w:firstLine="851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. </w:t>
      </w:r>
      <w:r>
        <w:rPr>
          <w:sz w:val="28"/>
          <w:szCs w:val="28"/>
        </w:rPr>
        <w:t>В пункте 22 статьи 8 слова «</w:t>
      </w:r>
      <w:r w:rsidRPr="00304567">
        <w:rPr>
          <w:sz w:val="28"/>
          <w:szCs w:val="28"/>
        </w:rPr>
        <w:t>организация освещения улиц и установки указателей с  наименованиями улиц и номерами домов»</w:t>
      </w:r>
      <w:r>
        <w:rPr>
          <w:sz w:val="28"/>
          <w:szCs w:val="28"/>
        </w:rPr>
        <w:t xml:space="preserve"> исключить;</w:t>
      </w:r>
    </w:p>
    <w:p w:rsidR="00FF0945" w:rsidRPr="00BB2EBC" w:rsidRDefault="00FF0945" w:rsidP="00A653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BB2EBC">
        <w:rPr>
          <w:sz w:val="28"/>
          <w:szCs w:val="28"/>
        </w:rPr>
        <w:t xml:space="preserve">Дополнить статью 8 пунктом </w:t>
      </w:r>
      <w:r w:rsidRPr="006D2B52">
        <w:rPr>
          <w:sz w:val="28"/>
          <w:szCs w:val="28"/>
        </w:rPr>
        <w:t>32.7</w:t>
      </w:r>
      <w:r>
        <w:rPr>
          <w:sz w:val="28"/>
          <w:szCs w:val="28"/>
        </w:rPr>
        <w:t xml:space="preserve"> </w:t>
      </w:r>
      <w:r w:rsidRPr="00BB2EBC">
        <w:rPr>
          <w:sz w:val="28"/>
          <w:szCs w:val="28"/>
        </w:rPr>
        <w:t>следующего содержания:</w:t>
      </w:r>
    </w:p>
    <w:p w:rsidR="00FF0945" w:rsidRPr="00BB2EBC" w:rsidRDefault="00FF0945" w:rsidP="002E5AB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80">
        <w:rPr>
          <w:rFonts w:ascii="Times New Roman" w:hAnsi="Times New Roman" w:cs="Times New Roman"/>
          <w:sz w:val="28"/>
          <w:szCs w:val="28"/>
        </w:rPr>
        <w:t>«</w:t>
      </w:r>
      <w:r w:rsidRPr="006D2B52">
        <w:rPr>
          <w:rFonts w:ascii="Times New Roman" w:hAnsi="Times New Roman" w:cs="Times New Roman"/>
          <w:sz w:val="28"/>
          <w:szCs w:val="28"/>
        </w:rPr>
        <w:t>32.7)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880">
        <w:rPr>
          <w:rFonts w:ascii="Times New Roman" w:hAnsi="Times New Roman" w:cs="Times New Roman"/>
          <w:kern w:val="0"/>
          <w:sz w:val="28"/>
          <w:szCs w:val="28"/>
          <w:lang w:eastAsia="en-US"/>
        </w:rPr>
        <w:t>осуществление мер по противодействию коррупции в</w:t>
      </w:r>
      <w:r w:rsidRPr="00BB2EBC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границах поселения;</w:t>
      </w:r>
      <w:r w:rsidRPr="00BB2EBC">
        <w:rPr>
          <w:rFonts w:ascii="Times New Roman" w:hAnsi="Times New Roman" w:cs="Times New Roman"/>
          <w:sz w:val="28"/>
          <w:szCs w:val="28"/>
        </w:rPr>
        <w:t>»;</w:t>
      </w:r>
    </w:p>
    <w:p w:rsidR="00FF0945" w:rsidRPr="00BB2EBC" w:rsidRDefault="00FF0945" w:rsidP="001B25B3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1.7</w:t>
      </w:r>
      <w:r w:rsidRPr="00BB2EBC">
        <w:rPr>
          <w:sz w:val="28"/>
          <w:szCs w:val="28"/>
          <w:lang w:eastAsia="fa-IR" w:bidi="fa-IR"/>
        </w:rPr>
        <w:t xml:space="preserve">. </w:t>
      </w:r>
      <w:r w:rsidRPr="006D2B52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</w:t>
      </w:r>
      <w:r w:rsidRPr="00BB2EBC">
        <w:rPr>
          <w:sz w:val="28"/>
          <w:szCs w:val="28"/>
          <w:lang w:eastAsia="fa-IR" w:bidi="fa-IR"/>
        </w:rPr>
        <w:t xml:space="preserve">1 статьи 9 дополнить пунктом </w:t>
      </w:r>
      <w:r w:rsidRPr="006D2B52">
        <w:rPr>
          <w:sz w:val="28"/>
          <w:szCs w:val="28"/>
          <w:lang w:eastAsia="fa-IR" w:bidi="fa-IR"/>
        </w:rPr>
        <w:t>9</w:t>
      </w:r>
      <w:r>
        <w:rPr>
          <w:sz w:val="28"/>
          <w:szCs w:val="28"/>
          <w:lang w:eastAsia="fa-IR" w:bidi="fa-IR"/>
        </w:rPr>
        <w:t xml:space="preserve"> </w:t>
      </w:r>
      <w:r w:rsidRPr="00BB2EBC">
        <w:rPr>
          <w:sz w:val="28"/>
          <w:szCs w:val="28"/>
          <w:lang w:eastAsia="fa-IR" w:bidi="fa-IR"/>
        </w:rPr>
        <w:t>следующего содержания:</w:t>
      </w:r>
    </w:p>
    <w:p w:rsidR="00FF0945" w:rsidRPr="00BB2EBC" w:rsidRDefault="00FF0945" w:rsidP="001B25B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80">
        <w:rPr>
          <w:rFonts w:ascii="Times New Roman" w:hAnsi="Times New Roman" w:cs="Times New Roman"/>
          <w:sz w:val="28"/>
          <w:szCs w:val="28"/>
        </w:rPr>
        <w:t>«</w:t>
      </w:r>
      <w:r w:rsidRPr="006D2B52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880">
        <w:rPr>
          <w:rFonts w:ascii="Times New Roman" w:hAnsi="Times New Roman" w:cs="Times New Roman"/>
          <w:kern w:val="0"/>
          <w:sz w:val="28"/>
          <w:szCs w:val="28"/>
          <w:lang w:eastAsia="en-US"/>
        </w:rPr>
        <w:t>оказание поддержки общественным наблюдательным</w:t>
      </w:r>
      <w:r w:rsidRPr="00BB2EBC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комиссиям, осуществляющим общественный контроль за обеспечением прав человека и содействие лицам, находящимся в местах принудительного содержания.</w:t>
      </w:r>
      <w:r w:rsidRPr="00BB2EBC">
        <w:rPr>
          <w:rFonts w:ascii="Times New Roman" w:hAnsi="Times New Roman" w:cs="Times New Roman"/>
          <w:sz w:val="28"/>
          <w:szCs w:val="28"/>
        </w:rPr>
        <w:t>»;</w:t>
      </w:r>
    </w:p>
    <w:p w:rsidR="00FF0945" w:rsidRDefault="00FF0945" w:rsidP="00BB2EBC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1.8</w:t>
      </w:r>
      <w:r w:rsidRPr="00BB2EBC">
        <w:rPr>
          <w:sz w:val="28"/>
          <w:szCs w:val="28"/>
          <w:lang w:eastAsia="fa-IR" w:bidi="fa-IR"/>
        </w:rPr>
        <w:t xml:space="preserve">. </w:t>
      </w:r>
      <w:r>
        <w:rPr>
          <w:sz w:val="28"/>
          <w:szCs w:val="28"/>
          <w:lang w:eastAsia="fa-IR" w:bidi="fa-IR"/>
        </w:rPr>
        <w:t>П</w:t>
      </w:r>
      <w:r w:rsidRPr="00BB2EBC">
        <w:rPr>
          <w:sz w:val="28"/>
          <w:szCs w:val="28"/>
          <w:lang w:eastAsia="fa-IR" w:bidi="fa-IR"/>
        </w:rPr>
        <w:t xml:space="preserve">ункт 4 </w:t>
      </w:r>
      <w:r w:rsidRPr="00A46057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</w:t>
      </w:r>
      <w:r w:rsidRPr="00BB2EBC">
        <w:rPr>
          <w:sz w:val="28"/>
          <w:szCs w:val="28"/>
          <w:lang w:eastAsia="fa-IR" w:bidi="fa-IR"/>
        </w:rPr>
        <w:t>1 статьи 10 после слов «</w:t>
      </w:r>
      <w:r w:rsidRPr="00BB2EBC">
        <w:rPr>
          <w:sz w:val="28"/>
          <w:szCs w:val="28"/>
        </w:rPr>
        <w:t>муниципальными предприятиями и учреждениями,</w:t>
      </w:r>
      <w:r w:rsidRPr="00BB2EBC">
        <w:rPr>
          <w:sz w:val="28"/>
          <w:szCs w:val="28"/>
          <w:lang w:eastAsia="fa-IR" w:bidi="fa-IR"/>
        </w:rPr>
        <w:t>» дополнить словами «</w:t>
      </w:r>
      <w:r w:rsidRPr="00BB2EBC">
        <w:rPr>
          <w:sz w:val="28"/>
          <w:szCs w:val="28"/>
        </w:rPr>
        <w:t>и работы, выполняемые муниципальны</w:t>
      </w:r>
      <w:r>
        <w:rPr>
          <w:sz w:val="28"/>
          <w:szCs w:val="28"/>
        </w:rPr>
        <w:t>ми предприятиями и учреждениями</w:t>
      </w:r>
      <w:r w:rsidRPr="00BB2EBC">
        <w:rPr>
          <w:sz w:val="28"/>
          <w:szCs w:val="28"/>
          <w:lang w:eastAsia="fa-IR" w:bidi="fa-IR"/>
        </w:rPr>
        <w:t>»;</w:t>
      </w:r>
    </w:p>
    <w:p w:rsidR="00FF0945" w:rsidRDefault="00FF0945" w:rsidP="00BB2EBC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1.9. В </w:t>
      </w:r>
      <w:r w:rsidRPr="00A46057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7 статьи 16 слово «половины» заменить словами «одной трети»;</w:t>
      </w:r>
    </w:p>
    <w:p w:rsidR="00FF0945" w:rsidRPr="00F20A4A" w:rsidRDefault="00FF0945" w:rsidP="00A30C5D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1.10. В </w:t>
      </w:r>
      <w:r w:rsidRPr="00A46057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8 статьи 16 слово «половины» заменить словами «одной трети»;</w:t>
      </w:r>
    </w:p>
    <w:p w:rsidR="00FF0945" w:rsidRPr="00F20A4A" w:rsidRDefault="00FF0945" w:rsidP="00BB2EBC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1.11</w:t>
      </w:r>
      <w:r w:rsidRPr="00F20A4A">
        <w:rPr>
          <w:sz w:val="28"/>
          <w:szCs w:val="28"/>
          <w:lang w:eastAsia="fa-IR" w:bidi="fa-IR"/>
        </w:rPr>
        <w:t xml:space="preserve">. </w:t>
      </w:r>
      <w:r>
        <w:rPr>
          <w:sz w:val="28"/>
          <w:szCs w:val="28"/>
          <w:lang w:eastAsia="fa-IR" w:bidi="fa-IR"/>
        </w:rPr>
        <w:t xml:space="preserve"> П</w:t>
      </w:r>
      <w:r w:rsidRPr="00F20A4A">
        <w:rPr>
          <w:sz w:val="28"/>
          <w:szCs w:val="28"/>
          <w:lang w:eastAsia="fa-IR" w:bidi="fa-IR"/>
        </w:rPr>
        <w:t xml:space="preserve">ункт 3 </w:t>
      </w:r>
      <w:r w:rsidRPr="00A46057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</w:t>
      </w:r>
      <w:r w:rsidRPr="00F20A4A">
        <w:rPr>
          <w:sz w:val="28"/>
          <w:szCs w:val="28"/>
          <w:lang w:eastAsia="fa-IR" w:bidi="fa-IR"/>
        </w:rPr>
        <w:t>3 статьи 17 после слов «</w:t>
      </w:r>
      <w:r w:rsidRPr="00F20A4A">
        <w:rPr>
          <w:sz w:val="28"/>
          <w:szCs w:val="28"/>
        </w:rPr>
        <w:t>и проекты межевания территорий,</w:t>
      </w:r>
      <w:r w:rsidRPr="00F20A4A">
        <w:rPr>
          <w:sz w:val="28"/>
          <w:szCs w:val="28"/>
          <w:lang w:eastAsia="fa-IR" w:bidi="fa-IR"/>
        </w:rPr>
        <w:t>» дополнить словами «</w:t>
      </w:r>
      <w:r w:rsidRPr="00F20A4A">
        <w:rPr>
          <w:sz w:val="28"/>
          <w:szCs w:val="28"/>
        </w:rPr>
        <w:t>проекты правил благоустройства территорий,</w:t>
      </w:r>
      <w:r w:rsidRPr="00F20A4A">
        <w:rPr>
          <w:sz w:val="28"/>
          <w:szCs w:val="28"/>
          <w:lang w:eastAsia="fa-IR" w:bidi="fa-IR"/>
        </w:rPr>
        <w:t>»;</w:t>
      </w:r>
    </w:p>
    <w:p w:rsidR="00FF0945" w:rsidRDefault="00FF0945" w:rsidP="00BB2EBC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1.12</w:t>
      </w:r>
      <w:r w:rsidRPr="00F20A4A">
        <w:rPr>
          <w:sz w:val="28"/>
          <w:szCs w:val="28"/>
          <w:lang w:eastAsia="fa-IR" w:bidi="fa-IR"/>
        </w:rPr>
        <w:t xml:space="preserve">. Абзац первый </w:t>
      </w:r>
      <w:r w:rsidRPr="00A46057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</w:t>
      </w:r>
      <w:r w:rsidRPr="00F20A4A">
        <w:rPr>
          <w:sz w:val="28"/>
          <w:szCs w:val="28"/>
          <w:lang w:eastAsia="fa-IR" w:bidi="fa-IR"/>
        </w:rPr>
        <w:t>4 статьи 17  дополнить словами «</w:t>
      </w:r>
      <w:r w:rsidRPr="00F20A4A">
        <w:rPr>
          <w:sz w:val="28"/>
          <w:szCs w:val="28"/>
        </w:rPr>
        <w:t>включая мотивированное обоснование принятых решений</w:t>
      </w:r>
      <w:r w:rsidRPr="00F20A4A">
        <w:rPr>
          <w:sz w:val="28"/>
          <w:szCs w:val="28"/>
          <w:lang w:eastAsia="fa-IR" w:bidi="fa-IR"/>
        </w:rPr>
        <w:t>»</w:t>
      </w:r>
      <w:r>
        <w:rPr>
          <w:sz w:val="28"/>
          <w:szCs w:val="28"/>
          <w:lang w:eastAsia="fa-IR" w:bidi="fa-IR"/>
        </w:rPr>
        <w:t>;</w:t>
      </w:r>
    </w:p>
    <w:p w:rsidR="00FF0945" w:rsidRDefault="00FF0945" w:rsidP="00BB2EBC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1.13. В </w:t>
      </w:r>
      <w:r w:rsidRPr="004E5CFF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4 статьи 18 слово «половины» заменить словами «одной трети»;</w:t>
      </w:r>
    </w:p>
    <w:p w:rsidR="00FF0945" w:rsidRDefault="00FF0945" w:rsidP="00BB2EBC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1.14. Абзац первый </w:t>
      </w:r>
      <w:r w:rsidRPr="004E5CFF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3 статьи 23 дополнить словами</w:t>
      </w:r>
      <w:r w:rsidRPr="00DB70B3">
        <w:rPr>
          <w:sz w:val="28"/>
          <w:szCs w:val="28"/>
          <w:lang w:eastAsia="fa-IR" w:bidi="fa-IR"/>
        </w:rPr>
        <w:t xml:space="preserve"> «</w:t>
      </w:r>
      <w:r w:rsidRPr="00DB70B3">
        <w:rPr>
          <w:sz w:val="28"/>
          <w:szCs w:val="28"/>
        </w:rPr>
        <w:t xml:space="preserve">за исключением случаев, предусмотренных Федеральным законом от </w:t>
      </w:r>
      <w:r>
        <w:rPr>
          <w:sz w:val="28"/>
          <w:szCs w:val="28"/>
        </w:rPr>
        <w:t xml:space="preserve">6 октября </w:t>
      </w:r>
      <w:r w:rsidRPr="00DB70B3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DB70B3">
        <w:rPr>
          <w:sz w:val="28"/>
          <w:szCs w:val="28"/>
        </w:rPr>
        <w:t xml:space="preserve"> № 131-ФЗ «Об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</w:t>
      </w:r>
      <w:r>
        <w:rPr>
          <w:sz w:val="28"/>
          <w:szCs w:val="28"/>
          <w:lang w:eastAsia="fa-IR" w:bidi="fa-IR"/>
        </w:rPr>
        <w:t>»;</w:t>
      </w:r>
    </w:p>
    <w:p w:rsidR="00FF0945" w:rsidRDefault="00FF0945" w:rsidP="00BB2EBC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1.15. В абзаце втором </w:t>
      </w:r>
      <w:r w:rsidRPr="0054035D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3 статьи 23 слово «контрольного» заменить словами «контрольно-счетного»;</w:t>
      </w:r>
    </w:p>
    <w:p w:rsidR="00FF0945" w:rsidRPr="0054035D" w:rsidRDefault="00FF0945" w:rsidP="007F2A2F">
      <w:pPr>
        <w:ind w:firstLine="851"/>
        <w:jc w:val="both"/>
        <w:rPr>
          <w:sz w:val="28"/>
          <w:szCs w:val="28"/>
          <w:lang w:eastAsia="fa-IR" w:bidi="fa-IR"/>
        </w:rPr>
      </w:pPr>
      <w:r w:rsidRPr="000B3799">
        <w:rPr>
          <w:sz w:val="28"/>
          <w:szCs w:val="28"/>
          <w:lang w:eastAsia="fa-IR" w:bidi="fa-IR"/>
        </w:rPr>
        <w:t>1.1</w:t>
      </w:r>
      <w:r>
        <w:rPr>
          <w:sz w:val="28"/>
          <w:szCs w:val="28"/>
          <w:lang w:eastAsia="fa-IR" w:bidi="fa-IR"/>
        </w:rPr>
        <w:t>6.Ч</w:t>
      </w:r>
      <w:r w:rsidRPr="0054035D">
        <w:rPr>
          <w:sz w:val="28"/>
          <w:szCs w:val="28"/>
          <w:lang w:eastAsia="fa-IR" w:bidi="fa-IR"/>
        </w:rPr>
        <w:t>асть 9 статьи 25 изложить в следующей редакции:</w:t>
      </w:r>
    </w:p>
    <w:p w:rsidR="00FF0945" w:rsidRPr="0002323B" w:rsidRDefault="00FF0945" w:rsidP="000232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35D">
        <w:rPr>
          <w:rFonts w:ascii="Times New Roman" w:hAnsi="Times New Roman" w:cs="Times New Roman"/>
          <w:sz w:val="28"/>
          <w:szCs w:val="28"/>
        </w:rPr>
        <w:t xml:space="preserve">«9. Депутат Совета должен соблюдать ограничения и запреты и исполнять обязанности, которые установлены Федеральным законом от 25 декабря 2008 года № 273-ФЗ «О противодействии коррупции» </w:t>
      </w:r>
      <w:r>
        <w:rPr>
          <w:rFonts w:ascii="Times New Roman" w:hAnsi="Times New Roman" w:cs="Times New Roman"/>
          <w:sz w:val="28"/>
          <w:szCs w:val="28"/>
        </w:rPr>
        <w:t>и другими федеральными законами</w:t>
      </w:r>
      <w:r w:rsidRPr="0054035D">
        <w:rPr>
          <w:rFonts w:ascii="Times New Roman" w:hAnsi="Times New Roman" w:cs="Times New Roman"/>
          <w:sz w:val="28"/>
          <w:szCs w:val="28"/>
        </w:rPr>
        <w:t>»;</w:t>
      </w:r>
    </w:p>
    <w:p w:rsidR="00FF0945" w:rsidRDefault="00FF0945" w:rsidP="00C26295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1.17. П</w:t>
      </w:r>
      <w:r w:rsidRPr="00C26295">
        <w:rPr>
          <w:sz w:val="28"/>
          <w:szCs w:val="28"/>
          <w:lang w:eastAsia="fa-IR" w:bidi="fa-IR"/>
        </w:rPr>
        <w:t xml:space="preserve">ункт 6 </w:t>
      </w:r>
      <w:r w:rsidRPr="0054035D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</w:t>
      </w:r>
      <w:r w:rsidRPr="00C26295">
        <w:rPr>
          <w:sz w:val="28"/>
          <w:szCs w:val="28"/>
          <w:lang w:eastAsia="fa-IR" w:bidi="fa-IR"/>
        </w:rPr>
        <w:t>1 статьи 26 дополнить словами «</w:t>
      </w:r>
      <w:r w:rsidRPr="00C26295">
        <w:rPr>
          <w:sz w:val="28"/>
          <w:szCs w:val="28"/>
          <w:lang w:eastAsia="en-US"/>
        </w:rPr>
        <w:t>выполнение работ, за исключением случаев, предусмотренных федеральными законами</w:t>
      </w:r>
      <w:r w:rsidRPr="00C26295">
        <w:rPr>
          <w:sz w:val="28"/>
          <w:szCs w:val="28"/>
          <w:lang w:eastAsia="fa-IR" w:bidi="fa-IR"/>
        </w:rPr>
        <w:t>»</w:t>
      </w:r>
      <w:r>
        <w:rPr>
          <w:sz w:val="28"/>
          <w:szCs w:val="28"/>
          <w:lang w:eastAsia="fa-IR" w:bidi="fa-IR"/>
        </w:rPr>
        <w:t>;</w:t>
      </w:r>
    </w:p>
    <w:p w:rsidR="00FF0945" w:rsidRDefault="00FF0945" w:rsidP="00C26295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1.18. В пункте 13 статьи 27 слова «не имеющие нормативного характера» исключить;</w:t>
      </w:r>
    </w:p>
    <w:p w:rsidR="00FF0945" w:rsidRDefault="00FF0945" w:rsidP="00C26295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1.19. Статью 31 дополнить </w:t>
      </w:r>
      <w:r w:rsidRPr="00E11762">
        <w:rPr>
          <w:sz w:val="28"/>
          <w:szCs w:val="28"/>
          <w:lang w:eastAsia="fa-IR" w:bidi="fa-IR"/>
        </w:rPr>
        <w:t>частью</w:t>
      </w:r>
      <w:r>
        <w:rPr>
          <w:sz w:val="28"/>
          <w:szCs w:val="28"/>
          <w:lang w:eastAsia="fa-IR" w:bidi="fa-IR"/>
        </w:rPr>
        <w:t xml:space="preserve"> 12 следующего содержания:</w:t>
      </w:r>
    </w:p>
    <w:p w:rsidR="00FF0945" w:rsidRDefault="00FF0945" w:rsidP="002C019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C0190">
        <w:rPr>
          <w:rFonts w:ascii="Times New Roman" w:hAnsi="Times New Roman" w:cs="Times New Roman"/>
          <w:sz w:val="28"/>
          <w:szCs w:val="28"/>
        </w:rPr>
        <w:t xml:space="preserve">«12. </w:t>
      </w:r>
      <w:r w:rsidRPr="002C0190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Глава поселения должен соблюдать ограничения и запреты и исполнять обязанности, которые установлены Федеральным </w:t>
      </w:r>
      <w:hyperlink r:id="rId8" w:history="1">
        <w:r w:rsidRPr="002C0190">
          <w:rPr>
            <w:rFonts w:ascii="Times New Roman" w:hAnsi="Times New Roman" w:cs="Times New Roman"/>
            <w:kern w:val="0"/>
            <w:sz w:val="28"/>
            <w:szCs w:val="28"/>
            <w:lang w:eastAsia="en-US"/>
          </w:rPr>
          <w:t>законом</w:t>
        </w:r>
      </w:hyperlink>
      <w:r w:rsidRPr="002C0190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от 25</w:t>
      </w:r>
      <w:r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декабря </w:t>
      </w:r>
      <w:r w:rsidRPr="002C0190">
        <w:rPr>
          <w:rFonts w:ascii="Times New Roman" w:hAnsi="Times New Roman" w:cs="Times New Roman"/>
          <w:kern w:val="0"/>
          <w:sz w:val="28"/>
          <w:szCs w:val="28"/>
          <w:lang w:eastAsia="en-US"/>
        </w:rPr>
        <w:t>2008</w:t>
      </w:r>
      <w:r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года</w:t>
      </w:r>
      <w:r w:rsidRPr="002C0190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№ 273-ФЗ «О противодействии коррупции» </w:t>
      </w:r>
      <w:r>
        <w:rPr>
          <w:rFonts w:ascii="Times New Roman" w:hAnsi="Times New Roman" w:cs="Times New Roman"/>
          <w:kern w:val="0"/>
          <w:sz w:val="28"/>
          <w:szCs w:val="28"/>
          <w:lang w:eastAsia="en-US"/>
        </w:rPr>
        <w:t>и другими федеральными законами</w:t>
      </w:r>
      <w:r w:rsidRPr="002C019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0945" w:rsidRDefault="00FF0945" w:rsidP="002C0190">
      <w:pPr>
        <w:ind w:firstLine="851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1.20. Статью 33 дополнить </w:t>
      </w:r>
      <w:r w:rsidRPr="00E11762">
        <w:rPr>
          <w:sz w:val="28"/>
          <w:szCs w:val="28"/>
          <w:lang w:eastAsia="fa-IR" w:bidi="fa-IR"/>
        </w:rPr>
        <w:t>частью</w:t>
      </w:r>
      <w:r>
        <w:rPr>
          <w:sz w:val="28"/>
          <w:szCs w:val="28"/>
          <w:lang w:eastAsia="fa-IR" w:bidi="fa-IR"/>
        </w:rPr>
        <w:t xml:space="preserve"> 3 следующего содержания:</w:t>
      </w:r>
    </w:p>
    <w:p w:rsidR="00FF0945" w:rsidRDefault="00FF0945" w:rsidP="00CD3B9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3B99">
        <w:rPr>
          <w:rFonts w:ascii="Times New Roman" w:hAnsi="Times New Roman" w:cs="Times New Roman"/>
          <w:sz w:val="28"/>
          <w:szCs w:val="28"/>
        </w:rPr>
        <w:t>«3. В</w:t>
      </w:r>
      <w:r w:rsidRPr="00CD3B99">
        <w:rPr>
          <w:rFonts w:ascii="Times New Roman" w:hAnsi="Times New Roman" w:cs="Times New Roman"/>
          <w:kern w:val="0"/>
          <w:sz w:val="28"/>
          <w:szCs w:val="28"/>
        </w:rPr>
        <w:t xml:space="preserve"> случае несоблюдения главой поселения ограничений, установленных Федеральным законом </w:t>
      </w:r>
      <w:r w:rsidRPr="00CD3B99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CD3B99"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CD3B99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его полномочия </w:t>
      </w:r>
      <w:r>
        <w:rPr>
          <w:rFonts w:ascii="Times New Roman" w:hAnsi="Times New Roman" w:cs="Times New Roman"/>
          <w:kern w:val="0"/>
          <w:sz w:val="28"/>
          <w:szCs w:val="28"/>
        </w:rPr>
        <w:t>прекращаются досрочно</w:t>
      </w:r>
      <w:r w:rsidRPr="00CD3B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0945" w:rsidRPr="00601F5B" w:rsidRDefault="00FF0945" w:rsidP="00BA4E63">
      <w:pPr>
        <w:ind w:firstLine="851"/>
        <w:rPr>
          <w:sz w:val="28"/>
          <w:szCs w:val="28"/>
          <w:lang w:eastAsia="fa-IR" w:bidi="fa-IR"/>
        </w:rPr>
      </w:pPr>
      <w:r w:rsidRPr="00601F5B">
        <w:rPr>
          <w:sz w:val="28"/>
          <w:szCs w:val="28"/>
          <w:lang w:eastAsia="fa-IR" w:bidi="fa-IR"/>
        </w:rPr>
        <w:t>1.</w:t>
      </w:r>
      <w:r>
        <w:rPr>
          <w:sz w:val="28"/>
          <w:szCs w:val="28"/>
          <w:lang w:eastAsia="fa-IR" w:bidi="fa-IR"/>
        </w:rPr>
        <w:t>21</w:t>
      </w:r>
      <w:r w:rsidRPr="00601F5B">
        <w:rPr>
          <w:sz w:val="28"/>
          <w:szCs w:val="28"/>
          <w:lang w:eastAsia="fa-IR" w:bidi="fa-IR"/>
        </w:rPr>
        <w:t>. Части 3 и 6 статьи 34 исключить.</w:t>
      </w:r>
    </w:p>
    <w:p w:rsidR="00FF0945" w:rsidRDefault="00FF0945" w:rsidP="00835707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1.22. </w:t>
      </w:r>
      <w:r w:rsidRPr="00601F5B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>1 статьи 35 после слов «</w:t>
      </w:r>
      <w:r>
        <w:rPr>
          <w:sz w:val="28"/>
          <w:szCs w:val="28"/>
        </w:rPr>
        <w:t>законами и нормативными</w:t>
      </w:r>
      <w:r>
        <w:rPr>
          <w:sz w:val="28"/>
          <w:szCs w:val="28"/>
          <w:lang w:eastAsia="fa-IR" w:bidi="fa-IR"/>
        </w:rPr>
        <w:t>» дополнить словом «правовыми»;</w:t>
      </w:r>
    </w:p>
    <w:p w:rsidR="00FF0945" w:rsidRDefault="00FF0945" w:rsidP="00835707">
      <w:pPr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1.23. Пункт 2 статьи 37 изложить в новой редакции:</w:t>
      </w:r>
    </w:p>
    <w:p w:rsidR="00FF0945" w:rsidRDefault="00FF0945" w:rsidP="00383F60">
      <w:pPr>
        <w:tabs>
          <w:tab w:val="left" w:pos="105"/>
        </w:tabs>
        <w:ind w:firstLine="851"/>
        <w:jc w:val="both"/>
        <w:rPr>
          <w:sz w:val="28"/>
          <w:szCs w:val="28"/>
          <w:lang w:eastAsia="fa-IR" w:bidi="fa-IR"/>
        </w:rPr>
      </w:pPr>
      <w:r w:rsidRPr="00383F60">
        <w:rPr>
          <w:sz w:val="28"/>
          <w:szCs w:val="28"/>
          <w:lang w:eastAsia="fa-IR" w:bidi="fa-IR"/>
        </w:rPr>
        <w:t>«</w:t>
      </w:r>
      <w:r w:rsidRPr="00383F60">
        <w:rPr>
          <w:sz w:val="28"/>
          <w:szCs w:val="28"/>
        </w:rPr>
        <w:t>2) организует благоустройство территории поселения (включая освещение улиц, озеленение территории, установку указателей с наименованиями улиц и номерами домов, размещение и содер</w:t>
      </w:r>
      <w:r>
        <w:rPr>
          <w:sz w:val="28"/>
          <w:szCs w:val="28"/>
        </w:rPr>
        <w:t>жание малых архитектурных форм)</w:t>
      </w:r>
      <w:r w:rsidRPr="00383F60">
        <w:rPr>
          <w:sz w:val="28"/>
          <w:szCs w:val="28"/>
          <w:lang w:eastAsia="fa-IR" w:bidi="fa-IR"/>
        </w:rPr>
        <w:t>»;</w:t>
      </w:r>
    </w:p>
    <w:p w:rsidR="00FF0945" w:rsidRDefault="00FF0945" w:rsidP="00383F60">
      <w:pPr>
        <w:tabs>
          <w:tab w:val="left" w:pos="105"/>
        </w:tabs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1.24. Пункт 5 статьи 37 исключить:</w:t>
      </w:r>
    </w:p>
    <w:p w:rsidR="00FF0945" w:rsidRDefault="00FF0945" w:rsidP="00A06D86">
      <w:pPr>
        <w:ind w:firstLine="851"/>
        <w:rPr>
          <w:sz w:val="28"/>
          <w:szCs w:val="28"/>
        </w:rPr>
      </w:pPr>
      <w:r>
        <w:rPr>
          <w:sz w:val="28"/>
          <w:szCs w:val="28"/>
        </w:rPr>
        <w:t>1.25. П</w:t>
      </w:r>
      <w:r w:rsidRPr="00D43883">
        <w:rPr>
          <w:sz w:val="28"/>
          <w:szCs w:val="28"/>
        </w:rPr>
        <w:t xml:space="preserve">ункт 1 статьи 40 </w:t>
      </w:r>
      <w:r>
        <w:rPr>
          <w:sz w:val="28"/>
          <w:szCs w:val="28"/>
        </w:rPr>
        <w:t>изложить в новой редакции:</w:t>
      </w:r>
    </w:p>
    <w:p w:rsidR="00FF0945" w:rsidRDefault="00FF0945" w:rsidP="00A06D86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«1) учет муниципального жилищного фонда и осуществление муниципального жилищного контроля»;</w:t>
      </w:r>
    </w:p>
    <w:p w:rsidR="00FF0945" w:rsidRPr="00D43883" w:rsidRDefault="00FF0945" w:rsidP="00A06D86">
      <w:pPr>
        <w:ind w:firstLine="851"/>
        <w:rPr>
          <w:sz w:val="28"/>
          <w:szCs w:val="28"/>
        </w:rPr>
      </w:pPr>
      <w:r>
        <w:rPr>
          <w:sz w:val="28"/>
          <w:szCs w:val="28"/>
        </w:rPr>
        <w:t>1.26.  П</w:t>
      </w:r>
      <w:r w:rsidRPr="00D43883">
        <w:rPr>
          <w:sz w:val="28"/>
          <w:szCs w:val="28"/>
        </w:rPr>
        <w:t xml:space="preserve">ункт 4 статьи 41 изложить в </w:t>
      </w:r>
      <w:r>
        <w:rPr>
          <w:sz w:val="28"/>
          <w:szCs w:val="28"/>
        </w:rPr>
        <w:t>новой</w:t>
      </w:r>
      <w:r w:rsidRPr="00D43883">
        <w:rPr>
          <w:sz w:val="28"/>
          <w:szCs w:val="28"/>
        </w:rPr>
        <w:t xml:space="preserve"> редакции:</w:t>
      </w:r>
    </w:p>
    <w:p w:rsidR="00FF0945" w:rsidRPr="00A06D86" w:rsidRDefault="00FF0945" w:rsidP="00A06D8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C646F6">
        <w:rPr>
          <w:sz w:val="28"/>
          <w:szCs w:val="28"/>
        </w:rPr>
        <w:t>«</w:t>
      </w:r>
      <w:r>
        <w:rPr>
          <w:sz w:val="28"/>
          <w:szCs w:val="28"/>
        </w:rPr>
        <w:t>4) осуществляет муниципальный земельный контроль»;</w:t>
      </w:r>
    </w:p>
    <w:p w:rsidR="00FF0945" w:rsidRDefault="00FF0945" w:rsidP="00383F60">
      <w:pPr>
        <w:tabs>
          <w:tab w:val="left" w:pos="105"/>
        </w:tabs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1.27. Пункт 7 статьи 41 исключить;</w:t>
      </w:r>
    </w:p>
    <w:p w:rsidR="00FF0945" w:rsidRDefault="00FF0945" w:rsidP="00383F60">
      <w:pPr>
        <w:tabs>
          <w:tab w:val="left" w:pos="105"/>
        </w:tabs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1.28. </w:t>
      </w:r>
      <w:r w:rsidRPr="00601F5B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4 статьи 49 изложить в новой редакции:</w:t>
      </w:r>
    </w:p>
    <w:p w:rsidR="00FF0945" w:rsidRDefault="00FF0945" w:rsidP="005F359A">
      <w:pPr>
        <w:widowControl w:val="0"/>
        <w:tabs>
          <w:tab w:val="left" w:pos="-2127"/>
        </w:tabs>
        <w:suppressAutoHyphens/>
        <w:ind w:firstLine="851"/>
        <w:jc w:val="both"/>
        <w:rPr>
          <w:sz w:val="28"/>
          <w:szCs w:val="28"/>
          <w:lang w:eastAsia="fa-IR" w:bidi="fa-IR"/>
        </w:rPr>
      </w:pPr>
      <w:r w:rsidRPr="005F359A">
        <w:rPr>
          <w:sz w:val="28"/>
          <w:szCs w:val="28"/>
          <w:lang w:eastAsia="fa-IR" w:bidi="fa-IR"/>
        </w:rPr>
        <w:t xml:space="preserve">«4. </w:t>
      </w:r>
      <w:r w:rsidRPr="005F359A">
        <w:rPr>
          <w:sz w:val="28"/>
          <w:szCs w:val="28"/>
        </w:rPr>
        <w:t>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 п</w:t>
      </w:r>
      <w:r>
        <w:rPr>
          <w:sz w:val="28"/>
          <w:szCs w:val="28"/>
        </w:rPr>
        <w:t>о представлению главы поселения</w:t>
      </w:r>
      <w:r w:rsidRPr="005F359A">
        <w:rPr>
          <w:sz w:val="28"/>
          <w:szCs w:val="28"/>
          <w:lang w:eastAsia="fa-IR" w:bidi="fa-IR"/>
        </w:rPr>
        <w:t>»;</w:t>
      </w:r>
    </w:p>
    <w:p w:rsidR="00FF0945" w:rsidRDefault="00FF0945" w:rsidP="005F359A">
      <w:pPr>
        <w:widowControl w:val="0"/>
        <w:tabs>
          <w:tab w:val="left" w:pos="-2127"/>
        </w:tabs>
        <w:suppressAutoHyphens/>
        <w:ind w:firstLine="851"/>
        <w:jc w:val="both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1.29. Статью 54 изложить в новой редакции:</w:t>
      </w:r>
    </w:p>
    <w:p w:rsidR="00FF0945" w:rsidRPr="009E675D" w:rsidRDefault="00FF0945" w:rsidP="009E675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E675D">
        <w:rPr>
          <w:sz w:val="28"/>
          <w:szCs w:val="28"/>
          <w:lang w:eastAsia="fa-IR" w:bidi="fa-IR"/>
        </w:rPr>
        <w:t>«</w:t>
      </w:r>
      <w:r w:rsidRPr="009E675D">
        <w:rPr>
          <w:b/>
          <w:bCs/>
          <w:sz w:val="28"/>
          <w:szCs w:val="28"/>
        </w:rPr>
        <w:t>Статья 54. Сведения о доходах, об имуществе и обязательствах имущественного характера муниципального служащего</w:t>
      </w:r>
    </w:p>
    <w:p w:rsidR="00FF0945" w:rsidRDefault="00FF0945" w:rsidP="009E675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lang w:eastAsia="fa-IR" w:bidi="fa-IR"/>
        </w:rPr>
      </w:pPr>
      <w:r w:rsidRPr="009E675D">
        <w:rPr>
          <w:sz w:val="28"/>
          <w:szCs w:val="28"/>
        </w:rPr>
        <w:t>Граждане, претендующие на замещение должностей муниципальной службы, включенных в соответствующий перечень, муниципальные служащие, замещающие указанные должности, обязаны ежегодно представлять представителю нанимателя (работодателю)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Указанные сведения представляются в порядке и по форме, которые установлены для представления сведений о доходах, об имуществе и обязательствах имущественного характера государственными гражданскими служащими Краснодарского края.</w:t>
      </w:r>
      <w:r w:rsidRPr="009E675D">
        <w:rPr>
          <w:sz w:val="28"/>
          <w:szCs w:val="28"/>
          <w:lang w:eastAsia="fa-IR" w:bidi="fa-IR"/>
        </w:rPr>
        <w:t>»</w:t>
      </w:r>
      <w:r>
        <w:rPr>
          <w:sz w:val="28"/>
          <w:szCs w:val="28"/>
          <w:lang w:eastAsia="fa-IR" w:bidi="fa-IR"/>
        </w:rPr>
        <w:t>;</w:t>
      </w:r>
    </w:p>
    <w:p w:rsidR="00FF0945" w:rsidRDefault="00FF0945" w:rsidP="009E675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 xml:space="preserve">1.30. </w:t>
      </w:r>
      <w:r w:rsidRPr="00200C04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4 статьи 61 изложить в новой редакции:</w:t>
      </w:r>
    </w:p>
    <w:p w:rsidR="00FF0945" w:rsidRDefault="00FF0945" w:rsidP="009E675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«4. Устав поселения,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порядке, установленном федеральным законом»;</w:t>
      </w:r>
    </w:p>
    <w:p w:rsidR="00FF0945" w:rsidRDefault="00FF0945" w:rsidP="009E675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1.31.</w:t>
      </w:r>
      <w:r w:rsidRPr="00D762E4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5 статьи 61 дополнить абзацем вторым следующего содержания:</w:t>
      </w:r>
    </w:p>
    <w:p w:rsidR="00FF0945" w:rsidRDefault="00FF0945" w:rsidP="009E675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lang w:eastAsia="fa-IR" w:bidi="fa-IR"/>
        </w:rPr>
      </w:pPr>
      <w:r w:rsidRPr="001764A6">
        <w:rPr>
          <w:sz w:val="28"/>
          <w:szCs w:val="28"/>
          <w:lang w:eastAsia="fa-IR" w:bidi="fa-IR"/>
        </w:rPr>
        <w:t xml:space="preserve">«Глава </w:t>
      </w:r>
      <w:r w:rsidRPr="001764A6">
        <w:rPr>
          <w:sz w:val="28"/>
          <w:szCs w:val="28"/>
        </w:rPr>
        <w:t>поселения обязан опубликовать (обнародовать) зарегистрированные устав поселения,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</w:t>
      </w:r>
      <w:r w:rsidRPr="001764A6">
        <w:rPr>
          <w:sz w:val="28"/>
          <w:szCs w:val="28"/>
          <w:lang w:eastAsia="fa-IR" w:bidi="fa-IR"/>
        </w:rPr>
        <w:t>»</w:t>
      </w:r>
      <w:r>
        <w:rPr>
          <w:sz w:val="28"/>
          <w:szCs w:val="28"/>
          <w:lang w:eastAsia="fa-IR" w:bidi="fa-IR"/>
        </w:rPr>
        <w:t>;</w:t>
      </w:r>
    </w:p>
    <w:p w:rsidR="00FF0945" w:rsidRPr="001764A6" w:rsidRDefault="00FF0945" w:rsidP="001764A6">
      <w:pPr>
        <w:tabs>
          <w:tab w:val="left" w:pos="-2160"/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fa-IR" w:bidi="fa-IR"/>
        </w:rPr>
        <w:t xml:space="preserve">1.32. В </w:t>
      </w:r>
      <w:r w:rsidRPr="00D775A1">
        <w:rPr>
          <w:sz w:val="28"/>
          <w:szCs w:val="28"/>
          <w:lang w:eastAsia="fa-IR" w:bidi="fa-IR"/>
        </w:rPr>
        <w:t>части</w:t>
      </w:r>
      <w:r>
        <w:rPr>
          <w:sz w:val="28"/>
          <w:szCs w:val="28"/>
          <w:lang w:eastAsia="fa-IR" w:bidi="fa-IR"/>
        </w:rPr>
        <w:t xml:space="preserve"> 6 статьи 63 слова «</w:t>
      </w:r>
      <w:r w:rsidRPr="001764A6">
        <w:rPr>
          <w:sz w:val="28"/>
          <w:szCs w:val="28"/>
        </w:rPr>
        <w:t>Решение главы поселения об отклонении нормативного правового акта Совета может быть преодолено, если при повторном голосовании за принятие указанного нормативного правового акта проголосовало не менее 2/3 голосов от установленного числа депутатов Совета.</w:t>
      </w:r>
    </w:p>
    <w:p w:rsidR="00FF0945" w:rsidRDefault="00FF0945" w:rsidP="001764A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lang w:eastAsia="fa-IR" w:bidi="fa-IR"/>
        </w:rPr>
      </w:pPr>
      <w:r w:rsidRPr="001764A6">
        <w:rPr>
          <w:sz w:val="28"/>
          <w:szCs w:val="28"/>
        </w:rPr>
        <w:t>В этом случае глава поселения обязан подписать нормативный правовой акт Совета не позднее</w:t>
      </w:r>
      <w:r>
        <w:rPr>
          <w:sz w:val="28"/>
          <w:szCs w:val="28"/>
        </w:rPr>
        <w:t xml:space="preserve"> </w:t>
      </w:r>
      <w:r w:rsidRPr="001764A6">
        <w:rPr>
          <w:sz w:val="28"/>
          <w:szCs w:val="28"/>
        </w:rPr>
        <w:t xml:space="preserve">чем </w:t>
      </w:r>
      <w:r>
        <w:rPr>
          <w:sz w:val="28"/>
          <w:szCs w:val="28"/>
        </w:rPr>
        <w:t>через 7 дней и обнародовать его</w:t>
      </w:r>
      <w:bookmarkStart w:id="0" w:name="_GoBack"/>
      <w:bookmarkEnd w:id="0"/>
      <w:r>
        <w:rPr>
          <w:sz w:val="28"/>
          <w:szCs w:val="28"/>
          <w:lang w:eastAsia="fa-IR" w:bidi="fa-IR"/>
        </w:rPr>
        <w:t xml:space="preserve">» исключить. Дополнить </w:t>
      </w:r>
      <w:r w:rsidRPr="00AA064F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абзацем вторым следующего содержания:</w:t>
      </w:r>
    </w:p>
    <w:p w:rsidR="00FF0945" w:rsidRDefault="00FF0945" w:rsidP="001764A6">
      <w:pPr>
        <w:tabs>
          <w:tab w:val="left" w:pos="0"/>
        </w:tabs>
        <w:ind w:firstLine="851"/>
        <w:jc w:val="both"/>
        <w:rPr>
          <w:sz w:val="28"/>
          <w:szCs w:val="28"/>
          <w:lang w:eastAsia="fa-IR" w:bidi="fa-IR"/>
        </w:rPr>
      </w:pPr>
      <w:r w:rsidRPr="001764A6">
        <w:rPr>
          <w:sz w:val="28"/>
          <w:szCs w:val="28"/>
          <w:lang w:eastAsia="fa-IR" w:bidi="fa-IR"/>
        </w:rPr>
        <w:t>«</w:t>
      </w:r>
      <w:r w:rsidRPr="001764A6">
        <w:rPr>
          <w:sz w:val="28"/>
          <w:szCs w:val="28"/>
        </w:rPr>
        <w:t>Если глава поселения отклонит нормативный правовой акт, он вновь рассматривается Советом.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Совета, он подлежит подписанию главой поселения в те</w:t>
      </w:r>
      <w:r>
        <w:rPr>
          <w:sz w:val="28"/>
          <w:szCs w:val="28"/>
        </w:rPr>
        <w:t>чение семи дней и обнародованию</w:t>
      </w:r>
      <w:r w:rsidRPr="001764A6">
        <w:rPr>
          <w:sz w:val="28"/>
          <w:szCs w:val="28"/>
          <w:lang w:eastAsia="fa-IR" w:bidi="fa-IR"/>
        </w:rPr>
        <w:t>»;</w:t>
      </w:r>
    </w:p>
    <w:p w:rsidR="00FF0945" w:rsidRPr="00A06D86" w:rsidRDefault="00FF0945" w:rsidP="00A06D86">
      <w:pPr>
        <w:ind w:firstLine="851"/>
        <w:jc w:val="both"/>
      </w:pPr>
      <w:r>
        <w:rPr>
          <w:sz w:val="28"/>
          <w:szCs w:val="28"/>
          <w:lang w:eastAsia="fa-IR" w:bidi="fa-IR"/>
        </w:rPr>
        <w:t xml:space="preserve">1.33. </w:t>
      </w:r>
      <w:r>
        <w:rPr>
          <w:sz w:val="28"/>
          <w:szCs w:val="28"/>
        </w:rPr>
        <w:t>В пункте 3 части 2 статьи 68 слова «улучшении жилищных условий» заменить словами «жилых помещениях»;</w:t>
      </w:r>
    </w:p>
    <w:p w:rsidR="00FF0945" w:rsidRDefault="00FF0945" w:rsidP="001764A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1.34. Пункт </w:t>
      </w:r>
      <w:r w:rsidRPr="00AA064F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AA064F">
        <w:rPr>
          <w:sz w:val="28"/>
          <w:szCs w:val="28"/>
        </w:rPr>
        <w:t>части</w:t>
      </w:r>
      <w:r>
        <w:rPr>
          <w:sz w:val="28"/>
          <w:szCs w:val="28"/>
        </w:rPr>
        <w:t xml:space="preserve"> 2 статьи 68 изложить в новой редакции: </w:t>
      </w:r>
    </w:p>
    <w:p w:rsidR="00FF0945" w:rsidRDefault="00FF0945" w:rsidP="001764A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764A6">
        <w:rPr>
          <w:sz w:val="28"/>
          <w:szCs w:val="28"/>
        </w:rPr>
        <w:t>«</w:t>
      </w:r>
      <w:r w:rsidRPr="00AA064F">
        <w:rPr>
          <w:sz w:val="28"/>
          <w:szCs w:val="28"/>
        </w:rPr>
        <w:t>22)</w:t>
      </w:r>
      <w:r>
        <w:rPr>
          <w:sz w:val="28"/>
          <w:szCs w:val="28"/>
        </w:rPr>
        <w:t xml:space="preserve"> </w:t>
      </w:r>
      <w:r w:rsidRPr="001764A6">
        <w:rPr>
          <w:sz w:val="28"/>
          <w:szCs w:val="28"/>
        </w:rPr>
        <w:t xml:space="preserve">иное имущество, необходимое для осуществления полномочий по решению вопросов местного значения поселения»; </w:t>
      </w:r>
    </w:p>
    <w:p w:rsidR="00FF0945" w:rsidRDefault="00FF0945" w:rsidP="001764A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1.35. </w:t>
      </w:r>
      <w:r w:rsidRPr="00AA064F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</w:t>
      </w:r>
      <w:r>
        <w:rPr>
          <w:sz w:val="28"/>
          <w:szCs w:val="28"/>
        </w:rPr>
        <w:t xml:space="preserve">2 статьи 78 дополнить </w:t>
      </w:r>
      <w:r w:rsidRPr="00AA064F">
        <w:rPr>
          <w:sz w:val="28"/>
          <w:szCs w:val="28"/>
        </w:rPr>
        <w:t>абзацами</w:t>
      </w:r>
      <w:r>
        <w:rPr>
          <w:sz w:val="28"/>
          <w:szCs w:val="28"/>
        </w:rPr>
        <w:t xml:space="preserve"> следующего содержания:</w:t>
      </w:r>
    </w:p>
    <w:p w:rsidR="00FF0945" w:rsidRPr="005817AF" w:rsidRDefault="00FF0945" w:rsidP="005817AF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817AF">
        <w:rPr>
          <w:sz w:val="28"/>
          <w:szCs w:val="28"/>
        </w:rPr>
        <w:t>«К основным полномочиям контрольно – счетного органа поселения относятся: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1) контроль за исполнением местного бюджета;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2) экспертиза проектов местного бюджета;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 xml:space="preserve">4) 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9" w:history="1">
        <w:r w:rsidRPr="00A213AB">
          <w:rPr>
            <w:rStyle w:val="Hyperlink"/>
            <w:color w:val="auto"/>
            <w:sz w:val="28"/>
            <w:szCs w:val="28"/>
            <w:u w:val="none"/>
          </w:rPr>
          <w:t>законодательством</w:t>
        </w:r>
      </w:hyperlink>
      <w:r w:rsidRPr="005817AF">
        <w:rPr>
          <w:sz w:val="28"/>
          <w:szCs w:val="28"/>
        </w:rPr>
        <w:t xml:space="preserve"> Российской Федерации;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5)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поселению;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собственности поселения;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поселения, а также муниципальных программ;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8) анализ бюджетного процесса в поселении и подготовка предложений, направленных на его совершенствование;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и главе поселения;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FF0945" w:rsidRPr="00AD38A4" w:rsidRDefault="00FF0945" w:rsidP="00AD38A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>11) иные полномочия в сфере внешнего муниципального финансового контроля, установленные федеральными закон</w:t>
      </w:r>
      <w:r>
        <w:rPr>
          <w:sz w:val="28"/>
          <w:szCs w:val="28"/>
        </w:rPr>
        <w:t>ами, уставом и решениями Совета</w:t>
      </w:r>
      <w:r w:rsidRPr="005817AF">
        <w:rPr>
          <w:sz w:val="28"/>
          <w:szCs w:val="28"/>
        </w:rPr>
        <w:t>»;</w:t>
      </w:r>
    </w:p>
    <w:p w:rsidR="00FF0945" w:rsidRPr="00AD38A4" w:rsidRDefault="00FF0945" w:rsidP="00CB3A5D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1.36</w:t>
      </w:r>
      <w:r w:rsidRPr="00AD38A4">
        <w:rPr>
          <w:sz w:val="28"/>
          <w:szCs w:val="28"/>
        </w:rPr>
        <w:t>. Абзац 2 части 2 статьи 79 дополнить словами «</w:t>
      </w:r>
      <w:r w:rsidRPr="00AD38A4">
        <w:rPr>
          <w:sz w:val="28"/>
          <w:szCs w:val="28"/>
          <w:lang w:eastAsia="en-US"/>
        </w:rPr>
        <w:t>, не позднее 1 мая текущего года»;</w:t>
      </w:r>
    </w:p>
    <w:p w:rsidR="00FF0945" w:rsidRPr="00AD38A4" w:rsidRDefault="00FF0945" w:rsidP="00CB3A5D">
      <w:pPr>
        <w:ind w:firstLine="851"/>
        <w:jc w:val="both"/>
        <w:rPr>
          <w:sz w:val="28"/>
          <w:szCs w:val="28"/>
          <w:lang w:eastAsia="en-US"/>
        </w:rPr>
      </w:pPr>
      <w:r w:rsidRPr="00AD38A4">
        <w:rPr>
          <w:sz w:val="28"/>
          <w:szCs w:val="28"/>
        </w:rPr>
        <w:t>1.3</w:t>
      </w:r>
      <w:r>
        <w:rPr>
          <w:sz w:val="28"/>
          <w:szCs w:val="28"/>
        </w:rPr>
        <w:t>7</w:t>
      </w:r>
      <w:r w:rsidRPr="00AD38A4">
        <w:rPr>
          <w:sz w:val="28"/>
          <w:szCs w:val="28"/>
        </w:rPr>
        <w:t>. В абзаце 1 части 3 статьи 79 слова «контрольным органом Совета поселения» исключить;</w:t>
      </w:r>
    </w:p>
    <w:p w:rsidR="00FF0945" w:rsidRPr="00AD38A4" w:rsidRDefault="00FF0945" w:rsidP="00CB3A5D">
      <w:pPr>
        <w:ind w:firstLine="851"/>
        <w:jc w:val="both"/>
        <w:rPr>
          <w:sz w:val="28"/>
          <w:szCs w:val="28"/>
          <w:lang w:eastAsia="en-US"/>
        </w:rPr>
      </w:pPr>
      <w:r w:rsidRPr="00AD38A4">
        <w:rPr>
          <w:sz w:val="28"/>
          <w:szCs w:val="28"/>
          <w:lang w:eastAsia="en-US"/>
        </w:rPr>
        <w:t>1.3</w:t>
      </w:r>
      <w:r>
        <w:rPr>
          <w:sz w:val="28"/>
          <w:szCs w:val="28"/>
          <w:lang w:eastAsia="en-US"/>
        </w:rPr>
        <w:t>8</w:t>
      </w:r>
      <w:r w:rsidRPr="00AD38A4">
        <w:rPr>
          <w:sz w:val="28"/>
          <w:szCs w:val="28"/>
          <w:lang w:eastAsia="en-US"/>
        </w:rPr>
        <w:t>. Абзац 2 части 3 статьи 79 исключить;</w:t>
      </w:r>
    </w:p>
    <w:p w:rsidR="00FF0945" w:rsidRPr="00AD38A4" w:rsidRDefault="00FF0945" w:rsidP="00CB3A5D">
      <w:pPr>
        <w:ind w:firstLine="851"/>
        <w:jc w:val="both"/>
        <w:rPr>
          <w:sz w:val="28"/>
          <w:szCs w:val="28"/>
          <w:lang w:eastAsia="en-US"/>
        </w:rPr>
      </w:pPr>
      <w:r w:rsidRPr="00AD38A4">
        <w:rPr>
          <w:sz w:val="28"/>
          <w:szCs w:val="28"/>
          <w:lang w:eastAsia="en-US"/>
        </w:rPr>
        <w:t>1.3</w:t>
      </w:r>
      <w:r>
        <w:rPr>
          <w:sz w:val="28"/>
          <w:szCs w:val="28"/>
          <w:lang w:eastAsia="en-US"/>
        </w:rPr>
        <w:t>9</w:t>
      </w:r>
      <w:r w:rsidRPr="00AD38A4">
        <w:rPr>
          <w:sz w:val="28"/>
          <w:szCs w:val="28"/>
          <w:lang w:eastAsia="en-US"/>
        </w:rPr>
        <w:t>. Часть 6 статьи 79 изложить в новой редакции:</w:t>
      </w:r>
    </w:p>
    <w:p w:rsidR="00FF0945" w:rsidRPr="00AD38A4" w:rsidRDefault="00FF0945" w:rsidP="00CB3A5D">
      <w:pPr>
        <w:widowControl w:val="0"/>
        <w:ind w:firstLine="851"/>
        <w:jc w:val="both"/>
        <w:rPr>
          <w:sz w:val="28"/>
          <w:szCs w:val="28"/>
        </w:rPr>
      </w:pPr>
      <w:r w:rsidRPr="00AD38A4">
        <w:rPr>
          <w:sz w:val="28"/>
          <w:szCs w:val="28"/>
          <w:lang w:eastAsia="en-US"/>
        </w:rPr>
        <w:t xml:space="preserve">«6. </w:t>
      </w:r>
      <w:r w:rsidRPr="00AD38A4">
        <w:rPr>
          <w:sz w:val="28"/>
          <w:szCs w:val="28"/>
        </w:rPr>
        <w:t>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бюджета.</w:t>
      </w:r>
    </w:p>
    <w:p w:rsidR="00FF0945" w:rsidRPr="00AD38A4" w:rsidRDefault="00FF0945" w:rsidP="00AD38A4">
      <w:pPr>
        <w:ind w:firstLine="851"/>
        <w:jc w:val="both"/>
        <w:rPr>
          <w:sz w:val="28"/>
          <w:szCs w:val="28"/>
          <w:lang w:eastAsia="en-US"/>
        </w:rPr>
      </w:pPr>
      <w:r w:rsidRPr="00AD38A4">
        <w:rPr>
          <w:sz w:val="28"/>
          <w:szCs w:val="28"/>
        </w:rPr>
        <w:t xml:space="preserve">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</w:t>
      </w:r>
      <w:r>
        <w:rPr>
          <w:sz w:val="28"/>
          <w:szCs w:val="28"/>
        </w:rPr>
        <w:t>срок, не превышающий один месяц</w:t>
      </w:r>
      <w:r w:rsidRPr="00AD38A4">
        <w:rPr>
          <w:sz w:val="28"/>
          <w:szCs w:val="28"/>
        </w:rPr>
        <w:t>»;</w:t>
      </w:r>
    </w:p>
    <w:p w:rsidR="00FF0945" w:rsidRPr="005817AF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1.40</w:t>
      </w:r>
      <w:r w:rsidRPr="005817AF">
        <w:rPr>
          <w:sz w:val="28"/>
          <w:szCs w:val="28"/>
        </w:rPr>
        <w:t xml:space="preserve">. </w:t>
      </w:r>
      <w:r w:rsidRPr="0045212F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</w:t>
      </w:r>
      <w:r w:rsidRPr="005817AF">
        <w:rPr>
          <w:sz w:val="28"/>
          <w:szCs w:val="28"/>
        </w:rPr>
        <w:t>7 статьи 79 изложить в новой редакции:</w:t>
      </w:r>
    </w:p>
    <w:p w:rsidR="00FF0945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817AF">
        <w:rPr>
          <w:sz w:val="28"/>
          <w:szCs w:val="28"/>
        </w:rPr>
        <w:t xml:space="preserve">«7. Финансовый орган </w:t>
      </w:r>
      <w:r w:rsidRPr="005817AF">
        <w:rPr>
          <w:sz w:val="28"/>
          <w:szCs w:val="28"/>
          <w:lang w:eastAsia="en-US"/>
        </w:rPr>
        <w:t xml:space="preserve">поселения представляет бюджетную отчетность в финансовый орган муниципального образования </w:t>
      </w:r>
      <w:r>
        <w:rPr>
          <w:sz w:val="28"/>
          <w:szCs w:val="28"/>
          <w:lang w:eastAsia="en-US"/>
        </w:rPr>
        <w:t>Темрюкский район</w:t>
      </w:r>
      <w:r w:rsidRPr="005817A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F0945" w:rsidRDefault="00FF0945" w:rsidP="005817A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1.41.</w:t>
      </w:r>
      <w:r w:rsidRPr="0045212F">
        <w:rPr>
          <w:sz w:val="28"/>
          <w:szCs w:val="28"/>
          <w:lang w:eastAsia="fa-IR" w:bidi="fa-IR"/>
        </w:rPr>
        <w:t>Часть</w:t>
      </w:r>
      <w:r>
        <w:rPr>
          <w:sz w:val="28"/>
          <w:szCs w:val="28"/>
          <w:lang w:eastAsia="fa-IR" w:bidi="fa-IR"/>
        </w:rPr>
        <w:t xml:space="preserve"> </w:t>
      </w:r>
      <w:r>
        <w:rPr>
          <w:sz w:val="28"/>
          <w:szCs w:val="28"/>
        </w:rPr>
        <w:t xml:space="preserve">2 статьи 84 дополнить пунктом 4) следующего содержания: </w:t>
      </w:r>
    </w:p>
    <w:p w:rsidR="00FF0945" w:rsidRDefault="00FF0945" w:rsidP="005817A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17AF">
        <w:rPr>
          <w:rFonts w:ascii="Times New Roman" w:hAnsi="Times New Roman" w:cs="Times New Roman"/>
          <w:sz w:val="28"/>
          <w:szCs w:val="28"/>
        </w:rPr>
        <w:t xml:space="preserve">«4) </w:t>
      </w:r>
      <w:r w:rsidRPr="005817AF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несоблюдение ограничений и запретов и неисполнение обязанностей, которые установлены Федеральным </w:t>
      </w:r>
      <w:hyperlink r:id="rId10" w:history="1">
        <w:r w:rsidRPr="005817AF">
          <w:rPr>
            <w:rFonts w:ascii="Times New Roman" w:hAnsi="Times New Roman" w:cs="Times New Roman"/>
            <w:kern w:val="0"/>
            <w:sz w:val="28"/>
            <w:szCs w:val="28"/>
            <w:lang w:eastAsia="en-US"/>
          </w:rPr>
          <w:t>законом</w:t>
        </w:r>
      </w:hyperlink>
      <w:r w:rsidRPr="005817AF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от 25.12.2008 № 273-ФЗ «О противодействии коррупции» </w:t>
      </w:r>
      <w:r>
        <w:rPr>
          <w:rFonts w:ascii="Times New Roman" w:hAnsi="Times New Roman" w:cs="Times New Roman"/>
          <w:kern w:val="0"/>
          <w:sz w:val="28"/>
          <w:szCs w:val="28"/>
          <w:lang w:eastAsia="en-US"/>
        </w:rPr>
        <w:t>и другими федеральными законами</w:t>
      </w:r>
      <w:r w:rsidRPr="005817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0945" w:rsidRPr="00D32710" w:rsidRDefault="00FF0945" w:rsidP="00B33770">
      <w:pPr>
        <w:ind w:firstLine="708"/>
        <w:jc w:val="both"/>
        <w:rPr>
          <w:color w:val="000000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2. Поручить главе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D32710">
        <w:rPr>
          <w:color w:val="000000"/>
          <w:sz w:val="28"/>
          <w:szCs w:val="28"/>
        </w:rPr>
        <w:t xml:space="preserve">зарегистрировать </w:t>
      </w:r>
      <w:r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>настоящее решение в установленном законом порядке.</w:t>
      </w:r>
    </w:p>
    <w:p w:rsidR="00FF0945" w:rsidRPr="007A4FBF" w:rsidRDefault="00FF0945" w:rsidP="00B33770">
      <w:pPr>
        <w:ind w:firstLine="709"/>
        <w:jc w:val="both"/>
        <w:rPr>
          <w:sz w:val="28"/>
          <w:szCs w:val="28"/>
        </w:rPr>
      </w:pPr>
      <w:r w:rsidRPr="00D32710">
        <w:rPr>
          <w:sz w:val="28"/>
          <w:szCs w:val="28"/>
        </w:rPr>
        <w:t xml:space="preserve">3. Опубликовать настоящее решение, зарегистрированное в установленном законом порядке, в </w:t>
      </w:r>
      <w:r w:rsidRPr="007A4FBF">
        <w:rPr>
          <w:sz w:val="28"/>
          <w:szCs w:val="28"/>
        </w:rPr>
        <w:t>районной газете «Тамань».</w:t>
      </w:r>
    </w:p>
    <w:p w:rsidR="00FF0945" w:rsidRDefault="00FF0945" w:rsidP="00B33770">
      <w:pPr>
        <w:ind w:firstLine="709"/>
        <w:jc w:val="both"/>
        <w:rPr>
          <w:sz w:val="28"/>
          <w:szCs w:val="28"/>
        </w:rPr>
      </w:pPr>
      <w:r w:rsidRPr="00D32710">
        <w:rPr>
          <w:sz w:val="28"/>
          <w:szCs w:val="28"/>
        </w:rPr>
        <w:t xml:space="preserve">4. Контроль за выполнением </w:t>
      </w:r>
      <w:r>
        <w:rPr>
          <w:sz w:val="28"/>
          <w:szCs w:val="28"/>
        </w:rPr>
        <w:t>настоящего решения  оставляю за собой и постоянной</w:t>
      </w:r>
      <w:r w:rsidRPr="00D3271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ей </w:t>
      </w: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  сельского поселения Темрюкского района</w:t>
      </w:r>
      <w:r w:rsidRPr="00D32710">
        <w:rPr>
          <w:sz w:val="28"/>
          <w:szCs w:val="28"/>
        </w:rPr>
        <w:t xml:space="preserve"> по вопросам обеспечения законности, правопорядка, охраны прав и свобод граждан, развитию местного самоуправления </w:t>
      </w:r>
    </w:p>
    <w:p w:rsidR="00FF0945" w:rsidRPr="00D32710" w:rsidRDefault="00FF0945" w:rsidP="001D0748">
      <w:pPr>
        <w:jc w:val="both"/>
        <w:rPr>
          <w:sz w:val="28"/>
          <w:szCs w:val="28"/>
        </w:rPr>
      </w:pPr>
      <w:r w:rsidRPr="00D32710">
        <w:rPr>
          <w:sz w:val="28"/>
          <w:szCs w:val="28"/>
        </w:rPr>
        <w:t>(</w:t>
      </w:r>
      <w:r>
        <w:rPr>
          <w:sz w:val="28"/>
          <w:szCs w:val="28"/>
        </w:rPr>
        <w:t>В.А. Кулага</w:t>
      </w:r>
      <w:r w:rsidRPr="00D32710">
        <w:rPr>
          <w:sz w:val="28"/>
          <w:szCs w:val="28"/>
        </w:rPr>
        <w:t xml:space="preserve">). </w:t>
      </w:r>
    </w:p>
    <w:p w:rsidR="00FF0945" w:rsidRPr="00E71E6C" w:rsidRDefault="00FF0945" w:rsidP="00E71E6C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strike/>
          <w:color w:val="000000"/>
          <w:sz w:val="28"/>
          <w:szCs w:val="28"/>
        </w:rPr>
      </w:pPr>
      <w:r w:rsidRPr="00D32710">
        <w:rPr>
          <w:color w:val="000000"/>
          <w:spacing w:val="15"/>
          <w:sz w:val="28"/>
          <w:szCs w:val="28"/>
        </w:rPr>
        <w:t>5</w:t>
      </w:r>
      <w:r w:rsidRPr="00D32710">
        <w:rPr>
          <w:color w:val="000000"/>
          <w:sz w:val="28"/>
          <w:szCs w:val="28"/>
        </w:rPr>
        <w:t>.</w:t>
      </w:r>
      <w:r w:rsidRPr="00D32710">
        <w:rPr>
          <w:color w:val="000000"/>
          <w:sz w:val="28"/>
          <w:szCs w:val="28"/>
        </w:rPr>
        <w:tab/>
      </w:r>
      <w:r w:rsidRPr="00E71E6C">
        <w:rPr>
          <w:sz w:val="28"/>
          <w:szCs w:val="28"/>
        </w:rPr>
        <w:t>Настоящее решение вступает в силу со дня его официального опубликования, за исключением пунктов 2-5, вступающих в силу со дня подписания.</w:t>
      </w:r>
    </w:p>
    <w:p w:rsidR="00FF0945" w:rsidRPr="00D32710" w:rsidRDefault="00FF0945" w:rsidP="00B33770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p w:rsidR="00FF0945" w:rsidRDefault="00FF0945" w:rsidP="00B3377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FF0945" w:rsidRDefault="00FF0945" w:rsidP="00B33770">
      <w:pPr>
        <w:jc w:val="both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FF0945" w:rsidRPr="00D32710" w:rsidRDefault="00FF0945" w:rsidP="00B3377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F0945" w:rsidRDefault="00FF0945" w:rsidP="00B33770">
      <w:pPr>
        <w:jc w:val="both"/>
        <w:rPr>
          <w:sz w:val="28"/>
          <w:szCs w:val="28"/>
        </w:rPr>
      </w:pP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>ого района                                                                              В.А. Мазурин</w:t>
      </w:r>
    </w:p>
    <w:p w:rsidR="00FF0945" w:rsidRDefault="00FF0945" w:rsidP="00B33770">
      <w:pPr>
        <w:jc w:val="both"/>
        <w:rPr>
          <w:sz w:val="28"/>
          <w:szCs w:val="28"/>
        </w:rPr>
      </w:pPr>
    </w:p>
    <w:p w:rsidR="00FF0945" w:rsidRDefault="00FF0945" w:rsidP="00B3377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F0945" w:rsidRDefault="00FF0945" w:rsidP="00B33770">
      <w:pPr>
        <w:jc w:val="both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</w:p>
    <w:p w:rsidR="00FF0945" w:rsidRDefault="00FF0945" w:rsidP="00B33770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И.И. Пелипенко</w:t>
      </w:r>
    </w:p>
    <w:p w:rsidR="00FF0945" w:rsidRPr="00D32710" w:rsidRDefault="00FF0945" w:rsidP="00B33770">
      <w:pPr>
        <w:jc w:val="both"/>
        <w:rPr>
          <w:sz w:val="28"/>
          <w:szCs w:val="28"/>
        </w:rPr>
      </w:pPr>
    </w:p>
    <w:sectPr w:rsidR="00FF0945" w:rsidRPr="00D32710" w:rsidSect="00E0667A">
      <w:headerReference w:type="default" r:id="rId11"/>
      <w:pgSz w:w="11906" w:h="16838" w:code="9"/>
      <w:pgMar w:top="1134" w:right="567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945" w:rsidRDefault="00FF0945">
      <w:r>
        <w:separator/>
      </w:r>
    </w:p>
  </w:endnote>
  <w:endnote w:type="continuationSeparator" w:id="1">
    <w:p w:rsidR="00FF0945" w:rsidRDefault="00FF0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945" w:rsidRDefault="00FF0945">
      <w:r>
        <w:separator/>
      </w:r>
    </w:p>
  </w:footnote>
  <w:footnote w:type="continuationSeparator" w:id="1">
    <w:p w:rsidR="00FF0945" w:rsidRDefault="00FF09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45" w:rsidRDefault="00FF0945">
    <w:pPr>
      <w:pStyle w:val="Header"/>
      <w:jc w:val="center"/>
    </w:pPr>
  </w:p>
  <w:p w:rsidR="00FF0945" w:rsidRDefault="00FF09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4FBA"/>
    <w:rsid w:val="0000509A"/>
    <w:rsid w:val="000065A0"/>
    <w:rsid w:val="00006B63"/>
    <w:rsid w:val="00013A4C"/>
    <w:rsid w:val="0001539E"/>
    <w:rsid w:val="000155AB"/>
    <w:rsid w:val="00015E50"/>
    <w:rsid w:val="00017899"/>
    <w:rsid w:val="0002323B"/>
    <w:rsid w:val="0002738A"/>
    <w:rsid w:val="0002746C"/>
    <w:rsid w:val="00027BB1"/>
    <w:rsid w:val="000461B1"/>
    <w:rsid w:val="00047128"/>
    <w:rsid w:val="000502C3"/>
    <w:rsid w:val="00053245"/>
    <w:rsid w:val="000537FA"/>
    <w:rsid w:val="00053A28"/>
    <w:rsid w:val="00062014"/>
    <w:rsid w:val="00063705"/>
    <w:rsid w:val="0006547B"/>
    <w:rsid w:val="00067462"/>
    <w:rsid w:val="00067939"/>
    <w:rsid w:val="00075092"/>
    <w:rsid w:val="00077137"/>
    <w:rsid w:val="00080627"/>
    <w:rsid w:val="00080673"/>
    <w:rsid w:val="0008095C"/>
    <w:rsid w:val="00080A86"/>
    <w:rsid w:val="00081EFA"/>
    <w:rsid w:val="0008464C"/>
    <w:rsid w:val="000859CF"/>
    <w:rsid w:val="00086C82"/>
    <w:rsid w:val="00093489"/>
    <w:rsid w:val="000947DB"/>
    <w:rsid w:val="00096672"/>
    <w:rsid w:val="00096937"/>
    <w:rsid w:val="000A081F"/>
    <w:rsid w:val="000A632D"/>
    <w:rsid w:val="000A6980"/>
    <w:rsid w:val="000A7214"/>
    <w:rsid w:val="000B28B6"/>
    <w:rsid w:val="000B3799"/>
    <w:rsid w:val="000B66DF"/>
    <w:rsid w:val="000B6D59"/>
    <w:rsid w:val="000C2803"/>
    <w:rsid w:val="000C3A39"/>
    <w:rsid w:val="000C43E3"/>
    <w:rsid w:val="000C671E"/>
    <w:rsid w:val="000D5D7D"/>
    <w:rsid w:val="000E0190"/>
    <w:rsid w:val="000E2ABD"/>
    <w:rsid w:val="000E5F52"/>
    <w:rsid w:val="000E6581"/>
    <w:rsid w:val="000E699F"/>
    <w:rsid w:val="000E7D43"/>
    <w:rsid w:val="000F003A"/>
    <w:rsid w:val="000F0642"/>
    <w:rsid w:val="000F2556"/>
    <w:rsid w:val="000F368A"/>
    <w:rsid w:val="00101D33"/>
    <w:rsid w:val="00102C7E"/>
    <w:rsid w:val="001041BA"/>
    <w:rsid w:val="0010425E"/>
    <w:rsid w:val="00111510"/>
    <w:rsid w:val="00111A3D"/>
    <w:rsid w:val="0012215C"/>
    <w:rsid w:val="001224B3"/>
    <w:rsid w:val="00124596"/>
    <w:rsid w:val="00124645"/>
    <w:rsid w:val="00126350"/>
    <w:rsid w:val="00135470"/>
    <w:rsid w:val="00136311"/>
    <w:rsid w:val="0013715D"/>
    <w:rsid w:val="00140518"/>
    <w:rsid w:val="00140707"/>
    <w:rsid w:val="001416C1"/>
    <w:rsid w:val="00143709"/>
    <w:rsid w:val="001455D2"/>
    <w:rsid w:val="00154D62"/>
    <w:rsid w:val="00154D74"/>
    <w:rsid w:val="001648A5"/>
    <w:rsid w:val="00164997"/>
    <w:rsid w:val="00166DDF"/>
    <w:rsid w:val="001700D6"/>
    <w:rsid w:val="00173B40"/>
    <w:rsid w:val="001764A6"/>
    <w:rsid w:val="001821CD"/>
    <w:rsid w:val="00182974"/>
    <w:rsid w:val="00183556"/>
    <w:rsid w:val="0018419B"/>
    <w:rsid w:val="00184222"/>
    <w:rsid w:val="001866D8"/>
    <w:rsid w:val="001916F7"/>
    <w:rsid w:val="00192F3A"/>
    <w:rsid w:val="00194B2A"/>
    <w:rsid w:val="00196E78"/>
    <w:rsid w:val="00196F1B"/>
    <w:rsid w:val="001A09F2"/>
    <w:rsid w:val="001A1A84"/>
    <w:rsid w:val="001A3BC6"/>
    <w:rsid w:val="001A45D8"/>
    <w:rsid w:val="001B014C"/>
    <w:rsid w:val="001B25B3"/>
    <w:rsid w:val="001C0220"/>
    <w:rsid w:val="001C2D73"/>
    <w:rsid w:val="001C4AD2"/>
    <w:rsid w:val="001C7A29"/>
    <w:rsid w:val="001D0748"/>
    <w:rsid w:val="001D0F80"/>
    <w:rsid w:val="001D37EC"/>
    <w:rsid w:val="001D4304"/>
    <w:rsid w:val="001D5046"/>
    <w:rsid w:val="001D696C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0C04"/>
    <w:rsid w:val="00204621"/>
    <w:rsid w:val="00204B9A"/>
    <w:rsid w:val="00207CA1"/>
    <w:rsid w:val="002121D6"/>
    <w:rsid w:val="00213C91"/>
    <w:rsid w:val="00217B9B"/>
    <w:rsid w:val="0022173D"/>
    <w:rsid w:val="002311AF"/>
    <w:rsid w:val="0023424D"/>
    <w:rsid w:val="00243B6C"/>
    <w:rsid w:val="00250833"/>
    <w:rsid w:val="00256091"/>
    <w:rsid w:val="0025641E"/>
    <w:rsid w:val="00257372"/>
    <w:rsid w:val="00267D77"/>
    <w:rsid w:val="00270B58"/>
    <w:rsid w:val="00271E0B"/>
    <w:rsid w:val="0027419D"/>
    <w:rsid w:val="00283597"/>
    <w:rsid w:val="002848B7"/>
    <w:rsid w:val="002848F3"/>
    <w:rsid w:val="00285B2D"/>
    <w:rsid w:val="0029276D"/>
    <w:rsid w:val="0029349E"/>
    <w:rsid w:val="00294740"/>
    <w:rsid w:val="00295078"/>
    <w:rsid w:val="00296448"/>
    <w:rsid w:val="002A3A83"/>
    <w:rsid w:val="002A7A7E"/>
    <w:rsid w:val="002B0CFF"/>
    <w:rsid w:val="002B1FBC"/>
    <w:rsid w:val="002B2C17"/>
    <w:rsid w:val="002B3E03"/>
    <w:rsid w:val="002B6745"/>
    <w:rsid w:val="002C0190"/>
    <w:rsid w:val="002C4824"/>
    <w:rsid w:val="002C6DA4"/>
    <w:rsid w:val="002D1C73"/>
    <w:rsid w:val="002E0D06"/>
    <w:rsid w:val="002E5ABB"/>
    <w:rsid w:val="002F154C"/>
    <w:rsid w:val="002F2AAD"/>
    <w:rsid w:val="00303AB0"/>
    <w:rsid w:val="00304567"/>
    <w:rsid w:val="0030757F"/>
    <w:rsid w:val="00313B91"/>
    <w:rsid w:val="0032396C"/>
    <w:rsid w:val="00324AC2"/>
    <w:rsid w:val="0032757D"/>
    <w:rsid w:val="00336BF1"/>
    <w:rsid w:val="003473D2"/>
    <w:rsid w:val="0035272D"/>
    <w:rsid w:val="00355FAD"/>
    <w:rsid w:val="00356FD7"/>
    <w:rsid w:val="003625C3"/>
    <w:rsid w:val="003629D7"/>
    <w:rsid w:val="00363E27"/>
    <w:rsid w:val="0036694E"/>
    <w:rsid w:val="00367DE8"/>
    <w:rsid w:val="00372D6D"/>
    <w:rsid w:val="00376173"/>
    <w:rsid w:val="003804D6"/>
    <w:rsid w:val="00382304"/>
    <w:rsid w:val="00383F60"/>
    <w:rsid w:val="00384B15"/>
    <w:rsid w:val="00386AAE"/>
    <w:rsid w:val="00391335"/>
    <w:rsid w:val="003914D8"/>
    <w:rsid w:val="00392C4D"/>
    <w:rsid w:val="003A045A"/>
    <w:rsid w:val="003A1E00"/>
    <w:rsid w:val="003A3577"/>
    <w:rsid w:val="003A759A"/>
    <w:rsid w:val="003B0969"/>
    <w:rsid w:val="003B0AAD"/>
    <w:rsid w:val="003B223B"/>
    <w:rsid w:val="003B6B68"/>
    <w:rsid w:val="003C534E"/>
    <w:rsid w:val="003C5BBD"/>
    <w:rsid w:val="003C6477"/>
    <w:rsid w:val="003D3DCB"/>
    <w:rsid w:val="003D766D"/>
    <w:rsid w:val="003E19DA"/>
    <w:rsid w:val="003E22F1"/>
    <w:rsid w:val="003E3C80"/>
    <w:rsid w:val="003E4CD7"/>
    <w:rsid w:val="003E68C3"/>
    <w:rsid w:val="003E75F0"/>
    <w:rsid w:val="003F0349"/>
    <w:rsid w:val="0040086B"/>
    <w:rsid w:val="00403897"/>
    <w:rsid w:val="004056ED"/>
    <w:rsid w:val="0041463F"/>
    <w:rsid w:val="004231D9"/>
    <w:rsid w:val="00425146"/>
    <w:rsid w:val="00426099"/>
    <w:rsid w:val="00427B67"/>
    <w:rsid w:val="004308DE"/>
    <w:rsid w:val="0043263B"/>
    <w:rsid w:val="0043790E"/>
    <w:rsid w:val="004463A9"/>
    <w:rsid w:val="00446C23"/>
    <w:rsid w:val="00450880"/>
    <w:rsid w:val="0045212F"/>
    <w:rsid w:val="00454A7B"/>
    <w:rsid w:val="00456720"/>
    <w:rsid w:val="00457303"/>
    <w:rsid w:val="00460B27"/>
    <w:rsid w:val="00460E40"/>
    <w:rsid w:val="004704D5"/>
    <w:rsid w:val="00481B9F"/>
    <w:rsid w:val="00486EB5"/>
    <w:rsid w:val="00497657"/>
    <w:rsid w:val="004A07A0"/>
    <w:rsid w:val="004A32C1"/>
    <w:rsid w:val="004A6253"/>
    <w:rsid w:val="004A7281"/>
    <w:rsid w:val="004B0BA4"/>
    <w:rsid w:val="004B49F8"/>
    <w:rsid w:val="004C0AE3"/>
    <w:rsid w:val="004C4082"/>
    <w:rsid w:val="004D0FC9"/>
    <w:rsid w:val="004D3CB1"/>
    <w:rsid w:val="004D4F10"/>
    <w:rsid w:val="004D5CC9"/>
    <w:rsid w:val="004D6DE5"/>
    <w:rsid w:val="004E3AD9"/>
    <w:rsid w:val="004E5CFF"/>
    <w:rsid w:val="004E7B0A"/>
    <w:rsid w:val="00505353"/>
    <w:rsid w:val="0050775A"/>
    <w:rsid w:val="00507EB0"/>
    <w:rsid w:val="00512223"/>
    <w:rsid w:val="00512FDB"/>
    <w:rsid w:val="0052638C"/>
    <w:rsid w:val="005304ED"/>
    <w:rsid w:val="005307BA"/>
    <w:rsid w:val="00534E78"/>
    <w:rsid w:val="005359F6"/>
    <w:rsid w:val="00536B2B"/>
    <w:rsid w:val="0054035D"/>
    <w:rsid w:val="00542FCD"/>
    <w:rsid w:val="00543FEE"/>
    <w:rsid w:val="005463CD"/>
    <w:rsid w:val="00546D66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7AF"/>
    <w:rsid w:val="00582653"/>
    <w:rsid w:val="005834E5"/>
    <w:rsid w:val="00583B1D"/>
    <w:rsid w:val="00591A09"/>
    <w:rsid w:val="00597529"/>
    <w:rsid w:val="005A1558"/>
    <w:rsid w:val="005B2076"/>
    <w:rsid w:val="005C46D3"/>
    <w:rsid w:val="005C7D04"/>
    <w:rsid w:val="005C7DCF"/>
    <w:rsid w:val="005D0F26"/>
    <w:rsid w:val="005D1FFC"/>
    <w:rsid w:val="005D6307"/>
    <w:rsid w:val="005D772F"/>
    <w:rsid w:val="005E044C"/>
    <w:rsid w:val="005E5ED2"/>
    <w:rsid w:val="005F1ADB"/>
    <w:rsid w:val="005F359A"/>
    <w:rsid w:val="005F3DA9"/>
    <w:rsid w:val="005F4A8E"/>
    <w:rsid w:val="005F7E7D"/>
    <w:rsid w:val="0060170E"/>
    <w:rsid w:val="00601F5B"/>
    <w:rsid w:val="00604B46"/>
    <w:rsid w:val="00605412"/>
    <w:rsid w:val="00606697"/>
    <w:rsid w:val="00611A1C"/>
    <w:rsid w:val="0062070E"/>
    <w:rsid w:val="00620FF9"/>
    <w:rsid w:val="0062153A"/>
    <w:rsid w:val="00621F7A"/>
    <w:rsid w:val="00622299"/>
    <w:rsid w:val="006243D7"/>
    <w:rsid w:val="00624530"/>
    <w:rsid w:val="00624974"/>
    <w:rsid w:val="00633AD5"/>
    <w:rsid w:val="0063446B"/>
    <w:rsid w:val="00635299"/>
    <w:rsid w:val="00636292"/>
    <w:rsid w:val="00640D89"/>
    <w:rsid w:val="00642F71"/>
    <w:rsid w:val="00645C5A"/>
    <w:rsid w:val="006536E4"/>
    <w:rsid w:val="00653A1E"/>
    <w:rsid w:val="00654B88"/>
    <w:rsid w:val="00654E4F"/>
    <w:rsid w:val="00657BCD"/>
    <w:rsid w:val="0066223F"/>
    <w:rsid w:val="00671AB6"/>
    <w:rsid w:val="006722B8"/>
    <w:rsid w:val="006759D5"/>
    <w:rsid w:val="006765DE"/>
    <w:rsid w:val="0067781A"/>
    <w:rsid w:val="00680FA4"/>
    <w:rsid w:val="00681638"/>
    <w:rsid w:val="006835B2"/>
    <w:rsid w:val="00686DBA"/>
    <w:rsid w:val="006907F2"/>
    <w:rsid w:val="00690A9F"/>
    <w:rsid w:val="00695CD2"/>
    <w:rsid w:val="00697707"/>
    <w:rsid w:val="006A0AAA"/>
    <w:rsid w:val="006A3561"/>
    <w:rsid w:val="006A50C7"/>
    <w:rsid w:val="006A5A50"/>
    <w:rsid w:val="006A6975"/>
    <w:rsid w:val="006A7995"/>
    <w:rsid w:val="006B110C"/>
    <w:rsid w:val="006B3F52"/>
    <w:rsid w:val="006B484A"/>
    <w:rsid w:val="006B714A"/>
    <w:rsid w:val="006C2796"/>
    <w:rsid w:val="006C4D45"/>
    <w:rsid w:val="006C6CE6"/>
    <w:rsid w:val="006D0183"/>
    <w:rsid w:val="006D2B52"/>
    <w:rsid w:val="006D380B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6F7834"/>
    <w:rsid w:val="00700E9E"/>
    <w:rsid w:val="00701FF4"/>
    <w:rsid w:val="00702051"/>
    <w:rsid w:val="0070313A"/>
    <w:rsid w:val="00703CC8"/>
    <w:rsid w:val="00707374"/>
    <w:rsid w:val="007101A5"/>
    <w:rsid w:val="00710FAE"/>
    <w:rsid w:val="0071357A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0B9C"/>
    <w:rsid w:val="00741208"/>
    <w:rsid w:val="00742B46"/>
    <w:rsid w:val="00745FF9"/>
    <w:rsid w:val="00746706"/>
    <w:rsid w:val="00755988"/>
    <w:rsid w:val="00756940"/>
    <w:rsid w:val="00764121"/>
    <w:rsid w:val="00766489"/>
    <w:rsid w:val="00766E4F"/>
    <w:rsid w:val="00773D5C"/>
    <w:rsid w:val="00777725"/>
    <w:rsid w:val="00780B29"/>
    <w:rsid w:val="00781D25"/>
    <w:rsid w:val="00790DA8"/>
    <w:rsid w:val="0079163A"/>
    <w:rsid w:val="0079410F"/>
    <w:rsid w:val="007957B3"/>
    <w:rsid w:val="007969BC"/>
    <w:rsid w:val="007A1D98"/>
    <w:rsid w:val="007A3C86"/>
    <w:rsid w:val="007A4FBF"/>
    <w:rsid w:val="007B05D6"/>
    <w:rsid w:val="007B3FF4"/>
    <w:rsid w:val="007B77A7"/>
    <w:rsid w:val="007C22F5"/>
    <w:rsid w:val="007C3ED5"/>
    <w:rsid w:val="007C53FD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2A2F"/>
    <w:rsid w:val="007F2F6D"/>
    <w:rsid w:val="007F36C2"/>
    <w:rsid w:val="007F538B"/>
    <w:rsid w:val="007F6055"/>
    <w:rsid w:val="00800132"/>
    <w:rsid w:val="00801FEE"/>
    <w:rsid w:val="008037EF"/>
    <w:rsid w:val="00814904"/>
    <w:rsid w:val="00817C71"/>
    <w:rsid w:val="008221FD"/>
    <w:rsid w:val="0082483E"/>
    <w:rsid w:val="0083120D"/>
    <w:rsid w:val="00833192"/>
    <w:rsid w:val="00834F4F"/>
    <w:rsid w:val="00835707"/>
    <w:rsid w:val="00835EC7"/>
    <w:rsid w:val="00836523"/>
    <w:rsid w:val="008408EC"/>
    <w:rsid w:val="0084233C"/>
    <w:rsid w:val="008450DC"/>
    <w:rsid w:val="00846B7B"/>
    <w:rsid w:val="00850514"/>
    <w:rsid w:val="00856FFA"/>
    <w:rsid w:val="00860171"/>
    <w:rsid w:val="008635CD"/>
    <w:rsid w:val="008636CC"/>
    <w:rsid w:val="00864201"/>
    <w:rsid w:val="008668B9"/>
    <w:rsid w:val="00867526"/>
    <w:rsid w:val="00872F06"/>
    <w:rsid w:val="0088019B"/>
    <w:rsid w:val="00883F60"/>
    <w:rsid w:val="0088450A"/>
    <w:rsid w:val="0088456C"/>
    <w:rsid w:val="0088501E"/>
    <w:rsid w:val="008913CB"/>
    <w:rsid w:val="008924EC"/>
    <w:rsid w:val="00895257"/>
    <w:rsid w:val="008A3A61"/>
    <w:rsid w:val="008A3C79"/>
    <w:rsid w:val="008A5AF4"/>
    <w:rsid w:val="008A77EA"/>
    <w:rsid w:val="008B31C8"/>
    <w:rsid w:val="008C2B78"/>
    <w:rsid w:val="008D037A"/>
    <w:rsid w:val="008D594C"/>
    <w:rsid w:val="008D74F0"/>
    <w:rsid w:val="008E0DFE"/>
    <w:rsid w:val="008E14A0"/>
    <w:rsid w:val="008E1929"/>
    <w:rsid w:val="008E3042"/>
    <w:rsid w:val="008E6AFF"/>
    <w:rsid w:val="008E7476"/>
    <w:rsid w:val="008F0057"/>
    <w:rsid w:val="008F5D6E"/>
    <w:rsid w:val="008F7337"/>
    <w:rsid w:val="00900549"/>
    <w:rsid w:val="0090163E"/>
    <w:rsid w:val="00903BB6"/>
    <w:rsid w:val="00906CDD"/>
    <w:rsid w:val="00912A19"/>
    <w:rsid w:val="00913AC3"/>
    <w:rsid w:val="00914899"/>
    <w:rsid w:val="0091764D"/>
    <w:rsid w:val="00922D30"/>
    <w:rsid w:val="00922EEF"/>
    <w:rsid w:val="0092345F"/>
    <w:rsid w:val="00924894"/>
    <w:rsid w:val="00931BA4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3D90"/>
    <w:rsid w:val="009455BE"/>
    <w:rsid w:val="00945A43"/>
    <w:rsid w:val="00946A29"/>
    <w:rsid w:val="009508FD"/>
    <w:rsid w:val="009519DD"/>
    <w:rsid w:val="009540FA"/>
    <w:rsid w:val="00960483"/>
    <w:rsid w:val="00964CDB"/>
    <w:rsid w:val="009669EE"/>
    <w:rsid w:val="009676D8"/>
    <w:rsid w:val="00970400"/>
    <w:rsid w:val="00971FD8"/>
    <w:rsid w:val="0097228A"/>
    <w:rsid w:val="009726F2"/>
    <w:rsid w:val="0097342A"/>
    <w:rsid w:val="00980182"/>
    <w:rsid w:val="0098034F"/>
    <w:rsid w:val="0098635D"/>
    <w:rsid w:val="00990532"/>
    <w:rsid w:val="00993CC8"/>
    <w:rsid w:val="00993F4E"/>
    <w:rsid w:val="00994759"/>
    <w:rsid w:val="00994FA6"/>
    <w:rsid w:val="009A09B0"/>
    <w:rsid w:val="009A1520"/>
    <w:rsid w:val="009A5CD9"/>
    <w:rsid w:val="009A7F40"/>
    <w:rsid w:val="009B45F1"/>
    <w:rsid w:val="009B5217"/>
    <w:rsid w:val="009B696B"/>
    <w:rsid w:val="009C143D"/>
    <w:rsid w:val="009C19A7"/>
    <w:rsid w:val="009C6B4F"/>
    <w:rsid w:val="009C78F9"/>
    <w:rsid w:val="009D1127"/>
    <w:rsid w:val="009D3F73"/>
    <w:rsid w:val="009D6981"/>
    <w:rsid w:val="009D6BFF"/>
    <w:rsid w:val="009E3B64"/>
    <w:rsid w:val="009E4C23"/>
    <w:rsid w:val="009E675D"/>
    <w:rsid w:val="009F103C"/>
    <w:rsid w:val="009F1C79"/>
    <w:rsid w:val="009F1EE7"/>
    <w:rsid w:val="009F31E7"/>
    <w:rsid w:val="009F3F98"/>
    <w:rsid w:val="009F496F"/>
    <w:rsid w:val="009F5314"/>
    <w:rsid w:val="00A014D9"/>
    <w:rsid w:val="00A01A1C"/>
    <w:rsid w:val="00A0200C"/>
    <w:rsid w:val="00A06818"/>
    <w:rsid w:val="00A06D86"/>
    <w:rsid w:val="00A07B08"/>
    <w:rsid w:val="00A07FBA"/>
    <w:rsid w:val="00A12E1A"/>
    <w:rsid w:val="00A131E9"/>
    <w:rsid w:val="00A150CF"/>
    <w:rsid w:val="00A16EAC"/>
    <w:rsid w:val="00A2056D"/>
    <w:rsid w:val="00A213AB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0C5D"/>
    <w:rsid w:val="00A31A80"/>
    <w:rsid w:val="00A413AC"/>
    <w:rsid w:val="00A46057"/>
    <w:rsid w:val="00A520F0"/>
    <w:rsid w:val="00A529F2"/>
    <w:rsid w:val="00A52B43"/>
    <w:rsid w:val="00A55962"/>
    <w:rsid w:val="00A5662B"/>
    <w:rsid w:val="00A61FA6"/>
    <w:rsid w:val="00A6532F"/>
    <w:rsid w:val="00A65809"/>
    <w:rsid w:val="00A71141"/>
    <w:rsid w:val="00A77E29"/>
    <w:rsid w:val="00A857C4"/>
    <w:rsid w:val="00A91073"/>
    <w:rsid w:val="00A91C1F"/>
    <w:rsid w:val="00A924E3"/>
    <w:rsid w:val="00A92524"/>
    <w:rsid w:val="00A938A4"/>
    <w:rsid w:val="00A961C6"/>
    <w:rsid w:val="00AA023F"/>
    <w:rsid w:val="00AA064F"/>
    <w:rsid w:val="00AA312B"/>
    <w:rsid w:val="00AA3250"/>
    <w:rsid w:val="00AA37CC"/>
    <w:rsid w:val="00AA5092"/>
    <w:rsid w:val="00AB3B36"/>
    <w:rsid w:val="00AB5CAE"/>
    <w:rsid w:val="00AB7DB1"/>
    <w:rsid w:val="00AC2511"/>
    <w:rsid w:val="00AC2F11"/>
    <w:rsid w:val="00AC2FD1"/>
    <w:rsid w:val="00AD052B"/>
    <w:rsid w:val="00AD38A4"/>
    <w:rsid w:val="00AD50B1"/>
    <w:rsid w:val="00AF1432"/>
    <w:rsid w:val="00AF4D96"/>
    <w:rsid w:val="00AF6B44"/>
    <w:rsid w:val="00B04838"/>
    <w:rsid w:val="00B10535"/>
    <w:rsid w:val="00B10EEF"/>
    <w:rsid w:val="00B1204D"/>
    <w:rsid w:val="00B127A5"/>
    <w:rsid w:val="00B14FFF"/>
    <w:rsid w:val="00B1754C"/>
    <w:rsid w:val="00B21C49"/>
    <w:rsid w:val="00B23B5D"/>
    <w:rsid w:val="00B33770"/>
    <w:rsid w:val="00B35039"/>
    <w:rsid w:val="00B35C0F"/>
    <w:rsid w:val="00B37A4E"/>
    <w:rsid w:val="00B401F5"/>
    <w:rsid w:val="00B42409"/>
    <w:rsid w:val="00B438CA"/>
    <w:rsid w:val="00B43E0D"/>
    <w:rsid w:val="00B44D62"/>
    <w:rsid w:val="00B463ED"/>
    <w:rsid w:val="00B46D97"/>
    <w:rsid w:val="00B519B8"/>
    <w:rsid w:val="00B5435C"/>
    <w:rsid w:val="00B60317"/>
    <w:rsid w:val="00B6407C"/>
    <w:rsid w:val="00B64C0B"/>
    <w:rsid w:val="00B727F9"/>
    <w:rsid w:val="00B73F70"/>
    <w:rsid w:val="00B75191"/>
    <w:rsid w:val="00B75DC8"/>
    <w:rsid w:val="00B83E9F"/>
    <w:rsid w:val="00B8764E"/>
    <w:rsid w:val="00B90A1C"/>
    <w:rsid w:val="00B90CFE"/>
    <w:rsid w:val="00B90D64"/>
    <w:rsid w:val="00B91981"/>
    <w:rsid w:val="00BA1E6B"/>
    <w:rsid w:val="00BA3F58"/>
    <w:rsid w:val="00BA4E63"/>
    <w:rsid w:val="00BB2EBC"/>
    <w:rsid w:val="00BB59A8"/>
    <w:rsid w:val="00BC2FCC"/>
    <w:rsid w:val="00BC53BD"/>
    <w:rsid w:val="00BD7B6D"/>
    <w:rsid w:val="00BE00FA"/>
    <w:rsid w:val="00BE0199"/>
    <w:rsid w:val="00BE7793"/>
    <w:rsid w:val="00BF0FD2"/>
    <w:rsid w:val="00BF192E"/>
    <w:rsid w:val="00BF36D4"/>
    <w:rsid w:val="00BF67B5"/>
    <w:rsid w:val="00BF7534"/>
    <w:rsid w:val="00C00FD8"/>
    <w:rsid w:val="00C034F0"/>
    <w:rsid w:val="00C0372A"/>
    <w:rsid w:val="00C06136"/>
    <w:rsid w:val="00C101D2"/>
    <w:rsid w:val="00C104E1"/>
    <w:rsid w:val="00C13708"/>
    <w:rsid w:val="00C14E79"/>
    <w:rsid w:val="00C15A71"/>
    <w:rsid w:val="00C2431C"/>
    <w:rsid w:val="00C26295"/>
    <w:rsid w:val="00C270A5"/>
    <w:rsid w:val="00C27F76"/>
    <w:rsid w:val="00C40B58"/>
    <w:rsid w:val="00C43726"/>
    <w:rsid w:val="00C4444B"/>
    <w:rsid w:val="00C46762"/>
    <w:rsid w:val="00C56007"/>
    <w:rsid w:val="00C646F6"/>
    <w:rsid w:val="00C64D46"/>
    <w:rsid w:val="00C64D57"/>
    <w:rsid w:val="00C6683A"/>
    <w:rsid w:val="00C66FA0"/>
    <w:rsid w:val="00C67AC4"/>
    <w:rsid w:val="00C71D6C"/>
    <w:rsid w:val="00C74863"/>
    <w:rsid w:val="00C839DC"/>
    <w:rsid w:val="00C9084F"/>
    <w:rsid w:val="00C9689F"/>
    <w:rsid w:val="00CA00A0"/>
    <w:rsid w:val="00CA0C44"/>
    <w:rsid w:val="00CA4DFD"/>
    <w:rsid w:val="00CB1833"/>
    <w:rsid w:val="00CB36F1"/>
    <w:rsid w:val="00CB3A5D"/>
    <w:rsid w:val="00CB4156"/>
    <w:rsid w:val="00CC4441"/>
    <w:rsid w:val="00CC462A"/>
    <w:rsid w:val="00CC51A5"/>
    <w:rsid w:val="00CC636B"/>
    <w:rsid w:val="00CC7972"/>
    <w:rsid w:val="00CD0FE6"/>
    <w:rsid w:val="00CD1469"/>
    <w:rsid w:val="00CD3B99"/>
    <w:rsid w:val="00CD6C78"/>
    <w:rsid w:val="00CE09E8"/>
    <w:rsid w:val="00CE2DB3"/>
    <w:rsid w:val="00CF0355"/>
    <w:rsid w:val="00CF142D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3883"/>
    <w:rsid w:val="00D44D04"/>
    <w:rsid w:val="00D60AB0"/>
    <w:rsid w:val="00D61A23"/>
    <w:rsid w:val="00D61C8E"/>
    <w:rsid w:val="00D629DC"/>
    <w:rsid w:val="00D73C4E"/>
    <w:rsid w:val="00D74161"/>
    <w:rsid w:val="00D751E0"/>
    <w:rsid w:val="00D762E4"/>
    <w:rsid w:val="00D775A1"/>
    <w:rsid w:val="00D80F99"/>
    <w:rsid w:val="00D83771"/>
    <w:rsid w:val="00D84CBC"/>
    <w:rsid w:val="00D9086E"/>
    <w:rsid w:val="00D9417A"/>
    <w:rsid w:val="00D947B3"/>
    <w:rsid w:val="00D95189"/>
    <w:rsid w:val="00D95A00"/>
    <w:rsid w:val="00DA0643"/>
    <w:rsid w:val="00DA2FC3"/>
    <w:rsid w:val="00DA33CF"/>
    <w:rsid w:val="00DA356F"/>
    <w:rsid w:val="00DA7E81"/>
    <w:rsid w:val="00DB6376"/>
    <w:rsid w:val="00DB70B3"/>
    <w:rsid w:val="00DB72FA"/>
    <w:rsid w:val="00DC08F3"/>
    <w:rsid w:val="00DC2B28"/>
    <w:rsid w:val="00DC4502"/>
    <w:rsid w:val="00DC7068"/>
    <w:rsid w:val="00DD227F"/>
    <w:rsid w:val="00DE03FC"/>
    <w:rsid w:val="00DE09CF"/>
    <w:rsid w:val="00DE1CF3"/>
    <w:rsid w:val="00DE3377"/>
    <w:rsid w:val="00DE6016"/>
    <w:rsid w:val="00DE74DC"/>
    <w:rsid w:val="00DF0D3E"/>
    <w:rsid w:val="00E037BC"/>
    <w:rsid w:val="00E0667A"/>
    <w:rsid w:val="00E11762"/>
    <w:rsid w:val="00E14308"/>
    <w:rsid w:val="00E165F3"/>
    <w:rsid w:val="00E16695"/>
    <w:rsid w:val="00E16A1B"/>
    <w:rsid w:val="00E22747"/>
    <w:rsid w:val="00E24082"/>
    <w:rsid w:val="00E254B8"/>
    <w:rsid w:val="00E26E4E"/>
    <w:rsid w:val="00E27473"/>
    <w:rsid w:val="00E332AF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1E6C"/>
    <w:rsid w:val="00E72DD8"/>
    <w:rsid w:val="00E73E3B"/>
    <w:rsid w:val="00E8027A"/>
    <w:rsid w:val="00E80C35"/>
    <w:rsid w:val="00E81775"/>
    <w:rsid w:val="00E86001"/>
    <w:rsid w:val="00E86AB3"/>
    <w:rsid w:val="00E87352"/>
    <w:rsid w:val="00E91260"/>
    <w:rsid w:val="00E917AA"/>
    <w:rsid w:val="00E934DA"/>
    <w:rsid w:val="00E941AE"/>
    <w:rsid w:val="00E97BC5"/>
    <w:rsid w:val="00EA72F9"/>
    <w:rsid w:val="00EB327D"/>
    <w:rsid w:val="00EB4FCB"/>
    <w:rsid w:val="00EB58E2"/>
    <w:rsid w:val="00EC104B"/>
    <w:rsid w:val="00EC401A"/>
    <w:rsid w:val="00ED35D9"/>
    <w:rsid w:val="00ED5B7B"/>
    <w:rsid w:val="00ED5D2C"/>
    <w:rsid w:val="00ED5EA4"/>
    <w:rsid w:val="00EF0D67"/>
    <w:rsid w:val="00EF119E"/>
    <w:rsid w:val="00EF6082"/>
    <w:rsid w:val="00F0065B"/>
    <w:rsid w:val="00F022E8"/>
    <w:rsid w:val="00F04948"/>
    <w:rsid w:val="00F049E2"/>
    <w:rsid w:val="00F0623D"/>
    <w:rsid w:val="00F11D76"/>
    <w:rsid w:val="00F15F18"/>
    <w:rsid w:val="00F20A4A"/>
    <w:rsid w:val="00F23E59"/>
    <w:rsid w:val="00F26B6E"/>
    <w:rsid w:val="00F27E28"/>
    <w:rsid w:val="00F35409"/>
    <w:rsid w:val="00F37755"/>
    <w:rsid w:val="00F37BDA"/>
    <w:rsid w:val="00F40A95"/>
    <w:rsid w:val="00F42F43"/>
    <w:rsid w:val="00F4452B"/>
    <w:rsid w:val="00F45FDF"/>
    <w:rsid w:val="00F468CB"/>
    <w:rsid w:val="00F47AB5"/>
    <w:rsid w:val="00F51157"/>
    <w:rsid w:val="00F53BC1"/>
    <w:rsid w:val="00F561FE"/>
    <w:rsid w:val="00F57F42"/>
    <w:rsid w:val="00F668DA"/>
    <w:rsid w:val="00F82621"/>
    <w:rsid w:val="00F8371B"/>
    <w:rsid w:val="00F869AB"/>
    <w:rsid w:val="00F90E7C"/>
    <w:rsid w:val="00FA2556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4F3"/>
    <w:rsid w:val="00FF0945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Normal"/>
    <w:next w:val="ConsPlusNormal"/>
    <w:uiPriority w:val="99"/>
    <w:rsid w:val="00A6532F"/>
    <w:pPr>
      <w:widowControl w:val="0"/>
      <w:suppressAutoHyphens/>
      <w:autoSpaceDE w:val="0"/>
    </w:pPr>
    <w:rPr>
      <w:rFonts w:ascii="Courier New" w:eastAsia="Calibri" w:hAnsi="Courier New" w:cs="Courier New"/>
      <w:kern w:val="1"/>
      <w:sz w:val="20"/>
      <w:szCs w:val="20"/>
      <w:lang w:eastAsia="fa-IR" w:bidi="fa-IR"/>
    </w:rPr>
  </w:style>
  <w:style w:type="character" w:styleId="Hyperlink">
    <w:name w:val="Hyperlink"/>
    <w:basedOn w:val="DefaultParagraphFont"/>
    <w:uiPriority w:val="99"/>
    <w:semiHidden/>
    <w:rsid w:val="005817AF"/>
    <w:rPr>
      <w:color w:val="0000FF"/>
      <w:u w:val="single"/>
    </w:rPr>
  </w:style>
  <w:style w:type="table" w:styleId="TableGrid">
    <w:name w:val="Table Grid"/>
    <w:basedOn w:val="TableNormal"/>
    <w:uiPriority w:val="99"/>
    <w:rsid w:val="000F36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 Знак Знак Знак"/>
    <w:basedOn w:val="Normal"/>
    <w:next w:val="PlainText"/>
    <w:uiPriority w:val="99"/>
    <w:rsid w:val="00AD052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22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86745B24B6FB50F7FA29AC8B5605872589DA1C66B7C0C2536AC1B382zDrB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52EC92D4FBEBD74F31AC969F0CB1814FBB503137674C50866F10342A9aAw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2715;fld=134;dst=1003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6</Pages>
  <Words>2188</Words>
  <Characters>12476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9</cp:revision>
  <cp:lastPrinted>2012-07-11T13:32:00Z</cp:lastPrinted>
  <dcterms:created xsi:type="dcterms:W3CDTF">2012-06-28T09:23:00Z</dcterms:created>
  <dcterms:modified xsi:type="dcterms:W3CDTF">2013-01-09T08:47:00Z</dcterms:modified>
</cp:coreProperties>
</file>