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A2D" w:rsidRDefault="00FA6A2D" w:rsidP="00162F14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23.11</w:t>
      </w:r>
      <w:r w:rsidRPr="00162F14">
        <w:rPr>
          <w:rFonts w:ascii="Times New Roman" w:hAnsi="Times New Roman"/>
          <w:b/>
          <w:sz w:val="40"/>
        </w:rPr>
        <w:t>.2017 года</w:t>
      </w:r>
    </w:p>
    <w:p w:rsidR="00FA6A2D" w:rsidRDefault="00FA6A2D" w:rsidP="00162F14">
      <w:pPr>
        <w:jc w:val="center"/>
        <w:rPr>
          <w:rFonts w:ascii="Times New Roman" w:hAnsi="Times New Roman"/>
          <w:b/>
          <w:sz w:val="40"/>
        </w:rPr>
      </w:pPr>
    </w:p>
    <w:p w:rsidR="00FA6A2D" w:rsidRDefault="00FA6A2D" w:rsidP="00B00086">
      <w:pPr>
        <w:jc w:val="both"/>
        <w:rPr>
          <w:rFonts w:ascii="Times New Roman" w:hAnsi="Times New Roman"/>
          <w:i/>
          <w:sz w:val="32"/>
          <w:szCs w:val="32"/>
        </w:rPr>
      </w:pPr>
      <w:r w:rsidRPr="00B00086">
        <w:rPr>
          <w:rFonts w:ascii="Times New Roman" w:hAnsi="Times New Roman"/>
          <w:i/>
          <w:sz w:val="32"/>
          <w:szCs w:val="32"/>
        </w:rPr>
        <w:t>Добавлено в доходы:</w:t>
      </w:r>
    </w:p>
    <w:p w:rsidR="00FA6A2D" w:rsidRPr="00B00086" w:rsidRDefault="00FA6A2D" w:rsidP="00B00086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НДФЛ – 2 500 000,0</w:t>
      </w:r>
    </w:p>
    <w:p w:rsidR="00FA6A2D" w:rsidRDefault="00FA6A2D" w:rsidP="00B000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ЕСХН – 8 500,0</w:t>
      </w:r>
    </w:p>
    <w:p w:rsidR="00FA6A2D" w:rsidRPr="00B00086" w:rsidRDefault="00FA6A2D" w:rsidP="00B000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Земельный налог с организаций – 300 000,0</w:t>
      </w:r>
    </w:p>
    <w:p w:rsidR="00FA6A2D" w:rsidRDefault="00FA6A2D" w:rsidP="002D5011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Штрафы – 1 000,0</w:t>
      </w:r>
    </w:p>
    <w:p w:rsidR="00FA6A2D" w:rsidRPr="003E3E67" w:rsidRDefault="00FA6A2D" w:rsidP="002D5011">
      <w:pPr>
        <w:jc w:val="both"/>
        <w:rPr>
          <w:rFonts w:ascii="Times New Roman" w:hAnsi="Times New Roman"/>
          <w:b/>
          <w:sz w:val="32"/>
          <w:szCs w:val="32"/>
        </w:rPr>
      </w:pPr>
      <w:r w:rsidRPr="003E3E67">
        <w:rPr>
          <w:rFonts w:ascii="Times New Roman" w:hAnsi="Times New Roman"/>
          <w:b/>
          <w:sz w:val="32"/>
          <w:szCs w:val="32"/>
        </w:rPr>
        <w:t>ИТОГО ДОХОДЫ:</w:t>
      </w:r>
      <w:r>
        <w:rPr>
          <w:rFonts w:ascii="Times New Roman" w:hAnsi="Times New Roman"/>
          <w:b/>
          <w:sz w:val="32"/>
          <w:szCs w:val="32"/>
        </w:rPr>
        <w:t xml:space="preserve"> 2 809 500,0</w:t>
      </w:r>
    </w:p>
    <w:p w:rsidR="00FA6A2D" w:rsidRPr="002D5011" w:rsidRDefault="00FA6A2D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FA6A2D" w:rsidRDefault="00FA6A2D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FA6A2D" w:rsidRDefault="00FA6A2D" w:rsidP="00D973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32"/>
        </w:rPr>
      </w:pPr>
      <w:r w:rsidRPr="00D97379">
        <w:rPr>
          <w:rFonts w:ascii="Times New Roman" w:hAnsi="Times New Roman"/>
          <w:b/>
          <w:sz w:val="32"/>
        </w:rPr>
        <w:t>ПЭЦ</w:t>
      </w:r>
      <w:r w:rsidRPr="00D97379">
        <w:rPr>
          <w:rFonts w:ascii="Times New Roman" w:hAnsi="Times New Roman"/>
          <w:sz w:val="32"/>
        </w:rPr>
        <w:t xml:space="preserve"> ( 992 0113 5620100590 244) </w:t>
      </w:r>
      <w:r>
        <w:rPr>
          <w:rFonts w:ascii="Times New Roman" w:hAnsi="Times New Roman"/>
          <w:sz w:val="32"/>
        </w:rPr>
        <w:t>181 000,0</w:t>
      </w:r>
    </w:p>
    <w:p w:rsidR="00FA6A2D" w:rsidRDefault="00FA6A2D" w:rsidP="005725D2">
      <w:pPr>
        <w:pStyle w:val="ListParagraph"/>
        <w:spacing w:after="0" w:line="240" w:lineRule="auto"/>
        <w:ind w:left="0"/>
        <w:rPr>
          <w:rFonts w:ascii="Times New Roman" w:hAnsi="Times New Roman"/>
          <w:sz w:val="32"/>
        </w:rPr>
      </w:pPr>
    </w:p>
    <w:p w:rsidR="00FA6A2D" w:rsidRDefault="00FA6A2D" w:rsidP="005725D2">
      <w:pPr>
        <w:pStyle w:val="ListParagraph"/>
        <w:spacing w:after="0" w:line="240" w:lineRule="auto"/>
        <w:ind w:left="142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- </w:t>
      </w:r>
      <w:r>
        <w:rPr>
          <w:rFonts w:ascii="Times New Roman" w:hAnsi="Times New Roman"/>
          <w:sz w:val="32"/>
        </w:rPr>
        <w:t xml:space="preserve"> 52 000,0 -  мехрука</w:t>
      </w:r>
    </w:p>
    <w:p w:rsidR="00FA6A2D" w:rsidRDefault="00FA6A2D" w:rsidP="005725D2">
      <w:pPr>
        <w:pStyle w:val="ListParagraph"/>
        <w:spacing w:after="0" w:line="240" w:lineRule="auto"/>
        <w:ind w:left="142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-</w:t>
      </w:r>
      <w:r>
        <w:rPr>
          <w:rFonts w:ascii="Times New Roman" w:hAnsi="Times New Roman"/>
          <w:sz w:val="32"/>
        </w:rPr>
        <w:t xml:space="preserve"> 120 000,0 – коммунальн. платежи свет</w:t>
      </w:r>
    </w:p>
    <w:p w:rsidR="00FA6A2D" w:rsidRDefault="00FA6A2D" w:rsidP="00D16505">
      <w:pPr>
        <w:pStyle w:val="ListParagraph"/>
        <w:spacing w:after="0" w:line="240" w:lineRule="auto"/>
        <w:ind w:left="502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             </w:t>
      </w:r>
      <w:r w:rsidRPr="00411753">
        <w:rPr>
          <w:rFonts w:ascii="Times New Roman" w:hAnsi="Times New Roman"/>
          <w:sz w:val="32"/>
        </w:rPr>
        <w:t>- 9 000,0 – приобретение арматуры</w:t>
      </w:r>
    </w:p>
    <w:p w:rsidR="00FA6A2D" w:rsidRPr="00411753" w:rsidRDefault="00FA6A2D" w:rsidP="00D16505">
      <w:pPr>
        <w:pStyle w:val="ListParagraph"/>
        <w:spacing w:after="0" w:line="240" w:lineRule="auto"/>
        <w:ind w:left="502"/>
        <w:rPr>
          <w:rFonts w:ascii="Times New Roman" w:hAnsi="Times New Roman"/>
          <w:sz w:val="32"/>
        </w:rPr>
      </w:pPr>
    </w:p>
    <w:p w:rsidR="00FA6A2D" w:rsidRDefault="00FA6A2D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2</w:t>
      </w:r>
      <w:r w:rsidRPr="00BF4B9F">
        <w:rPr>
          <w:rFonts w:ascii="Times New Roman" w:hAnsi="Times New Roman"/>
          <w:b/>
          <w:sz w:val="32"/>
        </w:rPr>
        <w:t>)</w:t>
      </w:r>
      <w:r>
        <w:rPr>
          <w:rFonts w:ascii="Times New Roman" w:hAnsi="Times New Roman"/>
          <w:b/>
          <w:sz w:val="32"/>
        </w:rPr>
        <w:t xml:space="preserve"> </w:t>
      </w:r>
      <w:r w:rsidRPr="00BF4B9F">
        <w:rPr>
          <w:rFonts w:ascii="Times New Roman" w:hAnsi="Times New Roman"/>
          <w:b/>
          <w:sz w:val="32"/>
        </w:rPr>
        <w:t>ЦБ</w:t>
      </w:r>
      <w:r>
        <w:rPr>
          <w:rFonts w:ascii="Times New Roman" w:hAnsi="Times New Roman"/>
          <w:sz w:val="32"/>
        </w:rPr>
        <w:t xml:space="preserve">     (992 0113 5610100590 244)   -6500 – обучение</w:t>
      </w:r>
    </w:p>
    <w:p w:rsidR="00FA6A2D" w:rsidRPr="00D16505" w:rsidRDefault="00FA6A2D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FA6A2D" w:rsidRDefault="00FA6A2D" w:rsidP="00D16505">
      <w:pPr>
        <w:spacing w:after="0" w:line="240" w:lineRule="auto"/>
        <w:ind w:left="360" w:hanging="218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2)</w:t>
      </w:r>
      <w:r w:rsidRPr="005725D2">
        <w:rPr>
          <w:rFonts w:ascii="Times New Roman" w:hAnsi="Times New Roman"/>
          <w:b/>
          <w:sz w:val="32"/>
        </w:rPr>
        <w:t>ДК Вышестеблиевское</w:t>
      </w:r>
      <w:r>
        <w:rPr>
          <w:rFonts w:ascii="Times New Roman" w:hAnsi="Times New Roman"/>
          <w:sz w:val="32"/>
        </w:rPr>
        <w:t xml:space="preserve"> (992 0801 6210110260 611) – 410 000,0</w:t>
      </w:r>
    </w:p>
    <w:p w:rsidR="00FA6A2D" w:rsidRPr="00F800DB" w:rsidRDefault="00FA6A2D" w:rsidP="00F800DB">
      <w:pPr>
        <w:pStyle w:val="ListParagraph"/>
        <w:rPr>
          <w:rFonts w:ascii="Times New Roman" w:hAnsi="Times New Roman"/>
          <w:sz w:val="32"/>
        </w:rPr>
      </w:pPr>
    </w:p>
    <w:p w:rsidR="00FA6A2D" w:rsidRDefault="00FA6A2D" w:rsidP="005725D2">
      <w:pPr>
        <w:ind w:left="1826" w:hanging="1466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Из них – 160 000,0 – коммунальные платежи</w:t>
      </w:r>
    </w:p>
    <w:p w:rsidR="00FA6A2D" w:rsidRDefault="00FA6A2D" w:rsidP="005725D2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- 65 000,0 – ткань для п.Мирного и Вышестеблиевской</w:t>
      </w:r>
    </w:p>
    <w:p w:rsidR="00FA6A2D" w:rsidRDefault="00FA6A2D" w:rsidP="005725D2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- 18 000,0 – баннер для сказок п.Мирный</w:t>
      </w:r>
    </w:p>
    <w:p w:rsidR="00FA6A2D" w:rsidRDefault="00FA6A2D" w:rsidP="005725D2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- 34 000,0 баннер для сказок ст. Вышестеблиевская</w:t>
      </w:r>
    </w:p>
    <w:p w:rsidR="00FA6A2D" w:rsidRDefault="00FA6A2D" w:rsidP="005725D2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- 20 000,0 – подарки штучные и детям инвалидам</w:t>
      </w:r>
    </w:p>
    <w:p w:rsidR="00FA6A2D" w:rsidRDefault="00FA6A2D" w:rsidP="005725D2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- 30 000,0 – оформление</w:t>
      </w:r>
    </w:p>
    <w:p w:rsidR="00FA6A2D" w:rsidRDefault="00FA6A2D" w:rsidP="005725D2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- 23 000,0 – пошив костюмов</w:t>
      </w:r>
    </w:p>
    <w:p w:rsidR="00FA6A2D" w:rsidRDefault="00FA6A2D" w:rsidP="005725D2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- 30 000,0 – спецодежда</w:t>
      </w:r>
    </w:p>
    <w:p w:rsidR="00FA6A2D" w:rsidRDefault="00FA6A2D" w:rsidP="00411753">
      <w:pPr>
        <w:ind w:left="14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- 30 000,0, - медкомиссия</w:t>
      </w:r>
    </w:p>
    <w:p w:rsidR="00FA6A2D" w:rsidRDefault="00FA6A2D" w:rsidP="005725D2">
      <w:pPr>
        <w:ind w:left="1440" w:hanging="12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3)</w:t>
      </w:r>
      <w:r w:rsidRPr="005725D2">
        <w:rPr>
          <w:rFonts w:ascii="Times New Roman" w:hAnsi="Times New Roman"/>
          <w:b/>
          <w:sz w:val="32"/>
        </w:rPr>
        <w:t>992 0503 5930110120 244</w:t>
      </w:r>
      <w:r>
        <w:rPr>
          <w:rFonts w:ascii="Times New Roman" w:hAnsi="Times New Roman"/>
          <w:b/>
          <w:sz w:val="32"/>
        </w:rPr>
        <w:t xml:space="preserve"> – 400 000,0</w:t>
      </w:r>
    </w:p>
    <w:p w:rsidR="00FA6A2D" w:rsidRDefault="00FA6A2D" w:rsidP="005725D2">
      <w:pPr>
        <w:ind w:left="1440" w:hanging="12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– 310 000,0 (платежи по уличному освещению)</w:t>
      </w:r>
    </w:p>
    <w:p w:rsidR="00FA6A2D" w:rsidRDefault="00FA6A2D" w:rsidP="005725D2">
      <w:pPr>
        <w:ind w:left="1440" w:hanging="126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-90 000,0 – замена лампочек</w:t>
      </w:r>
    </w:p>
    <w:p w:rsidR="00FA6A2D" w:rsidRPr="00400802" w:rsidRDefault="00FA6A2D" w:rsidP="00400802">
      <w:pPr>
        <w:ind w:left="1826"/>
        <w:rPr>
          <w:rFonts w:ascii="Times New Roman" w:hAnsi="Times New Roman"/>
          <w:sz w:val="32"/>
        </w:rPr>
      </w:pPr>
    </w:p>
    <w:p w:rsidR="00FA6A2D" w:rsidRDefault="00FA6A2D" w:rsidP="00CF3887">
      <w:pPr>
        <w:ind w:left="14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4</w:t>
      </w:r>
      <w:r w:rsidRPr="003E3E67">
        <w:rPr>
          <w:rFonts w:ascii="Times New Roman" w:hAnsi="Times New Roman"/>
          <w:b/>
          <w:sz w:val="32"/>
        </w:rPr>
        <w:t>) 992 0104 5020000190 244</w:t>
      </w:r>
      <w:r>
        <w:rPr>
          <w:rFonts w:ascii="Times New Roman" w:hAnsi="Times New Roman"/>
          <w:sz w:val="32"/>
        </w:rPr>
        <w:t xml:space="preserve"> – 3000,0 (подписка журнала)</w:t>
      </w:r>
    </w:p>
    <w:p w:rsidR="00FA6A2D" w:rsidRDefault="00FA6A2D" w:rsidP="000E447E">
      <w:pPr>
        <w:pStyle w:val="ListParagraph"/>
        <w:ind w:left="644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</w:t>
      </w:r>
    </w:p>
    <w:p w:rsidR="00FA6A2D" w:rsidRPr="00D16505" w:rsidRDefault="00FA6A2D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FA6A2D" w:rsidRDefault="00FA6A2D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FA6A2D" w:rsidRPr="00006EF9" w:rsidRDefault="00FA6A2D" w:rsidP="00D97379">
      <w:pPr>
        <w:spacing w:after="0" w:line="240" w:lineRule="auto"/>
        <w:rPr>
          <w:rFonts w:ascii="Times New Roman" w:hAnsi="Times New Roman"/>
          <w:b/>
          <w:sz w:val="32"/>
        </w:rPr>
      </w:pPr>
      <w:r w:rsidRPr="00006EF9">
        <w:rPr>
          <w:rFonts w:ascii="Times New Roman" w:hAnsi="Times New Roman"/>
          <w:b/>
          <w:sz w:val="32"/>
        </w:rPr>
        <w:t>ИТОГО добавлено по сессии</w:t>
      </w:r>
      <w:r>
        <w:rPr>
          <w:rFonts w:ascii="Times New Roman" w:hAnsi="Times New Roman"/>
          <w:b/>
          <w:sz w:val="32"/>
        </w:rPr>
        <w:t xml:space="preserve">  1000500,0</w:t>
      </w:r>
    </w:p>
    <w:sectPr w:rsidR="00FA6A2D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21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80063"/>
    <w:rsid w:val="000B3333"/>
    <w:rsid w:val="000B47CF"/>
    <w:rsid w:val="000B63FB"/>
    <w:rsid w:val="000B67C6"/>
    <w:rsid w:val="000E447E"/>
    <w:rsid w:val="00107B2C"/>
    <w:rsid w:val="00162F14"/>
    <w:rsid w:val="0024543F"/>
    <w:rsid w:val="00267ABC"/>
    <w:rsid w:val="002B365B"/>
    <w:rsid w:val="002D2367"/>
    <w:rsid w:val="002D26F9"/>
    <w:rsid w:val="002D5011"/>
    <w:rsid w:val="00331A1C"/>
    <w:rsid w:val="003A6FA5"/>
    <w:rsid w:val="003E3E67"/>
    <w:rsid w:val="003F0738"/>
    <w:rsid w:val="00400802"/>
    <w:rsid w:val="00411753"/>
    <w:rsid w:val="0043495F"/>
    <w:rsid w:val="004440A7"/>
    <w:rsid w:val="0047406D"/>
    <w:rsid w:val="004B33C6"/>
    <w:rsid w:val="004B4E0D"/>
    <w:rsid w:val="005043F1"/>
    <w:rsid w:val="00513980"/>
    <w:rsid w:val="005434F3"/>
    <w:rsid w:val="005725D2"/>
    <w:rsid w:val="005A7C44"/>
    <w:rsid w:val="005E63E9"/>
    <w:rsid w:val="00671024"/>
    <w:rsid w:val="00671270"/>
    <w:rsid w:val="006A0441"/>
    <w:rsid w:val="006C7878"/>
    <w:rsid w:val="00710A4D"/>
    <w:rsid w:val="007967D5"/>
    <w:rsid w:val="007A0C33"/>
    <w:rsid w:val="007A4659"/>
    <w:rsid w:val="00812D3A"/>
    <w:rsid w:val="008E2AA3"/>
    <w:rsid w:val="008E3B48"/>
    <w:rsid w:val="008F5021"/>
    <w:rsid w:val="0095531C"/>
    <w:rsid w:val="00983E7A"/>
    <w:rsid w:val="009A0CCB"/>
    <w:rsid w:val="009F3645"/>
    <w:rsid w:val="00A01BBB"/>
    <w:rsid w:val="00A116D6"/>
    <w:rsid w:val="00A400BB"/>
    <w:rsid w:val="00AA0A53"/>
    <w:rsid w:val="00AD41CA"/>
    <w:rsid w:val="00B00086"/>
    <w:rsid w:val="00B51A71"/>
    <w:rsid w:val="00B57259"/>
    <w:rsid w:val="00BD6B85"/>
    <w:rsid w:val="00BE379E"/>
    <w:rsid w:val="00BF4B9F"/>
    <w:rsid w:val="00BF4BE0"/>
    <w:rsid w:val="00BF5A05"/>
    <w:rsid w:val="00C355B4"/>
    <w:rsid w:val="00C775FA"/>
    <w:rsid w:val="00C81EBF"/>
    <w:rsid w:val="00CA0106"/>
    <w:rsid w:val="00CC2863"/>
    <w:rsid w:val="00CF3887"/>
    <w:rsid w:val="00CF5EBB"/>
    <w:rsid w:val="00CF7F90"/>
    <w:rsid w:val="00D16505"/>
    <w:rsid w:val="00D27121"/>
    <w:rsid w:val="00D949A1"/>
    <w:rsid w:val="00D97379"/>
    <w:rsid w:val="00DA1E43"/>
    <w:rsid w:val="00DA344F"/>
    <w:rsid w:val="00DB5B7B"/>
    <w:rsid w:val="00DC5916"/>
    <w:rsid w:val="00DD7A41"/>
    <w:rsid w:val="00DE01B7"/>
    <w:rsid w:val="00DF39D0"/>
    <w:rsid w:val="00E838DE"/>
    <w:rsid w:val="00EA72D4"/>
    <w:rsid w:val="00F150F1"/>
    <w:rsid w:val="00F800DB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349</TotalTime>
  <Pages>2</Pages>
  <Words>156</Words>
  <Characters>890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41</cp:revision>
  <cp:lastPrinted>2017-10-26T07:43:00Z</cp:lastPrinted>
  <dcterms:created xsi:type="dcterms:W3CDTF">2017-04-13T12:24:00Z</dcterms:created>
  <dcterms:modified xsi:type="dcterms:W3CDTF">2017-11-27T11:46:00Z</dcterms:modified>
</cp:coreProperties>
</file>