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8C" w:rsidRPr="00D32710" w:rsidRDefault="00BF1C8C" w:rsidP="0075789A">
      <w:pPr>
        <w:tabs>
          <w:tab w:val="left" w:pos="7365"/>
        </w:tabs>
        <w:ind w:left="4962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D3271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BF1C8C" w:rsidRPr="00D32710" w:rsidRDefault="00BF1C8C" w:rsidP="00397B6A">
      <w:pPr>
        <w:tabs>
          <w:tab w:val="left" w:pos="6450"/>
        </w:tabs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4317D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VIII</w:t>
      </w:r>
      <w:r w:rsidRPr="00D32710">
        <w:rPr>
          <w:sz w:val="28"/>
          <w:szCs w:val="28"/>
        </w:rPr>
        <w:t xml:space="preserve"> сессии</w:t>
      </w:r>
    </w:p>
    <w:p w:rsidR="00BF1C8C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Вышестеблиевского </w:t>
      </w:r>
    </w:p>
    <w:p w:rsidR="00BF1C8C" w:rsidRPr="00D32710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1C8C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F1C8C" w:rsidRPr="00D32710" w:rsidRDefault="00BF1C8C" w:rsidP="0075789A">
      <w:pPr>
        <w:ind w:left="4962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III</w:t>
      </w:r>
      <w:r w:rsidRPr="0075789A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созыва</w:t>
      </w:r>
    </w:p>
    <w:p w:rsidR="00BF1C8C" w:rsidRPr="00814904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от </w:t>
      </w:r>
      <w:r w:rsidRPr="00B65D14">
        <w:rPr>
          <w:sz w:val="28"/>
          <w:szCs w:val="28"/>
        </w:rPr>
        <w:t xml:space="preserve"> 29 </w:t>
      </w:r>
      <w:r>
        <w:rPr>
          <w:sz w:val="28"/>
          <w:szCs w:val="28"/>
        </w:rPr>
        <w:t>мая 2015 г.</w:t>
      </w:r>
      <w:r w:rsidRPr="00D32710">
        <w:rPr>
          <w:sz w:val="28"/>
          <w:szCs w:val="28"/>
        </w:rPr>
        <w:t xml:space="preserve"> № </w:t>
      </w:r>
      <w:r>
        <w:rPr>
          <w:sz w:val="28"/>
          <w:szCs w:val="28"/>
        </w:rPr>
        <w:t>57</w:t>
      </w:r>
    </w:p>
    <w:p w:rsidR="00BF1C8C" w:rsidRDefault="00BF1C8C" w:rsidP="00B33770">
      <w:pPr>
        <w:pStyle w:val="BodyText"/>
        <w:rPr>
          <w:b w:val="0"/>
          <w:bCs w:val="0"/>
        </w:rPr>
      </w:pPr>
    </w:p>
    <w:p w:rsidR="00BF1C8C" w:rsidRPr="00D32710" w:rsidRDefault="00BF1C8C" w:rsidP="00B33770">
      <w:pPr>
        <w:pStyle w:val="BodyText"/>
        <w:rPr>
          <w:b w:val="0"/>
          <w:bCs w:val="0"/>
        </w:rPr>
      </w:pPr>
    </w:p>
    <w:p w:rsidR="00BF1C8C" w:rsidRDefault="00BF1C8C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1C8C" w:rsidRPr="00D32710" w:rsidRDefault="00BF1C8C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BF1C8C" w:rsidRPr="008250E9" w:rsidRDefault="00BF1C8C" w:rsidP="00B33770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BF1C8C" w:rsidRPr="008250E9" w:rsidRDefault="00BF1C8C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50E9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 сельского поселения</w:t>
      </w:r>
      <w:r w:rsidRPr="008250E9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0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F1C8C" w:rsidRDefault="00BF1C8C" w:rsidP="00B33770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BF1C8C" w:rsidRPr="00AB2BBB">
        <w:tc>
          <w:tcPr>
            <w:tcW w:w="3119" w:type="dxa"/>
          </w:tcPr>
          <w:p w:rsidR="00BF1C8C" w:rsidRDefault="00BF1C8C" w:rsidP="00D5373A">
            <w:pPr>
              <w:pStyle w:val="PlainTex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</w:p>
          <w:p w:rsidR="00BF1C8C" w:rsidRPr="00D5373A" w:rsidRDefault="00BF1C8C" w:rsidP="00D5373A">
            <w:pPr>
              <w:pStyle w:val="PlainTex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PlainText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</w:t>
            </w:r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руководитель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Pr="00D5373A" w:rsidRDefault="00BF1C8C" w:rsidP="00AB2BB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FE60D6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BF1C8C" w:rsidRDefault="00BF1C8C" w:rsidP="00FE60D6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BF1C8C" w:rsidRPr="00D5373A" w:rsidRDefault="00BF1C8C" w:rsidP="00FE60D6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</w:t>
            </w:r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руководителя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Pr="00D5373A" w:rsidRDefault="00BF1C8C" w:rsidP="00AB2BB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Мельник </w:t>
            </w:r>
          </w:p>
          <w:p w:rsidR="00BF1C8C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</w:p>
          <w:p w:rsidR="00BF1C8C" w:rsidRPr="00D5373A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юридическим вопросам</w:t>
            </w:r>
          </w:p>
        </w:tc>
      </w:tr>
    </w:tbl>
    <w:p w:rsidR="00BF1C8C" w:rsidRDefault="00BF1C8C" w:rsidP="00B33770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1C8C" w:rsidRDefault="00BF1C8C" w:rsidP="00B3377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Вышестеблиевского </w:t>
      </w:r>
    </w:p>
    <w:p w:rsidR="00BF1C8C" w:rsidRDefault="00BF1C8C" w:rsidP="00AB7DB1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BF1C8C" w:rsidRDefault="00BF1C8C" w:rsidP="00AB7DB1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710">
        <w:rPr>
          <w:rFonts w:ascii="Times New Roman" w:hAnsi="Times New Roman" w:cs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                                                                             П.К. Хаджиди</w:t>
      </w:r>
    </w:p>
    <w:sectPr w:rsidR="00BF1C8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C8C" w:rsidRDefault="00BF1C8C">
      <w:r>
        <w:separator/>
      </w:r>
    </w:p>
  </w:endnote>
  <w:endnote w:type="continuationSeparator" w:id="1">
    <w:p w:rsidR="00BF1C8C" w:rsidRDefault="00BF1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C8C" w:rsidRDefault="00BF1C8C">
      <w:r>
        <w:separator/>
      </w:r>
    </w:p>
  </w:footnote>
  <w:footnote w:type="continuationSeparator" w:id="1">
    <w:p w:rsidR="00BF1C8C" w:rsidRDefault="00BF1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8C" w:rsidRDefault="00BF1C8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F1C8C" w:rsidRDefault="00BF1C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9DA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3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B6EE7"/>
    <w:rsid w:val="002C4709"/>
    <w:rsid w:val="002C6997"/>
    <w:rsid w:val="002C6DA4"/>
    <w:rsid w:val="002D1C73"/>
    <w:rsid w:val="002E02E9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4367"/>
    <w:rsid w:val="00486680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317D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5789A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1F31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D14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1C8C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3A"/>
    <w:rsid w:val="00D60AB0"/>
    <w:rsid w:val="00D61A23"/>
    <w:rsid w:val="00D629DC"/>
    <w:rsid w:val="00D73C4E"/>
    <w:rsid w:val="00D74161"/>
    <w:rsid w:val="00D751E0"/>
    <w:rsid w:val="00D80F99"/>
    <w:rsid w:val="00D83771"/>
    <w:rsid w:val="00D84DB6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1739</TotalTime>
  <Pages>1</Pages>
  <Words>121</Words>
  <Characters>694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180</cp:revision>
  <cp:lastPrinted>2013-03-16T13:03:00Z</cp:lastPrinted>
  <dcterms:created xsi:type="dcterms:W3CDTF">2012-04-20T11:19:00Z</dcterms:created>
  <dcterms:modified xsi:type="dcterms:W3CDTF">2015-05-27T11:49:00Z</dcterms:modified>
</cp:coreProperties>
</file>